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7E119" w14:textId="32E1DC20" w:rsidR="00FF7F97" w:rsidRDefault="003E2BAC" w:rsidP="003E2BAC">
      <w:pPr>
        <w:pStyle w:val="berschrift1"/>
      </w:pPr>
      <w:r>
        <w:t xml:space="preserve">Ist-Zustand </w:t>
      </w:r>
      <w:r w:rsidR="004259DF">
        <w:t>entlang</w:t>
      </w:r>
      <w:r>
        <w:t xml:space="preserve"> </w:t>
      </w:r>
      <w:r w:rsidR="004259DF">
        <w:t xml:space="preserve">alter </w:t>
      </w:r>
      <w:r>
        <w:t>Flussachse</w:t>
      </w:r>
    </w:p>
    <w:tbl>
      <w:tblPr>
        <w:tblW w:w="14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800"/>
        <w:gridCol w:w="684"/>
        <w:gridCol w:w="684"/>
        <w:gridCol w:w="684"/>
        <w:gridCol w:w="1009"/>
        <w:gridCol w:w="813"/>
        <w:gridCol w:w="836"/>
        <w:gridCol w:w="670"/>
        <w:gridCol w:w="568"/>
        <w:gridCol w:w="1009"/>
        <w:gridCol w:w="813"/>
        <w:gridCol w:w="836"/>
        <w:gridCol w:w="670"/>
        <w:gridCol w:w="684"/>
        <w:gridCol w:w="1009"/>
        <w:gridCol w:w="813"/>
        <w:gridCol w:w="834"/>
      </w:tblGrid>
      <w:tr w:rsidR="003E2BAC" w:rsidRPr="003E2BAC" w14:paraId="6ADF9305" w14:textId="77777777" w:rsidTr="003E2BAC">
        <w:trPr>
          <w:trHeight w:val="257"/>
          <w:tblHeader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A30DE0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Pkt.-Nr.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157F5B0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 xml:space="preserve">Entfernung  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7913F7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Sohlhöhe</w:t>
            </w:r>
          </w:p>
        </w:tc>
        <w:tc>
          <w:tcPr>
            <w:tcW w:w="402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2DFFB8F5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Wasserspiegel [m NHN]</w:t>
            </w:r>
          </w:p>
        </w:tc>
        <w:tc>
          <w:tcPr>
            <w:tcW w:w="389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46675AC2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Fließgeschwindigkeit [m/s]</w:t>
            </w:r>
          </w:p>
        </w:tc>
        <w:tc>
          <w:tcPr>
            <w:tcW w:w="401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06119075" w14:textId="58D5C107" w:rsidR="003E2BAC" w:rsidRPr="003E2BAC" w:rsidRDefault="00F77599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7759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Schubspannung [N/m²]</w:t>
            </w:r>
          </w:p>
        </w:tc>
      </w:tr>
      <w:tr w:rsidR="003E2BAC" w:rsidRPr="003E2BAC" w14:paraId="5FE9FA72" w14:textId="77777777" w:rsidTr="003E2BAC">
        <w:trPr>
          <w:trHeight w:val="272"/>
          <w:tblHeader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821B4" w14:textId="77777777" w:rsidR="003E2BAC" w:rsidRPr="003E2BAC" w:rsidRDefault="003E2BAC" w:rsidP="003E2BAC">
            <w:pPr>
              <w:spacing w:after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1ED1A5AC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[m]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CD828F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[m NHN]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616A84D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 xml:space="preserve">MNQ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E4371A7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MQ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FFC735C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2C6C1226" w14:textId="31BD77E3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ä</w:t>
            </w: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ufig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90106A8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A25AC0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4769467A" w14:textId="55190A06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extrem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CC1A24B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 xml:space="preserve">MNQ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1B7BE746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MQ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ABF23EF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7B641B9A" w14:textId="01D244BF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ä</w:t>
            </w: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ufig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A83E578" w14:textId="7FC8138E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8F2C6D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4107169E" w14:textId="2CA831CF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extrem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7FB8610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 xml:space="preserve">MNQ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1752E56A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MQ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1706189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6237BF90" w14:textId="0F5A9B51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ä</w:t>
            </w: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ufig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0FBCF006" w14:textId="395E0E2B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HQ100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FB8BD2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5E50E18E" w14:textId="192FDB8C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extrem</w:t>
            </w:r>
          </w:p>
        </w:tc>
      </w:tr>
      <w:tr w:rsidR="00F77599" w:rsidRPr="003E2BAC" w14:paraId="442513E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9DC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DC5C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D7E7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64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6A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DE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84,69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10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6D9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87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33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6C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26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E42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BA7C" w14:textId="1E82587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F14C" w14:textId="6F861CF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CF109" w14:textId="758B5AE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9,50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CCFF" w14:textId="3C88305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02DAE" w14:textId="5035FF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12,12</w:t>
            </w:r>
          </w:p>
        </w:tc>
      </w:tr>
      <w:tr w:rsidR="00F77599" w:rsidRPr="003E2BAC" w14:paraId="4A48285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7A28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806D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EB2A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E8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82A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48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E9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DAD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37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9B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5B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E1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4B2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0237" w14:textId="582B1E2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BDF6" w14:textId="3111F10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793C" w14:textId="763D629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B7BB" w14:textId="1B830D9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05EF9" w14:textId="3B1D412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8,71</w:t>
            </w:r>
          </w:p>
        </w:tc>
      </w:tr>
      <w:tr w:rsidR="00F77599" w:rsidRPr="003E2BAC" w14:paraId="396A6BA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412A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FD3C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1331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09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CE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8D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2F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6F1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F0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0D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C4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FEA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796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9D13" w14:textId="5872C9B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7A45E" w14:textId="44517A6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620B" w14:textId="799CB4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2D2A" w14:textId="51550CB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89720" w14:textId="794B759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7,18</w:t>
            </w:r>
          </w:p>
        </w:tc>
      </w:tr>
      <w:tr w:rsidR="00F77599" w:rsidRPr="003E2BAC" w14:paraId="34E8457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B00A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9D47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8,57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D49D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D30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5E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6C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47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91A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30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C9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55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1A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13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493D" w14:textId="6D2487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7CDB" w14:textId="5DD0863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B347" w14:textId="1CFD042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7CD7" w14:textId="6427C19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319F9" w14:textId="148704B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7,94</w:t>
            </w:r>
          </w:p>
        </w:tc>
      </w:tr>
      <w:tr w:rsidR="00F77599" w:rsidRPr="003E2BAC" w14:paraId="4FD30E1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BCCD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2B46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11,97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3F88B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8C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CC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83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36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04E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5DB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E7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69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8D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FA9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C9FB" w14:textId="0F41863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7E59" w14:textId="6ED827C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DFD8" w14:textId="2C5E9B1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2E31" w14:textId="21403D2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6,93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10E00" w14:textId="22F5DB6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7,34</w:t>
            </w:r>
          </w:p>
        </w:tc>
      </w:tr>
      <w:tr w:rsidR="00F77599" w:rsidRPr="003E2BAC" w14:paraId="2145F4D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D128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0CB3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13,37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4F74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5F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E3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B2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EF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6AB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5C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82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EB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7BA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66D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015B" w14:textId="70A074C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BC86" w14:textId="6F1E8CB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50EC" w14:textId="2342901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4B51" w14:textId="0D98F99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A5D9C" w14:textId="40C6CD5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7,77</w:t>
            </w:r>
          </w:p>
        </w:tc>
      </w:tr>
      <w:tr w:rsidR="00F77599" w:rsidRPr="003E2BAC" w14:paraId="7B6D211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CE23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638F3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15,85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D53D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FD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2F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B1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7F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491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C46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CF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06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68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86C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FC9F" w14:textId="7ACDDA5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18A2" w14:textId="0BEBA43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0D385" w14:textId="1FFBA03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78E6" w14:textId="4AEF183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DD264" w14:textId="317B3E0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7,95</w:t>
            </w:r>
          </w:p>
        </w:tc>
      </w:tr>
      <w:tr w:rsidR="00F77599" w:rsidRPr="003E2BAC" w14:paraId="6D87D87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9A61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A484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17,89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7AF6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CB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14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CD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B6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A6D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EB1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95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3A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7D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68D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9EAC" w14:textId="25C4FC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F4DD" w14:textId="6CB5B52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ADF4" w14:textId="3C299AA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6A85" w14:textId="46FB950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533FA" w14:textId="1250AA8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7,98</w:t>
            </w:r>
          </w:p>
        </w:tc>
      </w:tr>
      <w:tr w:rsidR="00F77599" w:rsidRPr="003E2BAC" w14:paraId="7872207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88DE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D232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19,87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E5CC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09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E8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60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20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FED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47B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25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C4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70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5C9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1CB1E" w14:textId="0D0C16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1530" w14:textId="540D4F5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C3BC" w14:textId="270A649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A8FD" w14:textId="7E0B303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FB366" w14:textId="048508F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8,06</w:t>
            </w:r>
          </w:p>
        </w:tc>
      </w:tr>
      <w:tr w:rsidR="00F77599" w:rsidRPr="003E2BAC" w14:paraId="784FEA8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53D8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9864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527B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A5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FB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9C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2B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43A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1D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09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0A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F9C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1AF1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9C03" w14:textId="1B6F85F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0CF0" w14:textId="176E019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119B" w14:textId="1568232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268D" w14:textId="170372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5AE63" w14:textId="5A16204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7,70</w:t>
            </w:r>
          </w:p>
        </w:tc>
      </w:tr>
      <w:tr w:rsidR="00F77599" w:rsidRPr="003E2BAC" w14:paraId="01045B4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E4F9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3F20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DA45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38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C4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DA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B42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2227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200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DD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70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37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03E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9B5D" w14:textId="0FE1FCA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09A3" w14:textId="7C60FC4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9DA9" w14:textId="5DF08AF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4885" w14:textId="56B1C13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CCDEA" w14:textId="7E9585A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7,64</w:t>
            </w:r>
          </w:p>
        </w:tc>
      </w:tr>
      <w:tr w:rsidR="00F77599" w:rsidRPr="003E2BAC" w14:paraId="561B170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2F9C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89FF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27,39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240B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F75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C7F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DA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AF5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288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3A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E4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518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0E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D70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F93F" w14:textId="228F28B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9491" w14:textId="70739EA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5EBD" w14:textId="20E00BC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26E5" w14:textId="2D4CD3D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AD570" w14:textId="030F476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7,89</w:t>
            </w:r>
          </w:p>
        </w:tc>
      </w:tr>
      <w:tr w:rsidR="00F77599" w:rsidRPr="003E2BAC" w14:paraId="00112F7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4E82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E468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82A3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8D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28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7B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E80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9F4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CC7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14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BA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34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CFF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9ADEB" w14:textId="5986FBF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DE86" w14:textId="7E9C0E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9678" w14:textId="3E78B5B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40A0" w14:textId="0934AF2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31B75" w14:textId="6575AAA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8,41</w:t>
            </w:r>
          </w:p>
        </w:tc>
      </w:tr>
      <w:tr w:rsidR="00F77599" w:rsidRPr="003E2BAC" w14:paraId="6F99976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56F1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889EB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30,40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242A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E1F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02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9A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9B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62C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50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4E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2B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9C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CB3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8FAD" w14:textId="26C809D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FBF9A" w14:textId="1ACF0A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7C65" w14:textId="64923DF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F57F" w14:textId="047BF1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CFBED" w14:textId="1818B99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8,21</w:t>
            </w:r>
          </w:p>
        </w:tc>
      </w:tr>
      <w:tr w:rsidR="00F77599" w:rsidRPr="003E2BAC" w14:paraId="0D5912D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5312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034E2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30,47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DA18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6A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2304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4A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0B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52D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4D5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AEA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10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1B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46E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DF7F" w14:textId="195FDF6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FA1A" w14:textId="66BBE6B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B807" w14:textId="01EF8A9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8C54" w14:textId="10191EF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F5DAA" w14:textId="6933653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8,21</w:t>
            </w:r>
          </w:p>
        </w:tc>
      </w:tr>
      <w:tr w:rsidR="00F77599" w:rsidRPr="003E2BAC" w14:paraId="61877E1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353C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4E30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9C98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D8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90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62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8D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CD5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D3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38E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4F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0DE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813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ED33" w14:textId="7C7AEB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7AAB" w14:textId="4FD4837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D45A" w14:textId="509BEAE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05F8E" w14:textId="11A6D33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EA2C7" w14:textId="1276208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8,35</w:t>
            </w:r>
          </w:p>
        </w:tc>
      </w:tr>
      <w:tr w:rsidR="00F77599" w:rsidRPr="003E2BAC" w14:paraId="5359E5C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FE05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33B5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BDE4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79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23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71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65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0C3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8C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61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BDF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06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6D7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57769" w14:textId="03F7769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2BD5B" w14:textId="76D7AC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071B" w14:textId="01DFBE8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4F62" w14:textId="2684D03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A1B66" w14:textId="2386899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10,43</w:t>
            </w:r>
          </w:p>
        </w:tc>
      </w:tr>
      <w:tr w:rsidR="00F77599" w:rsidRPr="003E2BAC" w14:paraId="6A17098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D004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5588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5E1C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A3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B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1E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42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8B2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04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8D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83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64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EDB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FFC5" w14:textId="26F0C3B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2F97" w14:textId="631934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739F" w14:textId="5C82DF6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6458" w14:textId="663947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D45AE" w14:textId="59142DF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12,27</w:t>
            </w:r>
          </w:p>
        </w:tc>
      </w:tr>
      <w:tr w:rsidR="00F77599" w:rsidRPr="003E2BAC" w14:paraId="481E3C6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D4D6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39E7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37,94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6D48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A9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AF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3F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40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C43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9D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DE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CE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93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E60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6BE3E" w14:textId="2CCA79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D3FA5" w14:textId="507846B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5EBB" w14:textId="428A44F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1F1D7" w14:textId="4DD1BE5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7B101" w14:textId="711FB96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11,69</w:t>
            </w:r>
          </w:p>
        </w:tc>
      </w:tr>
      <w:tr w:rsidR="00F77599" w:rsidRPr="003E2BAC" w14:paraId="0A3F644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00B2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CDE7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40,94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2B30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CF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13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AF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3F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81F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FC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6F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70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28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B74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EABB" w14:textId="4E90221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EC1D" w14:textId="01DD915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E8C1" w14:textId="0F4DA3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9,30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143F" w14:textId="43679C0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8,97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19072" w14:textId="2D1F03D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10,42</w:t>
            </w:r>
          </w:p>
        </w:tc>
      </w:tr>
      <w:tr w:rsidR="00F77599" w:rsidRPr="003E2BAC" w14:paraId="471CADD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F672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9269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41,54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F06D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02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33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D4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B0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521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0D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5B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44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5F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AFC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A67E" w14:textId="678518C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9CFD8" w14:textId="6244029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7616C" w14:textId="0972F32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2F71" w14:textId="76E46FF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5FFA2" w14:textId="472ABEA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10,43</w:t>
            </w:r>
          </w:p>
        </w:tc>
      </w:tr>
      <w:tr w:rsidR="00F77599" w:rsidRPr="003E2BAC" w14:paraId="4B79D2F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44D4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A217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76DA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A1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CB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C7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9C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211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BF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0B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6E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F3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003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C6E8" w14:textId="4BDD4E0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A706" w14:textId="1D3E028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44A7" w14:textId="70D183E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B2B3" w14:textId="75C7785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27CC9" w14:textId="0562F53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9,55</w:t>
            </w:r>
          </w:p>
        </w:tc>
      </w:tr>
      <w:tr w:rsidR="00F77599" w:rsidRPr="003E2BAC" w14:paraId="7FDBE50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9ED3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2D4E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45,73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268C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7E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F4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5A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98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F9D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5F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8E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0D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0F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4C1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9EF3" w14:textId="256ECBE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9BA7" w14:textId="0A4A859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4B87" w14:textId="2A963D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36F87" w14:textId="63171AE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A870E" w14:textId="534BCBB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8,96</w:t>
            </w:r>
          </w:p>
        </w:tc>
      </w:tr>
      <w:tr w:rsidR="00F77599" w:rsidRPr="003E2BAC" w14:paraId="3FEC853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EEE9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8891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45,90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3F15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7D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F0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DF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68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9E9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35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C5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971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4D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809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5907" w14:textId="310A411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04161" w14:textId="53F758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E5EE" w14:textId="70A66FB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9E13" w14:textId="2D396DA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204BC" w14:textId="2A17EA0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8,85</w:t>
            </w:r>
          </w:p>
        </w:tc>
      </w:tr>
      <w:tr w:rsidR="00F77599" w:rsidRPr="003E2BAC" w14:paraId="2C0163E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BFCF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7E81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45,92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2E54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7C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D3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CC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CF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739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B6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7BE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CC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34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3A2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B267" w14:textId="4ECE2FF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D7E9" w14:textId="25F2FF3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CBD9" w14:textId="7FBE277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4B9A" w14:textId="6C32BB1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731E1" w14:textId="5A9E8A8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8,85</w:t>
            </w:r>
          </w:p>
        </w:tc>
      </w:tr>
      <w:tr w:rsidR="00F77599" w:rsidRPr="003E2BAC" w14:paraId="29C6F35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623C4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AE71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46,86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3DF2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CC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A2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39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A1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986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FC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AF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BB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E9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AB9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24CB" w14:textId="6439E45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9589D" w14:textId="0824E08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42D9" w14:textId="0DA40A6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4112" w14:textId="4FB9B5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B18E6" w14:textId="277F1A5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9,31</w:t>
            </w:r>
          </w:p>
        </w:tc>
      </w:tr>
      <w:tr w:rsidR="00F77599" w:rsidRPr="003E2BAC" w14:paraId="468D53B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731F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87E2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49,54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0236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46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0BC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29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26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3AB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95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4C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D4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B9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40C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CB8C" w14:textId="05D3BA8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85D6" w14:textId="024DC7C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5AA0" w14:textId="5796DA0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8,80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9DF1" w14:textId="53B345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8,35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FD18" w14:textId="25FABA6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7,61</w:t>
            </w:r>
          </w:p>
        </w:tc>
      </w:tr>
      <w:tr w:rsidR="00F77599" w:rsidRPr="003E2BAC" w14:paraId="1DF0F3C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D07C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3994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54,25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07D8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A41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2B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A2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B5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E60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2A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45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D5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B6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4D3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1BA8" w14:textId="3C32A04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D101" w14:textId="7199F2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6C617" w14:textId="2611E4A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A3912" w14:textId="642B406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C43C6" w14:textId="04E56D5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5,38</w:t>
            </w:r>
          </w:p>
        </w:tc>
      </w:tr>
      <w:tr w:rsidR="00F77599" w:rsidRPr="003E2BAC" w14:paraId="64216C2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C4BB8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5B50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58,94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3EA1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14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1F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80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C4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13F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A8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CB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F8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3F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937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1374" w14:textId="0150353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1005" w14:textId="6EFB36E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8994" w14:textId="05D5923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ACB0" w14:textId="325763A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69F13" w14:textId="7778BCB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3,34</w:t>
            </w:r>
          </w:p>
        </w:tc>
      </w:tr>
      <w:tr w:rsidR="00F77599" w:rsidRPr="003E2BAC" w14:paraId="2D23D31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3EDC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9453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42DE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11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73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24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B9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5E7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75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F3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91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441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A82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D897F" w14:textId="47157C3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7824" w14:textId="2CDEC77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0752" w14:textId="589303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B394" w14:textId="27158A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4DFA1" w14:textId="6173522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3,13</w:t>
            </w:r>
          </w:p>
        </w:tc>
      </w:tr>
      <w:tr w:rsidR="00F77599" w:rsidRPr="003E2BAC" w14:paraId="7A6E530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6525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6152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66,32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AC21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81AE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84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5E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78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64F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75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87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7B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16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11B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0A21" w14:textId="7776A95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4718" w14:textId="3BBEE99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128C" w14:textId="588D0D9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72DA" w14:textId="3B6A87A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A07E9" w14:textId="707086B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2,84</w:t>
            </w:r>
          </w:p>
        </w:tc>
      </w:tr>
      <w:tr w:rsidR="00F77599" w:rsidRPr="003E2BAC" w14:paraId="1CF6A33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7333A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90F2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68,38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A742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EB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9D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5FA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BD0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654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6F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8D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23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D7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D7C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E59D" w14:textId="597FA60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9612" w14:textId="69A0E92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908CF" w14:textId="6E03F6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9FA0" w14:textId="2382DF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FA054" w14:textId="35F8D96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2,63</w:t>
            </w:r>
          </w:p>
        </w:tc>
      </w:tr>
      <w:tr w:rsidR="00F77599" w:rsidRPr="003E2BAC" w14:paraId="121D878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E124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344F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E518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C6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49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38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527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D8A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2C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0A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1EA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53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21F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33193" w14:textId="34EAB8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DCFF" w14:textId="74D681F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0191" w14:textId="4256387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1D33" w14:textId="23C431F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9FB61" w14:textId="6D8AFBD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2,39</w:t>
            </w:r>
          </w:p>
        </w:tc>
      </w:tr>
      <w:tr w:rsidR="00F77599" w:rsidRPr="003E2BAC" w14:paraId="1452D53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E48D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08AF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78,14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5489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FD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07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B6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16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DF1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F4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F7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6B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90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ADF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5442" w14:textId="0C95C05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52AC" w14:textId="5E3F8F7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8380" w14:textId="501A1BC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9872" w14:textId="4D471EA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42A2D" w14:textId="14AC6F6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2,11</w:t>
            </w:r>
          </w:p>
        </w:tc>
      </w:tr>
      <w:tr w:rsidR="00F77599" w:rsidRPr="003E2BAC" w14:paraId="5276EE1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CB7D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9FFF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2451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39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F3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CC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4E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B3D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A6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D66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380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85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4B2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EBDC" w14:textId="61D0EEF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FE68" w14:textId="2CAACC1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D16C" w14:textId="22C2C36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E1FE" w14:textId="45FC210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5AB3D" w14:textId="5B5665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1,98</w:t>
            </w:r>
          </w:p>
        </w:tc>
      </w:tr>
      <w:tr w:rsidR="00F77599" w:rsidRPr="003E2BAC" w14:paraId="48B216D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98EB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9462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8CAD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56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3E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C8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FD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E03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33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86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283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BC4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12D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2A85" w14:textId="2EA6757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A1AA4" w14:textId="6589A1A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D5D4" w14:textId="22A9460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EE18" w14:textId="1234295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204E1" w14:textId="44925BB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</w:tr>
      <w:tr w:rsidR="00F77599" w:rsidRPr="003E2BAC" w14:paraId="45971D6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21F2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6B34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D570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37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A2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24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F7A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CF4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6C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43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78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E7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0B3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52DD" w14:textId="1E6FD36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CD70" w14:textId="36071C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A23C6" w14:textId="12E30E0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0D91" w14:textId="76611B0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434B7" w14:textId="7AFD70F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1,74</w:t>
            </w:r>
          </w:p>
        </w:tc>
      </w:tr>
      <w:tr w:rsidR="00F77599" w:rsidRPr="003E2BAC" w14:paraId="477DB6A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50F3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A22C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813C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26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67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AF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85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600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AD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31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6A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5FC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648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CF40" w14:textId="554D22D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8A64" w14:textId="7F569AA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E462" w14:textId="494BD6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7D6F" w14:textId="1E9810D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4F2A6" w14:textId="431F909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</w:tr>
      <w:tr w:rsidR="00F77599" w:rsidRPr="003E2BAC" w14:paraId="534D7CF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D4F1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3AA9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8B8E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A0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53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0B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67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C49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087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36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E3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3A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F52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6CC9" w14:textId="50893E5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0953" w14:textId="3198D06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A43D" w14:textId="306D05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6351" w14:textId="6FF6E37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70C3D" w14:textId="21087E3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</w:tr>
      <w:tr w:rsidR="00F77599" w:rsidRPr="003E2BAC" w14:paraId="4BAED06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C0E7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7B21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C320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4A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E03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E0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82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6EB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1F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D7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51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B9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F71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3CAE" w14:textId="277220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9862" w14:textId="612731C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B1C9" w14:textId="3B2EA7D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18C1" w14:textId="229119D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76873" w14:textId="31959FC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</w:tr>
      <w:tr w:rsidR="00F77599" w:rsidRPr="003E2BAC" w14:paraId="1184E13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7EDE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3767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103,35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7DDC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DBD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28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F1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3A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178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C72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BF9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DA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CF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75B2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D10B" w14:textId="327E8A0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5FCC" w14:textId="2D7928C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F5EB" w14:textId="44D874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05ED" w14:textId="50D40F4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A087F" w14:textId="178BACC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</w:tr>
      <w:tr w:rsidR="00F77599" w:rsidRPr="003E2BAC" w14:paraId="2F5393C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C065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CFEEE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079C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96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8E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891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4B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1002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EBE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0C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4A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77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218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D031" w14:textId="2EE29D4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DB0B" w14:textId="090FC7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F669" w14:textId="2EE40C5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E392" w14:textId="0173A00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A588A" w14:textId="40E697D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</w:tr>
      <w:tr w:rsidR="00F77599" w:rsidRPr="003E2BAC" w14:paraId="1CB8845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5823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45EF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113,37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FD62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761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21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43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97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5FF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6C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B9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72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40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55EB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53F8" w14:textId="7F9942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217D" w14:textId="4C3C1D9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B4CB" w14:textId="264AB08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974D" w14:textId="56541E5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F50B8" w14:textId="6EF881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</w:tr>
      <w:tr w:rsidR="00F77599" w:rsidRPr="003E2BAC" w14:paraId="1C13F10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B94A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5DB5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118,43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1BC1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A2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46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A1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5F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2CA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29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DF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4A9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E1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DDB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36BB" w14:textId="40E200F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5983" w14:textId="44F7D8E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A532" w14:textId="7897852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74842" w14:textId="31DF24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BD555" w14:textId="48A2C59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</w:tr>
      <w:tr w:rsidR="00F77599" w:rsidRPr="003E2BAC" w14:paraId="3A56F3B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134B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3214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123,27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38F0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B4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27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EB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29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8EB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173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9B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43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55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040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C2E5" w14:textId="008E928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8C27" w14:textId="0C8FD86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A084" w14:textId="451338B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B475" w14:textId="45D324C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FB171" w14:textId="7E6205D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</w:tr>
      <w:tr w:rsidR="00F77599" w:rsidRPr="003E2BAC" w14:paraId="58449A6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D0D8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0D72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123,41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F7EC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C49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F7B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25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50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295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2C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26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90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633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AA1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FC20" w14:textId="1C565AC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62D8" w14:textId="58A2FA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BED5" w14:textId="5BFB8BC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93FF" w14:textId="0589AA9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D7454" w14:textId="0287800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</w:tr>
      <w:tr w:rsidR="00F77599" w:rsidRPr="003E2BAC" w14:paraId="02B77B4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E50E4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60B8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9199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2E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4C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41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24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08F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7F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AE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50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A7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EB2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C7845" w14:textId="7DF4628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C71C" w14:textId="00CD813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410F" w14:textId="4185943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A5A8" w14:textId="2B4ED77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CE344" w14:textId="15F56E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</w:tr>
      <w:tr w:rsidR="00F77599" w:rsidRPr="003E2BAC" w14:paraId="3AA8C93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000E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2723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7E21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CB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FF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7F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26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852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8A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8C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B0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FD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F35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282C" w14:textId="537667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1BFE" w14:textId="682042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AA5A" w14:textId="56CF0B8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18B0" w14:textId="382782B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FD12F" w14:textId="217F866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</w:tr>
      <w:tr w:rsidR="00F77599" w:rsidRPr="003E2BAC" w14:paraId="1A72E51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3C5EA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0924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C1CD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1D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3B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E6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17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C5A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DC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DA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F5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36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1A3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0636" w14:textId="69543F0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3D47" w14:textId="17C0E8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A9B4" w14:textId="1A672DC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4139" w14:textId="520976C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AF195" w14:textId="59E0C9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</w:tr>
      <w:tr w:rsidR="00F77599" w:rsidRPr="003E2BAC" w14:paraId="521BBBE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CB05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91C8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143,54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B31E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D8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E5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E4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A6A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BC1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A8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094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1E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3A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20E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65B3" w14:textId="310B366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7012" w14:textId="3FC0DCE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600B" w14:textId="7D717A2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C696D" w14:textId="6E7D782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555DD" w14:textId="26D6E19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</w:tr>
      <w:tr w:rsidR="00F77599" w:rsidRPr="003E2BAC" w14:paraId="2DD3257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0464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9955A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774A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458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49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54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CD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BF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3BD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23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B3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9A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EAC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0CA6" w14:textId="1AB2A4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5129F" w14:textId="034BE70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4131" w14:textId="7D8B536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D023" w14:textId="2F32E72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2B8A9" w14:textId="28AB474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</w:tr>
      <w:tr w:rsidR="00F77599" w:rsidRPr="003E2BAC" w14:paraId="4B5AC63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50A8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6DB1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4C56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C98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16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50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34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7C3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2D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88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FB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DD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C12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F9DC" w14:textId="6DF0041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4DBB" w14:textId="6F584D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CC7D" w14:textId="7C50738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8AD0" w14:textId="5055BF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71844" w14:textId="084C26B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</w:tr>
      <w:tr w:rsidR="00F77599" w:rsidRPr="003E2BAC" w14:paraId="1B09A64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72F9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E72F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158,62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1BFA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208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A5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FC9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1F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CBF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C1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35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17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4A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F01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50B87" w14:textId="63BD6C2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2EB5" w14:textId="16C200E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A87A" w14:textId="1E72AA0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182D" w14:textId="4DE7D15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C579A" w14:textId="238057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</w:tr>
      <w:tr w:rsidR="00F77599" w:rsidRPr="003E2BAC" w14:paraId="43F79BA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3DE5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A350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585F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51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2C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70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90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E0F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2A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2C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9A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37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89E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D115" w14:textId="0CA720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D6F6" w14:textId="03AFE67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8E63" w14:textId="6390D0B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188C" w14:textId="53D4B8D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98F9F" w14:textId="7F35A5C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</w:tr>
      <w:tr w:rsidR="00F77599" w:rsidRPr="003E2BAC" w14:paraId="023D3C2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1B4E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920B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168,55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BD01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DC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3B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420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EB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125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FE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C5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124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7D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926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9A5A" w14:textId="5166A0C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A45D7" w14:textId="7D1072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0618" w14:textId="6F1BDEF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C160" w14:textId="509C7A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B670D" w14:textId="0CD97B1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F77599" w:rsidRPr="003E2BAC" w14:paraId="52E2C75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38B9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21B8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168,71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A704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37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22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741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4A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CA7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A5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7A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00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58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B5E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4F671" w14:textId="59008D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31C2" w14:textId="714CCB7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97C0" w14:textId="097CD60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6409" w14:textId="2A5B772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08B75" w14:textId="5C4238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F77599" w:rsidRPr="003E2BAC" w14:paraId="00785C2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064B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8BEA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173,76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BFAB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C2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82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14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6D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940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538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504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C4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F6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896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C51E" w14:textId="35D6999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CA7E" w14:textId="25D981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1F43" w14:textId="79030D6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1EDD" w14:textId="4C071FD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2CFBD" w14:textId="1B321C7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</w:tr>
      <w:tr w:rsidR="00F77599" w:rsidRPr="003E2BAC" w14:paraId="261D3BB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7328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F86B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178,75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390B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26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69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4A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788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DAF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0D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99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57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A7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1E8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DF5A" w14:textId="4B48339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2F92" w14:textId="0ECBAA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F6DD" w14:textId="21C641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5BD2" w14:textId="4274A9E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75177" w14:textId="5CF1029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</w:tr>
      <w:tr w:rsidR="00F77599" w:rsidRPr="003E2BAC" w14:paraId="58598AF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87B9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EC4E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183,80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9577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CD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B4B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E6A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D6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D17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AF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69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FC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D6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8BC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96F0" w14:textId="4A6CC39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3B3F" w14:textId="589021B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B35B" w14:textId="083FFD7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913C" w14:textId="55A70F5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18935" w14:textId="0CAFA79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</w:tr>
      <w:tr w:rsidR="00F77599" w:rsidRPr="003E2BAC" w14:paraId="2AEA891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3643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BC47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188,80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027E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45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B6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FC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6B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418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ED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58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8B9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B90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3CF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0892" w14:textId="4B88F39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8BE0" w14:textId="08055EA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EB1E" w14:textId="5F7F404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901A" w14:textId="23A5ADF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03BE" w14:textId="5884E2C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</w:tr>
      <w:tr w:rsidR="00F77599" w:rsidRPr="003E2BAC" w14:paraId="736C8A6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9ABF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9F50C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193,85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EB99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8E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5A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0A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F8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2AF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72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F7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0E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EC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7AD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026E" w14:textId="61F4518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FB92" w14:textId="2C38160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E010" w14:textId="7E41D7A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9F5B" w14:textId="226334F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F1BDC" w14:textId="4A97F45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</w:tr>
      <w:tr w:rsidR="00F77599" w:rsidRPr="003E2BAC" w14:paraId="7DAE2CE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0791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5479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198,89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C85A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4E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1B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7D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3F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AC7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00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08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07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19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1D5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16A54" w14:textId="10B6A2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F38F" w14:textId="760A035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46820" w14:textId="74AA4A7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6FCA" w14:textId="7FCC384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C5BE5" w14:textId="783E774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644086F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FE0D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4DA2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203,88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5AAA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17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21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AF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75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FAC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50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BD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C4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9B7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486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BC14" w14:textId="66774BA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2421" w14:textId="06F9B0D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F029" w14:textId="46D30EF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3D80" w14:textId="59FC06A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2FA7D" w14:textId="2E956CB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F77599" w:rsidRPr="003E2BAC" w14:paraId="541E81A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85BD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B8D5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208,95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F1C5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37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718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9E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20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968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9C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75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9C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69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C89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5225" w14:textId="0A1B91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12A8" w14:textId="4730F5D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A03B" w14:textId="67DEDA2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D22B" w14:textId="01BC1F4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1BA8C" w14:textId="56C9085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F77599" w:rsidRPr="003E2BAC" w14:paraId="0E2DEA6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6184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173F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214,00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DADE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08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493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B7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03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E8A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94D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7D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1E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91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9E5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6556" w14:textId="57A244C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7580" w14:textId="243A5B1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8080" w14:textId="4DFF518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6F8A" w14:textId="60C06C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BCE17" w14:textId="38E6645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F77599" w:rsidRPr="003E2BAC" w14:paraId="798247F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852A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B03E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218,90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5E07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E92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CE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12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6A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425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08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55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AB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53C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891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F038" w14:textId="33E3068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6437" w14:textId="2BBCF02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83F3" w14:textId="7600AB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BF52" w14:textId="24ABAB3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66F8C" w14:textId="1DE65BA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F77599" w:rsidRPr="003E2BAC" w14:paraId="51F37C6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10B81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A73E61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218,99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4F95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5F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CD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18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FB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711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8F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17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8F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1D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327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22B2" w14:textId="1D3F81C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AC95" w14:textId="60E7179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8029" w14:textId="0006B78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68ED" w14:textId="4C4D42F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B4999" w14:textId="1A0821C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F77599" w:rsidRPr="003E2BAC" w14:paraId="6BF0F44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F74A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E6E3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224,04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B505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E3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20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E4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D5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31F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DB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77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0C7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D5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0CD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7D69" w14:textId="7B33687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18E9" w14:textId="5A20296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6E79" w14:textId="3B2F1FE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EAE6" w14:textId="60AE20F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97CAE" w14:textId="4346A9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F77599" w:rsidRPr="003E2BAC" w14:paraId="69B4CF2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D741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FF38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225,49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1CF3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D9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B8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63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89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19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694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DF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63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AB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597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593F" w14:textId="1DF271E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9E3A" w14:textId="3F006AD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F6D5" w14:textId="01D1B47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021A" w14:textId="7FBED7B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8662F" w14:textId="29CB34E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F77599" w:rsidRPr="003E2BAC" w14:paraId="603E060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7CAA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A0BA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229,10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2959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7A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05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4D7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1C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ECC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E2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F2B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9C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E2A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BAC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F0EC" w14:textId="317C318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08519" w14:textId="5B74FF5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D11E" w14:textId="481802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5F37" w14:textId="2616D2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694FB" w14:textId="3F3D0A4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F77599" w:rsidRPr="003E2BAC" w14:paraId="7C3320E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7AE2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47ED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234,07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695F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68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E9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89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EB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AD6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E1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1A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12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1D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882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D5AE" w14:textId="038BBB6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3D1E" w14:textId="1E9906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77A0" w14:textId="265E70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F2CA" w14:textId="272824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F1C08" w14:textId="0FF3FC8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F77599" w:rsidRPr="003E2BAC" w14:paraId="3A63801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82B2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FA94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239,16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23EE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F4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A5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11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F8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428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72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4E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FC1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73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F1D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55C2" w14:textId="76A8B78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C094" w14:textId="1ECC84B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C416" w14:textId="33F3EF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3D10" w14:textId="06107F1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543B7" w14:textId="2EA57F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F77599" w:rsidRPr="003E2BAC" w14:paraId="3396CD9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3616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194A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244,19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5B2F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A2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E4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49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F3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9CF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54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0F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24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DD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D6C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14DC" w14:textId="5133674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438B" w14:textId="6E5CE4E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0809" w14:textId="55D5253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0143" w14:textId="5608D08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F1F77" w14:textId="3A9E761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F77599" w:rsidRPr="003E2BAC" w14:paraId="6BEE360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598D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8A76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249,22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E7733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78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E0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2A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F18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1E1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7E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18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41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7D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6F1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7A9B" w14:textId="0A634F2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35BA9" w14:textId="2064DC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2395" w14:textId="411E2F8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1E604" w14:textId="7D17C19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20DF4" w14:textId="7625D4A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F77599" w:rsidRPr="003E2BAC" w14:paraId="75B06AB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9CD7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FBCC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254,24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E077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3A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93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44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16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9FB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DF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A72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65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F2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F1E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3A28B" w14:textId="653A2F1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7E11" w14:textId="6B1A410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44EA3" w14:textId="6287EE6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6B75" w14:textId="50832AA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C0960" w14:textId="763B33C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F77599" w:rsidRPr="003E2BAC" w14:paraId="09C99E2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FBE4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84C8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259,26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0D2D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D3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F0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46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04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640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B1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C0A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12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4A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8EE1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B916" w14:textId="6100C1E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3FB6" w14:textId="6587829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DDDE" w14:textId="0E464A5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62B0" w14:textId="3B3205B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B005D" w14:textId="7B3F6B8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4F9EB92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C59B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F71E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264,24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56B2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D6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2F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4D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26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305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4C8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87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CE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DD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5F3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E13E" w14:textId="6BE0FBA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4C39E" w14:textId="3B898B9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51CC" w14:textId="1773AA1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BF14D" w14:textId="5C21DE6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4E9EB" w14:textId="7A5DE20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56FEA7C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3122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FB9D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264,29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C332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9A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27E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F9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01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C58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D3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AF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6F1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2D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465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8ED1" w14:textId="0FEB33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C866" w14:textId="678BCD4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B264" w14:textId="7ECA11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8F27" w14:textId="766A884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6A96E" w14:textId="3423E50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6A6C43F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76FC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D480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269,30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5676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B2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86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2B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5F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67C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9E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9F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C6A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44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ACC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541E" w14:textId="3A7795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B6AC" w14:textId="63C59E2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D209" w14:textId="559150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5CD0" w14:textId="10480C9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58496" w14:textId="7E0026B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0F11791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78FE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B71A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274,32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91E1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C3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EE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73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CA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E98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50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FA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0B4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54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F5E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DC66" w14:textId="7BB17C4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0395" w14:textId="029BCC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2C64" w14:textId="439522F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DA30" w14:textId="7424474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E2DD7" w14:textId="6C1D821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5395C01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5FDF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005C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279,34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DE98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FD1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F4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60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9B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3B5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35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28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B4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02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2AB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FE37" w14:textId="2E4F06F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7BDE" w14:textId="0A019C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BF1A" w14:textId="28527FA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1EEA" w14:textId="5CFDEA6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EC203" w14:textId="2EE8CA0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3E0A38C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F7D5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D5CF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279,88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8D8B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A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1E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87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78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E00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17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28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B5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46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7BE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E277" w14:textId="440F7E1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A841" w14:textId="167B9AD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81DB" w14:textId="0F93E69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89E6" w14:textId="265B1A2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80025" w14:textId="5E3ED47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427E779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30F0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8CFF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284,42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385A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6B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7A0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CCC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EE7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062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AA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DD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DD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47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ECF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2AA6" w14:textId="39E6B4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D5B4" w14:textId="180E2D0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84B76" w14:textId="63FB481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A503" w14:textId="39C6EBB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E584E" w14:textId="082F775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2019D22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BF7C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84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0EA8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289,44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67C1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11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AA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78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7F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B09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FD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60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211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26E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2FA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F8A3" w14:textId="3095ABA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8438" w14:textId="243A325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2D9C" w14:textId="1A9D82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AEA4" w14:textId="162A4E8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F6B72" w14:textId="3F2730F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F77599" w:rsidRPr="003E2BAC" w14:paraId="26173B2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9FDE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29FD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294,45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E455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97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B3A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04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47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6E0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95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FB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A1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DC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94F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9EF9" w14:textId="3742ABB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867C" w14:textId="1DE4CF7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F638" w14:textId="464CFD2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8C4DE" w14:textId="1B92582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562AD" w14:textId="6607855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</w:tr>
      <w:tr w:rsidR="00F77599" w:rsidRPr="003E2BAC" w14:paraId="13169DD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44F2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142B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298,08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E2A9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92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0C7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6C0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01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55A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C0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3C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C9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62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B12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38E8" w14:textId="5C45454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E710" w14:textId="6E92BDB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0EED" w14:textId="0C11B00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8A31" w14:textId="3AA5B2C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84973" w14:textId="5AF397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</w:tr>
      <w:tr w:rsidR="00F77599" w:rsidRPr="003E2BAC" w14:paraId="20F003C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B20B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7062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299,39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7529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48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3E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32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FA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0CD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0B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AC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21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58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A5A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6037" w14:textId="332C6F5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FF16" w14:textId="0580DAB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D86A" w14:textId="25CFCCD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4A39" w14:textId="1176531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6652" w14:textId="6DB1EDC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F77599" w:rsidRPr="003E2BAC" w14:paraId="029D4BA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CD8E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D93C3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299,44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E73F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BC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30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452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49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A4A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F5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5F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02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BC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A7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4C2B" w14:textId="3267190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B5A2" w14:textId="647AB19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E18A" w14:textId="44341D4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553C" w14:textId="468A54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29A10" w14:textId="643CDB1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F77599" w:rsidRPr="003E2BAC" w14:paraId="5263446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6C18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F35C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301,19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1F79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6E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3D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15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DD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4EE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2A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74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42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6E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AFF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C755" w14:textId="65E94ED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DFFF" w14:textId="379FCE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047D" w14:textId="4E77909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1ADB" w14:textId="028F30F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32F88" w14:textId="0057607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F77599" w:rsidRPr="003E2BAC" w14:paraId="54ACA84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4509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8A4F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304,47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1EF0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53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F6C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88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58C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18A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4F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A3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82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5F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29E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69EB" w14:textId="707D289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3682" w14:textId="40BE797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06C6" w14:textId="527B189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A2D6" w14:textId="5EFC2E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8BB78" w14:textId="7E24F2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</w:tr>
      <w:tr w:rsidR="00F77599" w:rsidRPr="003E2BAC" w14:paraId="4F246D2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BFD8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E634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309,47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6AFD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E3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78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7D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67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174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68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CC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A9A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AA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809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4A2A" w14:textId="6A3C191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9F39D" w14:textId="3859F73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BD62" w14:textId="1DD4E4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08EE" w14:textId="776D839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4725F" w14:textId="0F25C42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</w:tr>
      <w:tr w:rsidR="00F77599" w:rsidRPr="003E2BAC" w14:paraId="4012754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7CEF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FBE1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314,48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07D9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EF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F8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89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4E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C74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97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0A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A3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0C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C7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3FDB" w14:textId="165422D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A014" w14:textId="5A069C5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1248" w14:textId="4630ED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82708" w14:textId="2513A04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E0D56" w14:textId="4984697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F77599" w:rsidRPr="003E2BAC" w14:paraId="5D39CF3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2936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2537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315,16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D17F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E7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D2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5E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E9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7DF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AB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D5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E4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0C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270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E8CD" w14:textId="2C1BDB5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EACC" w14:textId="5D05934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06449" w14:textId="6590200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05A2" w14:textId="6BF9D07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8EBC5" w14:textId="4D32E63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F77599" w:rsidRPr="003E2BAC" w14:paraId="08740D7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CE50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F55B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319,48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D3CA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D5C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0FD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185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F2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403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BD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33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60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01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C5C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E242" w14:textId="4D2F5CD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DDBC" w14:textId="4386E8C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5461" w14:textId="642BEBA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4FA56" w14:textId="104E09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47AB4" w14:textId="2541AF9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</w:tr>
      <w:tr w:rsidR="00F77599" w:rsidRPr="003E2BAC" w14:paraId="7D4F45F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35E3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5637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324,49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A9BD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C0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E7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AA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4F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A68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57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65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30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A5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5F9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3FE6" w14:textId="74745A1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2D0E" w14:textId="7EF9AA5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32509" w14:textId="2794632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B7E4" w14:textId="39B36B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B75B3" w14:textId="39B7370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F77599" w:rsidRPr="003E2BAC" w14:paraId="6795F4F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3D05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1286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329,54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CEBB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B1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C3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8E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F60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1B5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25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BE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BC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16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CEC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7C0F" w14:textId="274984F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522D" w14:textId="7F8810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2C3E" w14:textId="704BBB0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FA3A" w14:textId="3683EC3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850F0" w14:textId="4DBE9ED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F77599" w:rsidRPr="003E2BAC" w14:paraId="6F592DB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E338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0A4D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329,55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3ED8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EE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A8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07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89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17C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FC4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43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172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8B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984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EA7E" w14:textId="45EFA02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AE8D" w14:textId="53D6E24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3BB4" w14:textId="66569DE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321E" w14:textId="6A65E99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C9EE8" w14:textId="7ACDFE2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F77599" w:rsidRPr="003E2BAC" w14:paraId="5E00534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3B43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91FD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329,57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B11C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19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95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92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BC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1CF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84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0BD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5BC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67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F0C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1026" w14:textId="1EE3E93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6802" w14:textId="0ACFEC9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E547" w14:textId="2D5AF02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9262" w14:textId="001AA62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99F47" w14:textId="27E7EB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F77599" w:rsidRPr="003E2BAC" w14:paraId="265F5AC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8818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19E4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334,39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6D11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BB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B6A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28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973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DF4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98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D6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3A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5C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E77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1A3B" w14:textId="32B5C54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41EB" w14:textId="17460C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B135" w14:textId="12E0C01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1A1F" w14:textId="55B92E4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3BEE5" w14:textId="75BF805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</w:tr>
      <w:tr w:rsidR="00F77599" w:rsidRPr="003E2BAC" w14:paraId="13BD0ED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29E9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F1594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334,55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F9F1B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26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CC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68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BE9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F57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EA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A7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2F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192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1B8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1866" w14:textId="3603A17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EA67" w14:textId="2EEFD2E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658F" w14:textId="3BB6441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E768" w14:textId="156A27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44D10" w14:textId="644B32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</w:tr>
      <w:tr w:rsidR="00F77599" w:rsidRPr="003E2BAC" w14:paraId="4E115BF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EF38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5784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339,55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6FFDB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550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35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6A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71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A6A4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74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0A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39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E2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4F7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D229" w14:textId="6C110FC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412A" w14:textId="6F44E7A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D309" w14:textId="5BEA01A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AD86" w14:textId="2027AE2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8E2CB" w14:textId="3CCEEF0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</w:tr>
      <w:tr w:rsidR="00F77599" w:rsidRPr="003E2BAC" w14:paraId="3A196F4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02D5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C07C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344,55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843F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50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0F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36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E2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95B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BA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31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26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673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22E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15D7" w14:textId="353B46B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B93D" w14:textId="4706D8D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34BA" w14:textId="1A5CF44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75B3" w14:textId="54880E6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F1B5D" w14:textId="5E52C34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</w:tr>
      <w:tr w:rsidR="00F77599" w:rsidRPr="003E2BAC" w14:paraId="0914A99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CE4B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272E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349,56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3D46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C5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E6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EA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EC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7ED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04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5D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94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73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2A8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0C93" w14:textId="2181E58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5F56" w14:textId="6E166DD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2A81" w14:textId="757C84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5C8C" w14:textId="125819A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F3DDA" w14:textId="096527C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</w:tr>
      <w:tr w:rsidR="00F77599" w:rsidRPr="003E2BAC" w14:paraId="46ED713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BBC8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0A6F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352,67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602D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020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17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AE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EEF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EC9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578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E5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A6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D54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5EB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81AB" w14:textId="1ED7124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5C6F" w14:textId="699FAB0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C398" w14:textId="029850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A40B" w14:textId="431120A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DFD5B" w14:textId="68B8A85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</w:tr>
      <w:tr w:rsidR="00F77599" w:rsidRPr="003E2BAC" w14:paraId="512542E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1D06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96D1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354,62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0137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12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A9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33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82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375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41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A7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AA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54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AEB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E7FF" w14:textId="22BC388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C83A" w14:textId="72CF4D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2174" w14:textId="0E1BC64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32473" w14:textId="476A2D9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A2A4B" w14:textId="5ACA7B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</w:tr>
      <w:tr w:rsidR="00F77599" w:rsidRPr="003E2BAC" w14:paraId="2304C05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8498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EC4D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359,62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666D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DE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51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E6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31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93F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0E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E0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A1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8A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94B3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DABD" w14:textId="27389E5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5E21" w14:textId="5D5037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C6D1" w14:textId="7B2A3C2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2DEC" w14:textId="49632E9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F8315" w14:textId="7F05E26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</w:tr>
      <w:tr w:rsidR="00F77599" w:rsidRPr="003E2BAC" w14:paraId="059B4F7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54232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D441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364,63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E9E1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56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29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561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A5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3C8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36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27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97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9E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770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EF69" w14:textId="0037A53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671AE" w14:textId="10458FE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CE4B" w14:textId="7A176BF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E1EC" w14:textId="1186F25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0E9EE" w14:textId="5064BEC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</w:tr>
      <w:tr w:rsidR="00F77599" w:rsidRPr="003E2BAC" w14:paraId="7E165F5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435E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995D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369,63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ABA9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B38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C4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AF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25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29C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C5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4A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80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92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042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7572" w14:textId="32291B8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6637" w14:textId="25956FD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109E" w14:textId="4A1C7D2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3F90" w14:textId="129FE15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439B3" w14:textId="527A4B7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F77599" w:rsidRPr="003E2BAC" w14:paraId="4081741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53A3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A806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374,58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0217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045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BC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45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D9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C35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C9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51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AD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58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3B3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6550D" w14:textId="1E40C6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BD5F" w14:textId="00AF53B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C3B3" w14:textId="688F8D5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69DE" w14:textId="42E1006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C3A32" w14:textId="3349FC1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</w:tr>
      <w:tr w:rsidR="00F77599" w:rsidRPr="003E2BAC" w14:paraId="46D629A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5088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945B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374,63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9660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D3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1C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87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5F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575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383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A8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E1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3A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A377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7D84" w14:textId="1C7728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1941" w14:textId="30EBB52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A676" w14:textId="58A430D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BA29" w14:textId="5B87194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080B2" w14:textId="1A11C7E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</w:tr>
      <w:tr w:rsidR="00F77599" w:rsidRPr="003E2BAC" w14:paraId="75F7672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0877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EBE3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375,39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9213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15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49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83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52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172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88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19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2F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56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50A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2B88" w14:textId="07347EF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D0BA" w14:textId="5AAD7B1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64FC" w14:textId="40F10D1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E34D" w14:textId="1593E0F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4CCF4" w14:textId="2C47947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</w:tr>
      <w:tr w:rsidR="00F77599" w:rsidRPr="003E2BAC" w14:paraId="0C2E9D9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3D64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4223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379,63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4E57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54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08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77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4F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17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34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59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6F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17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547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DEF5" w14:textId="6140338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10C7" w14:textId="47BF8D4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8FD7" w14:textId="0C73D5F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F402" w14:textId="01288E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7E6D1" w14:textId="0A22315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</w:tr>
      <w:tr w:rsidR="00F77599" w:rsidRPr="003E2BAC" w14:paraId="6634B84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6096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113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7A94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384,63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AE30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60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04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82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C2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3B7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D6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7A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6F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39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CBB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3DD2" w14:textId="6A55791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567C" w14:textId="41D16F9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D1E6" w14:textId="5BA353A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523F" w14:textId="7C5AC80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03818" w14:textId="732F3D0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</w:tr>
      <w:tr w:rsidR="00F77599" w:rsidRPr="003E2BAC" w14:paraId="3518050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8E41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673C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386,30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9576E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F0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BA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DA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DA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F9D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A0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C9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6B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51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8D9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8624" w14:textId="6E41D3D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CFC5" w14:textId="2BDD72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975A" w14:textId="7E4C587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28EA" w14:textId="65A21DA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79551" w14:textId="5EAAFB8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</w:tr>
      <w:tr w:rsidR="00F77599" w:rsidRPr="003E2BAC" w14:paraId="33A8F7E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8533F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271F1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389,69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E15E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DC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D67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5F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7A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9A7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7D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C5B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EF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43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EFC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C1A5" w14:textId="46AA4C9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8B04" w14:textId="34E1A51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6FB82" w14:textId="0573AC6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8903" w14:textId="20B5063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40964" w14:textId="68B4200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</w:tr>
      <w:tr w:rsidR="00F77599" w:rsidRPr="003E2BAC" w14:paraId="17AE43E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3A2F3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31CE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394,69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BDCC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4A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4A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20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85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994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25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B4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7E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CD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842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DC8C" w14:textId="2A0CE7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B1B7" w14:textId="257C8BA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7E90" w14:textId="24F9929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4649" w14:textId="5A9D9E6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92E9F" w14:textId="32F86EB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</w:tr>
      <w:tr w:rsidR="00F77599" w:rsidRPr="003E2BAC" w14:paraId="5400C3E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6FF3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D67B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399,68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3AF7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B8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B5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60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24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BA3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89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41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C9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768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1C0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4AC7" w14:textId="1B399C9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70FD" w14:textId="293DC85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5255" w14:textId="1C87ED6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581B" w14:textId="140B8F1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AB363" w14:textId="7843B95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</w:tr>
      <w:tr w:rsidR="00F77599" w:rsidRPr="003E2BAC" w14:paraId="79D94F6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68D7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2E8D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404,62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F691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A8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036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9D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F3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AA2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AE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A7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FF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B45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8EE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2FB6" w14:textId="1DEA1BE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D26AC" w14:textId="75BADAC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47E2" w14:textId="5163B95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9A2B" w14:textId="69BF7F4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A4C99" w14:textId="3346426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</w:tr>
      <w:tr w:rsidR="00F77599" w:rsidRPr="003E2BAC" w14:paraId="7D568C7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C87A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0DE7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404,68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87C6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4B8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D8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EB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091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27F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6A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87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1C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A2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439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3F5F" w14:textId="0296350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E62A" w14:textId="4C445CA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E479" w14:textId="71819E9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9E2AE" w14:textId="73295E0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9F630" w14:textId="788E1DF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</w:tr>
      <w:tr w:rsidR="00F77599" w:rsidRPr="003E2BAC" w14:paraId="3A9D4E5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589D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A8E9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409,73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064B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D4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D7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9D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5D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F4E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E1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046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CC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7B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242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6C37" w14:textId="7BE2B0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3E8A" w14:textId="6BAD619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15B0" w14:textId="2C59CF2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EDCF" w14:textId="1DFABA5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9F51D" w14:textId="184802F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</w:tr>
      <w:tr w:rsidR="00F77599" w:rsidRPr="003E2BAC" w14:paraId="6FC2822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D38D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D78B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414,72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196F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0D1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F2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87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F0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3E7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DB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73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7F3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5E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748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C78E" w14:textId="735D570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98B6" w14:textId="481A748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36FD" w14:textId="28EBC3E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5,23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5C94" w14:textId="1A7D01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17D59" w14:textId="745A55F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</w:tr>
      <w:tr w:rsidR="00F77599" w:rsidRPr="003E2BAC" w14:paraId="366624F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0886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1750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418,44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674B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33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26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25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40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B31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FF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B9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8E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45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2CC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8A2E" w14:textId="331B75A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F47C" w14:textId="5D59B4D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F07F" w14:textId="67D9636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BFB80" w14:textId="6D5FF60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C1C4A" w14:textId="7459545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</w:tr>
      <w:tr w:rsidR="00F77599" w:rsidRPr="003E2BAC" w14:paraId="3F524F6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A4E8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7E2F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419,72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E1C9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BB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28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97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57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6FA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E6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CEF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29E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34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CBC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FB11" w14:textId="5458BA3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B1F0" w14:textId="05CDF52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1A35" w14:textId="1382E80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2AD0" w14:textId="7FE5DDD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F32F3" w14:textId="35792E6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</w:tr>
      <w:tr w:rsidR="00F77599" w:rsidRPr="003E2BAC" w14:paraId="06981D8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BCBB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75914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420,86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525F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59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6C7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69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9C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368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B89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9F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E8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51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965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7398A" w14:textId="0F14A82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4F2D" w14:textId="00030BD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6EB4" w14:textId="3A89265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C4E2" w14:textId="7198CAD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1F59B" w14:textId="6AD0D6A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</w:tr>
      <w:tr w:rsidR="00F77599" w:rsidRPr="003E2BAC" w14:paraId="1D1F4E3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B215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0289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424,77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606C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160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B6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EA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B4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EFA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64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A6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F7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BE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D08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17EE" w14:textId="74A78B6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EFA3" w14:textId="52CF726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0287" w14:textId="76066D4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5,58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C55E" w14:textId="1B61132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C7632" w14:textId="1311BEE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</w:tr>
      <w:tr w:rsidR="00F77599" w:rsidRPr="003E2BAC" w14:paraId="55D70C8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080C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0D10B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429,14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A316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29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C9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160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98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ADD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14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4A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AF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A38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FCA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59E4" w14:textId="4C2EFAF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24EB" w14:textId="64D92FD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21D7" w14:textId="7058975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001C" w14:textId="1FFC437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F0532" w14:textId="78CB77B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</w:tr>
      <w:tr w:rsidR="00F77599" w:rsidRPr="003E2BAC" w14:paraId="5E3B1A2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088E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434D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429,76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F5C3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7F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61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DA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A9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EB1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2F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87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89B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51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EFB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01809" w14:textId="79E5B92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DC33" w14:textId="1CC9F62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5C95" w14:textId="15438B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819D" w14:textId="2519C80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F5ACC" w14:textId="6576662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</w:tr>
      <w:tr w:rsidR="00F77599" w:rsidRPr="003E2BAC" w14:paraId="51CF4A9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662B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A15F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434,76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CFAF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9F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CE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B1D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2C4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6DA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80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81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0D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C9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179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2A4C" w14:textId="4300A09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72DD" w14:textId="08D60E2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462D" w14:textId="4867C83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078A" w14:textId="51168F2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2EEC7" w14:textId="6829421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</w:tr>
      <w:tr w:rsidR="00F77599" w:rsidRPr="003E2BAC" w14:paraId="701F10D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6D7E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91B0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439,80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290D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75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17F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93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BFA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253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65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1C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08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5D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8C6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8B8A" w14:textId="44169C4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E674" w14:textId="78BDCDD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C843" w14:textId="6BF9224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56D4" w14:textId="1560F3D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EEE76" w14:textId="28F124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F77599" w:rsidRPr="003E2BAC" w14:paraId="7329580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D5D8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D423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439,81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61B8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44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7F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07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24A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263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112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03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E4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A8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432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D7EF" w14:textId="7226A3C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A8BE" w14:textId="05289E0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4E59" w14:textId="0598091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978D" w14:textId="354EF3B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FF9A8" w14:textId="4EEEFCF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F77599" w:rsidRPr="003E2BAC" w14:paraId="341EB42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23E9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C1BA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439,84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121E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06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79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87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46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7C0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6D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95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02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A5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2F2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8FFC" w14:textId="4A6A108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B673" w14:textId="29789C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3604" w14:textId="422737B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01EF" w14:textId="51C8622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4F66E" w14:textId="648C47E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F77599" w:rsidRPr="003E2BAC" w14:paraId="12BFB4C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F2F0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0123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444,72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B377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0C8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44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E8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90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4D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D6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5E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ED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B2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C8AB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798E" w14:textId="130B611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05CA" w14:textId="7D7921D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01FA" w14:textId="328153E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CDBA" w14:textId="0EB67CC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246B7" w14:textId="290DB3D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</w:tr>
      <w:tr w:rsidR="00F77599" w:rsidRPr="003E2BAC" w14:paraId="219C859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86BE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4E26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444,79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2BB2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8F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AE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C5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D53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FBE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DB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2C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241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86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8A5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5DBE" w14:textId="75EC656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322FB" w14:textId="0E066F9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D2D2" w14:textId="67FA796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A1BF" w14:textId="7472006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705F7" w14:textId="314FF5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</w:tr>
      <w:tr w:rsidR="00F77599" w:rsidRPr="003E2BAC" w14:paraId="68FFCB9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BD8F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3525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449,09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E555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63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D4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20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10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2BA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59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4C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44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B6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28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DCF6" w14:textId="5D594BC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A0E3" w14:textId="710A227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DDEF" w14:textId="16AC350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FFE0" w14:textId="6A80061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11D5A" w14:textId="1CC15D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</w:tr>
      <w:tr w:rsidR="00F77599" w:rsidRPr="003E2BAC" w14:paraId="47F9BD4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32BE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D02D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449,79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6F4B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A24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2FD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83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1D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F0B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C6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D9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96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37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25A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58AD" w14:textId="5BE1D22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CBE1" w14:textId="6433FBF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20D8" w14:textId="188E03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01D1" w14:textId="743E3E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398CD" w14:textId="5465572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</w:tr>
      <w:tr w:rsidR="00F77599" w:rsidRPr="003E2BAC" w14:paraId="24C7477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DF07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257C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454,84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2E2B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47C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87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2F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ED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24F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A3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B6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B3B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E82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AC4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6998" w14:textId="6178B7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E4C7" w14:textId="48FA5E9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8A2D" w14:textId="73343EB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98B2" w14:textId="2503F3B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4AEEB" w14:textId="4410C7B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</w:tr>
      <w:tr w:rsidR="00F77599" w:rsidRPr="003E2BAC" w14:paraId="43B245D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0C53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FB91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459,86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1AC0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B1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52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28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41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2EB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1E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3EB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32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760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1B9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2D83" w14:textId="272E88B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F0FB" w14:textId="1CC9CE3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805B" w14:textId="7AF4277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2595" w14:textId="62E9C1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EAF27" w14:textId="268A9A0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</w:tr>
      <w:tr w:rsidR="00F77599" w:rsidRPr="003E2BAC" w14:paraId="7DE8F17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2DCD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43C2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464,86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7F96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B4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42F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A7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E2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1BA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00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D11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E4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A1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B4F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053D" w14:textId="7847820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9959" w14:textId="206C55C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E145" w14:textId="4067BFF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EEA2A" w14:textId="2941F34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9F56C" w14:textId="4F70634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</w:tr>
      <w:tr w:rsidR="00F77599" w:rsidRPr="003E2BAC" w14:paraId="17980E9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8576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32D0C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469,87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8143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EF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8D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40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AC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E77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A6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E4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CF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306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D48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7C82" w14:textId="2F747F1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82EF" w14:textId="4E0CF77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1E079" w14:textId="0D5D6A3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26AC" w14:textId="333DF41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16E7A" w14:textId="768B3CE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</w:tr>
      <w:tr w:rsidR="00F77599" w:rsidRPr="003E2BAC" w14:paraId="1945709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73BF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77D8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474,87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A8A2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CD7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FA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A0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59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2A8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73B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9D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23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1E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EBE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AED9" w14:textId="4BC7329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AAEAD" w14:textId="18ADAFE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CF6F" w14:textId="0FD776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18BB9" w14:textId="3AF61D0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A0D19" w14:textId="1056738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</w:tr>
      <w:tr w:rsidR="00F77599" w:rsidRPr="003E2BAC" w14:paraId="2E0C1BD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FC47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5048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479,91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F858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3A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01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C7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FF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F4C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F7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7C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1B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21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DCD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6728" w14:textId="6EEA9C9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5BA6" w14:textId="1AD2801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BB48" w14:textId="69DC85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6,27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9A09" w14:textId="0006946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C4627" w14:textId="693E864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</w:tr>
      <w:tr w:rsidR="00F77599" w:rsidRPr="003E2BAC" w14:paraId="34A6383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93C5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142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11FE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484,91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5FE0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21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6C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9F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01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8A1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42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1C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70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294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DE2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7655" w14:textId="329522B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86DA" w14:textId="4A1B712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2938" w14:textId="5761BB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D22E2" w14:textId="40E3D55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01443" w14:textId="646D899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</w:tr>
      <w:tr w:rsidR="00F77599" w:rsidRPr="003E2BAC" w14:paraId="46540C1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C762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2293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489,91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84FF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A7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DD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F5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38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6F2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30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D7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A5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1C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4F0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2ACF" w14:textId="48D7019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120D" w14:textId="48CFB19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B682C" w14:textId="5BD4865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2598" w14:textId="1DBEA3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7083E" w14:textId="6DC5C2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</w:tr>
      <w:tr w:rsidR="00F77599" w:rsidRPr="003E2BAC" w14:paraId="70CC50F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5F9D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3C43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494,96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EFE0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74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A7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CC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30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66B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64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1F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D8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30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872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4367" w14:textId="5974197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AEF1" w14:textId="344649C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3C61" w14:textId="488D37F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0D36" w14:textId="7A7C2F0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F9E64" w14:textId="77A31F0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</w:tr>
      <w:tr w:rsidR="00F77599" w:rsidRPr="003E2BAC" w14:paraId="4CE16EA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4C2B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2A67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499,79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C562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55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0C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9D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32D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9DC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DC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23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FA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12C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DC2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762B" w14:textId="0B8DA1A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4568" w14:textId="48556CA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954D" w14:textId="6EA6F0A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81BE" w14:textId="26DDB3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4168A" w14:textId="2345568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</w:tr>
      <w:tr w:rsidR="00F77599" w:rsidRPr="003E2BAC" w14:paraId="6040879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5F7B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0BEE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499,97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C4F2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9F9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64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9D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9D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C78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8F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1B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17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EC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7A0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722D" w14:textId="4BFC402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EB69" w14:textId="4296482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E46C" w14:textId="24AD727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F5CD" w14:textId="0696F60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188F8" w14:textId="26CDB3A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</w:tr>
      <w:tr w:rsidR="00F77599" w:rsidRPr="003E2BAC" w14:paraId="7BCDA78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9E31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E860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504,97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BEAA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04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D5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BB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09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E89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AB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B8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B01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38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D68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D9E3" w14:textId="0B6081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A37F" w14:textId="3BC4D0B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044D" w14:textId="62494A8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A42F" w14:textId="4B1034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D9158" w14:textId="2B3E75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</w:tr>
      <w:tr w:rsidR="00F77599" w:rsidRPr="003E2BAC" w14:paraId="63E6649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A08F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A486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509,99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D65C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50B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45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75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67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474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6E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21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D2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4BB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68B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8135" w14:textId="3272433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C0BE" w14:textId="0D639B4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27D8" w14:textId="31D0D15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55D3" w14:textId="2ED28CB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D36A6" w14:textId="3EECC0C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</w:tr>
      <w:tr w:rsidR="00F77599" w:rsidRPr="003E2BAC" w14:paraId="5E980BC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AD7F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06BC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515,00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84DD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CF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C1D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4D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F4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16E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ED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48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3A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EB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4FFA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FFA89" w14:textId="627541A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504F" w14:textId="7D3CB92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7F7" w14:textId="0413E0A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C6A39" w14:textId="34E1D60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3EF16" w14:textId="131297A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</w:tr>
      <w:tr w:rsidR="00F77599" w:rsidRPr="003E2BAC" w14:paraId="3E184F7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0914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5DD3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520,00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85C3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FFF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DD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4C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37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E15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60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17F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E6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EE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788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C17A" w14:textId="118FFE5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0F82" w14:textId="5827493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ABD1" w14:textId="44E574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5,50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D569B" w14:textId="0EF2601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03E72" w14:textId="27055C6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</w:tr>
      <w:tr w:rsidR="00F77599" w:rsidRPr="003E2BAC" w14:paraId="26E0833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AE51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7821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524,93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9767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2D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85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5FD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29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FA3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B3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EA5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17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88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360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1CE8" w14:textId="50940E9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5E3BF" w14:textId="6FED234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ECB5" w14:textId="7461C56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98D2" w14:textId="52E3A61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28B8D" w14:textId="43A5B56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</w:tr>
      <w:tr w:rsidR="00F77599" w:rsidRPr="003E2BAC" w14:paraId="03C3047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1639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B0AA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529,83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7A56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08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98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86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89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A8B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E07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F6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E8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C52F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788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3429" w14:textId="4DA0C57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C48A" w14:textId="3FB0781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AC16" w14:textId="3F6B14A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C8C" w14:textId="6123A56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1478E" w14:textId="610D9F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</w:tr>
      <w:tr w:rsidR="00F77599" w:rsidRPr="003E2BAC" w14:paraId="2BB5C6A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8F99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0A6E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534,78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3892F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FB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7A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AA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C8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8DA0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BE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1A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3A9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86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0EE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A868" w14:textId="181D725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6017" w14:textId="66B602B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490B" w14:textId="5BDAC2D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FA0B" w14:textId="0B0C7D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96A09" w14:textId="3CACEAC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</w:tr>
      <w:tr w:rsidR="00F77599" w:rsidRPr="003E2BAC" w14:paraId="2C9E9D8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9266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7636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539,69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0CF4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2A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CC1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6C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94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D9A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4EA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99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5E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C82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7DD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4AF2" w14:textId="10A89BB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C828" w14:textId="349C5EF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80C0" w14:textId="2395CD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ED89" w14:textId="4EFC7DB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28BEC" w14:textId="13F017E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</w:tr>
      <w:tr w:rsidR="00F77599" w:rsidRPr="003E2BAC" w14:paraId="185B82C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0EE2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0B45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544,50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8200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84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A4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99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E8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ECE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FB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96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57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77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92F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488C0" w14:textId="74674E9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03B2" w14:textId="04F8DC4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8442" w14:textId="52DC062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5,55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7B1D" w14:textId="4072A61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B0F02" w14:textId="10179C9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</w:tr>
      <w:tr w:rsidR="00F77599" w:rsidRPr="003E2BAC" w14:paraId="34D7476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B548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B16DF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544,59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D445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44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E28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A8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2C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0CE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98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18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91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00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ED6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0639" w14:textId="23573C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910B" w14:textId="541B9AD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591E" w14:textId="1D40675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5,55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B323" w14:textId="034F61A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DF405" w14:textId="2BF0006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</w:tr>
      <w:tr w:rsidR="00F77599" w:rsidRPr="003E2BAC" w14:paraId="65F1BA1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DAD6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72C3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549,51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C56A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99A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63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21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E4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2FC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05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1F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C9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5A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EEE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5D4F" w14:textId="0339D91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8DFE" w14:textId="080C4F1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3180" w14:textId="21568CE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C861" w14:textId="6B7911B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8F2A7" w14:textId="624A4A1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</w:tr>
      <w:tr w:rsidR="00F77599" w:rsidRPr="003E2BAC" w14:paraId="6E61F76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7D2B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EFF0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554,44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F923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B3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AA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0D1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F9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23A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7A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9B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4D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10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BA2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275D" w14:textId="3339180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F094" w14:textId="610CCD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36C8" w14:textId="35C4FED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6867" w14:textId="32FCD00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917C6" w14:textId="6BB21A1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</w:tr>
      <w:tr w:rsidR="00F77599" w:rsidRPr="003E2BAC" w14:paraId="3901467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5CD0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6AB63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559,36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1624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A23F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A5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BA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67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36F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04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4E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AD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622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64B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7549" w14:textId="7FF72E9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4AB0" w14:textId="0D5F193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FB41" w14:textId="46AB3AC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EB19" w14:textId="6C5F7CA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CC292" w14:textId="4FAD43B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</w:tr>
      <w:tr w:rsidR="00F77599" w:rsidRPr="003E2BAC" w14:paraId="726AC35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F9EF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5362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564,28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03AB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C0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CC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E4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36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F28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B8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F1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5D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0F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5A3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F59A" w14:textId="7280DE2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B46A" w14:textId="75B12E9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2B70" w14:textId="44598D1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D34DE" w14:textId="2E6C851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1DF92" w14:textId="259F508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</w:tr>
      <w:tr w:rsidR="00F77599" w:rsidRPr="003E2BAC" w14:paraId="6808813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D508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C5F1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569,20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D377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AE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1E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B9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CC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B4D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07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95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87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C0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414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365B" w14:textId="12CA087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19A0" w14:textId="6BF5404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DD6D" w14:textId="0F5933D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6,21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7151" w14:textId="394647E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41EA6" w14:textId="43DFA4A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</w:tr>
      <w:tr w:rsidR="00F77599" w:rsidRPr="003E2BAC" w14:paraId="6E2C1AA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5152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D7C61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574,10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D6E0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7C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72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BC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C2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4F94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7E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CB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91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97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080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7FA6" w14:textId="025D1DC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D4D4" w14:textId="05C86E4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E9477" w14:textId="01A2642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9610" w14:textId="53D9444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3AEF7" w14:textId="44651FE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1,99</w:t>
            </w:r>
          </w:p>
        </w:tc>
      </w:tr>
      <w:tr w:rsidR="00F77599" w:rsidRPr="003E2BAC" w14:paraId="4DF5055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08AD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F200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579,00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FE50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5C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6F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B7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45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92A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6A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8F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3EA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1EC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BAD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9CF2" w14:textId="5A2DB06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C209" w14:textId="687979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B01C" w14:textId="70A840E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6,80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D7AB" w14:textId="6166A34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CAF7C" w14:textId="5207EFE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</w:tr>
      <w:tr w:rsidR="00F77599" w:rsidRPr="003E2BAC" w14:paraId="61EAA95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DA6D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9BA6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583,90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3F06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E0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6D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2E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74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4C6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C6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88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DE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69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A06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BB9B" w14:textId="080829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0FAA" w14:textId="2ABD1D5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A4E1" w14:textId="0E9FB2E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2774" w14:textId="2DE9085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C4D34" w14:textId="69AC729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2,20</w:t>
            </w:r>
          </w:p>
        </w:tc>
      </w:tr>
      <w:tr w:rsidR="00F77599" w:rsidRPr="003E2BAC" w14:paraId="1496E8F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6F6C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A490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588,87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51F7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CE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ED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D2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C2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16E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51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DF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C6E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53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457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6C85" w14:textId="05901E4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15C3" w14:textId="058BC7B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C5D0" w14:textId="4A8B9D0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8CAA" w14:textId="3918FF3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80FE8" w14:textId="1563753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</w:tr>
      <w:tr w:rsidR="00F77599" w:rsidRPr="003E2BAC" w14:paraId="040415A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73E9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C82B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593,77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45DC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B4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E6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E1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CE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13A1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E0A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E68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90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8FA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7ED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4CDB" w14:textId="7A99C5C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F582F" w14:textId="2A1DCC0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C8C2" w14:textId="64EE837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9177" w14:textId="03E344C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97E04" w14:textId="3E829FD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2,46</w:t>
            </w:r>
          </w:p>
        </w:tc>
      </w:tr>
      <w:tr w:rsidR="00F77599" w:rsidRPr="003E2BAC" w14:paraId="5AC2A72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BE81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7A1A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593,77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62ED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59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AD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C77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E4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E00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84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09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4B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C4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778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33E3" w14:textId="5BFA8FF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744B" w14:textId="6253CC1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71924" w14:textId="03B6E58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6740" w14:textId="7EA1097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1CEAC" w14:textId="64B7D8C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2,46</w:t>
            </w:r>
          </w:p>
        </w:tc>
      </w:tr>
      <w:tr w:rsidR="00F77599" w:rsidRPr="003E2BAC" w14:paraId="07430CF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944B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244B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598,68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7611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E2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65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B8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A8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164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3C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82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AA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6E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71F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21A3" w14:textId="1FE8EAC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2722" w14:textId="00E2FE5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10AE" w14:textId="0B8DF8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B389" w14:textId="69C3CD0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6,04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35DD2" w14:textId="36E3AF2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2,59</w:t>
            </w:r>
          </w:p>
        </w:tc>
      </w:tr>
      <w:tr w:rsidR="00F77599" w:rsidRPr="003E2BAC" w14:paraId="742A6F2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554B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2F09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603,58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8A54E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8BA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E9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A1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EB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604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15C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72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29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66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4AF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B26E" w14:textId="60ACAA3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1109" w14:textId="669BF93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4F79" w14:textId="6B8EBB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C08E" w14:textId="63562DE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6,26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3DB22" w14:textId="29D736B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2,72</w:t>
            </w:r>
          </w:p>
        </w:tc>
      </w:tr>
      <w:tr w:rsidR="00F77599" w:rsidRPr="003E2BAC" w14:paraId="0E3A629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F645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DA79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608,55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7E68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E28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DF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48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5C7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D17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87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29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D1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D4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40D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BD34" w14:textId="7452F06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47E3" w14:textId="2A447B7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9AB1" w14:textId="28A8C3C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603A" w14:textId="4EBDF61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36870" w14:textId="0B2B2A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2,92</w:t>
            </w:r>
          </w:p>
        </w:tc>
      </w:tr>
      <w:tr w:rsidR="00F77599" w:rsidRPr="003E2BAC" w14:paraId="3D1DC77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E4DC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171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E903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613,44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3692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4A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6D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DF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DD1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7C7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76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5D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D8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1D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87A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C754D" w14:textId="4B7D09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C87D" w14:textId="01A495A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21F" w14:textId="758C07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8086" w14:textId="50B3AF4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43F50" w14:textId="12A8F1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3,14</w:t>
            </w:r>
          </w:p>
        </w:tc>
      </w:tr>
      <w:tr w:rsidR="00F77599" w:rsidRPr="003E2BAC" w14:paraId="1A60ADB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79ED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8CEC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618,34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5809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4B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E1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25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49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8C7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81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CE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A9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B4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08E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57ACF" w14:textId="007CFC3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2FFD" w14:textId="2EFD3E4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E01F" w14:textId="2703A21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A542" w14:textId="64DF26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89DF6" w14:textId="02B880E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3,34</w:t>
            </w:r>
          </w:p>
        </w:tc>
      </w:tr>
      <w:tr w:rsidR="00F77599" w:rsidRPr="003E2BAC" w14:paraId="4B7DAFC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F482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4D6C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623,24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4802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C0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44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77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74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BA5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5D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8F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04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11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2A4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545C" w14:textId="54F2037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4D79" w14:textId="0A2E9B4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D0521" w14:textId="5BFF9C9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AB97" w14:textId="6ED0964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58935" w14:textId="43DFC38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3,49</w:t>
            </w:r>
          </w:p>
        </w:tc>
      </w:tr>
      <w:tr w:rsidR="00F77599" w:rsidRPr="003E2BAC" w14:paraId="067B152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CDA3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131F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623,25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A125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17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17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0B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F2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E89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9B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B6B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0B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2B8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CC2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8C09" w14:textId="5687D4A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0823" w14:textId="0F377B7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22E0" w14:textId="3E7A09D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9E19" w14:textId="12CF9D6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F2429" w14:textId="384057A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3,49</w:t>
            </w:r>
          </w:p>
        </w:tc>
      </w:tr>
      <w:tr w:rsidR="00F77599" w:rsidRPr="003E2BAC" w14:paraId="70A5727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E683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5C4A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628,21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B57F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29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BA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A1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58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8E6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A9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8E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E6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4E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840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1C1E" w14:textId="2F150B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7BE5" w14:textId="197B60F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E798" w14:textId="2806835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7F2D" w14:textId="69190E4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D835E" w14:textId="16158C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3,75</w:t>
            </w:r>
          </w:p>
        </w:tc>
      </w:tr>
      <w:tr w:rsidR="00F77599" w:rsidRPr="003E2BAC" w14:paraId="3144DB3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24CD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D9FC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633,11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B7AE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0CB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E1C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FC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A8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D7D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673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CE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641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76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717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ACD1" w14:textId="09208B4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8C0A" w14:textId="76288B4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4BBB" w14:textId="5C5B9A6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EE38" w14:textId="165D00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CB768" w14:textId="7240F41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4,03</w:t>
            </w:r>
          </w:p>
        </w:tc>
      </w:tr>
      <w:tr w:rsidR="00F77599" w:rsidRPr="003E2BAC" w14:paraId="57FF62C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9982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1FF1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638,01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767E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85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17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81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57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E90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C2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D3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A9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9B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53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8645" w14:textId="4499470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FF1F" w14:textId="623FAE9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4457" w14:textId="57853C4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EB604" w14:textId="3138C57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98D53" w14:textId="1FCDCDE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4,25</w:t>
            </w:r>
          </w:p>
        </w:tc>
      </w:tr>
      <w:tr w:rsidR="00F77599" w:rsidRPr="003E2BAC" w14:paraId="0D8D1CC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7D138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640F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642,94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AC83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91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CA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D7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28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DB8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94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91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C7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4E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9AD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CE48" w14:textId="79F1AB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5BFD" w14:textId="77138DA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C11C" w14:textId="26DD429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06E0" w14:textId="7AD5A10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8,97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278B2" w14:textId="2197916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4,46</w:t>
            </w:r>
          </w:p>
        </w:tc>
      </w:tr>
      <w:tr w:rsidR="00F77599" w:rsidRPr="003E2BAC" w14:paraId="22E803E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95EF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1239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647,87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3B67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83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BF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2FB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A2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4AC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F3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39B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F7C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2A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FE8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A2C3" w14:textId="1E96F8C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DE4B" w14:textId="2671C51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B9B7" w14:textId="5EE7C4A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6C7B" w14:textId="6949FE9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9A412" w14:textId="66C545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4,79</w:t>
            </w:r>
          </w:p>
        </w:tc>
      </w:tr>
      <w:tr w:rsidR="00F77599" w:rsidRPr="003E2BAC" w14:paraId="1C628BF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EAAC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D767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652,77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AD98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14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DA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C7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2C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F56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33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B58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36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EA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570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3D5E" w14:textId="0665691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1000" w14:textId="2555B11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831A" w14:textId="002B4E9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551A4" w14:textId="0AAE2C7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9,22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9C835" w14:textId="406DA36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5,07</w:t>
            </w:r>
          </w:p>
        </w:tc>
      </w:tr>
      <w:tr w:rsidR="00F77599" w:rsidRPr="003E2BAC" w14:paraId="14033BF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A086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55D6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657,67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0AA8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8C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BE8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49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31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260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9DF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9F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1D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68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B99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CD02" w14:textId="4CF8262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A841" w14:textId="1238E53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C06D" w14:textId="474886E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BDFC" w14:textId="61B21F9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9,34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342B6" w14:textId="157BFDF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5,37</w:t>
            </w:r>
          </w:p>
        </w:tc>
      </w:tr>
      <w:tr w:rsidR="00F77599" w:rsidRPr="003E2BAC" w14:paraId="1D805D4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20A3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1B79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662,64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0FCB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54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67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AA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54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104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DE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8E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D2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81F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B1E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D239" w14:textId="7AB840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CF84" w14:textId="00B3EC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C9B3" w14:textId="25C23C4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D48F" w14:textId="5506503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D4798" w14:textId="5159D0D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5,68</w:t>
            </w:r>
          </w:p>
        </w:tc>
      </w:tr>
      <w:tr w:rsidR="00F77599" w:rsidRPr="003E2BAC" w14:paraId="1452839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8806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71FB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662,65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BE57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D44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B86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A7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6D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E2C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551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E1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59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7E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97B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9E21" w14:textId="1065BF4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568B" w14:textId="0F8BF7A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E451" w14:textId="665D8A3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DEC0" w14:textId="5D63AC8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A5818" w14:textId="3C01D3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5,68</w:t>
            </w:r>
          </w:p>
        </w:tc>
      </w:tr>
      <w:tr w:rsidR="00F77599" w:rsidRPr="003E2BAC" w14:paraId="4A09936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8ED6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C7D1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667,54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BD16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23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C1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96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68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2ED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F1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A9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D7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07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117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CC40" w14:textId="1DD63A9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B375" w14:textId="247D80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3AD1" w14:textId="23369B8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16F4" w14:textId="271EA49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A5CDF" w14:textId="559870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6,05</w:t>
            </w:r>
          </w:p>
        </w:tc>
      </w:tr>
      <w:tr w:rsidR="00F77599" w:rsidRPr="003E2BAC" w14:paraId="63321FC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68BF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8ECB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672,43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0EE0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C6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410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70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E7E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827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18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88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2B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D9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550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95C6" w14:textId="42A9978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7851" w14:textId="0A78CE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756C" w14:textId="57E9026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7A56" w14:textId="1987222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9,96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27BC" w14:textId="0FAC88C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6,51</w:t>
            </w:r>
          </w:p>
        </w:tc>
      </w:tr>
      <w:tr w:rsidR="00F77599" w:rsidRPr="003E2BAC" w14:paraId="0ACB3F8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F8FB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ED101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677,39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3BDA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053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841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20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4C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BF2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CC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01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A4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43C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5F6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79C2" w14:textId="515E53A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F65F" w14:textId="6348DB3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6DC1" w14:textId="637F8D7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7DC0" w14:textId="1D38009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6F328" w14:textId="2F931BD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6,96</w:t>
            </w:r>
          </w:p>
        </w:tc>
      </w:tr>
      <w:tr w:rsidR="00F77599" w:rsidRPr="003E2BAC" w14:paraId="3D15042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5079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59C4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682,30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D677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0D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E2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74A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D9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5BE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B6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7D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FE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62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AA4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2925" w14:textId="4CCC21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493B" w14:textId="76AAB3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3FA3" w14:textId="38E6487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3CF1" w14:textId="136C6F5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48C3E" w14:textId="4BA6262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7,39</w:t>
            </w:r>
          </w:p>
        </w:tc>
      </w:tr>
      <w:tr w:rsidR="00F77599" w:rsidRPr="003E2BAC" w14:paraId="16A7096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4E66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B863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686,33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CF29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DC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7A2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CE5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32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397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CD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87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86C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57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DC7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4458" w14:textId="16B6124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8B03" w14:textId="191895F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978D" w14:textId="61EFC2A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F588" w14:textId="6D1810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03F3E" w14:textId="65725BC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7,81</w:t>
            </w:r>
          </w:p>
        </w:tc>
      </w:tr>
      <w:tr w:rsidR="00F77599" w:rsidRPr="003E2BAC" w14:paraId="17B1134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1FE8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3928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687,21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E47D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73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20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94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B7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E1A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CC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772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4A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1D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6C9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2A9B" w14:textId="2DD5274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5F6F" w14:textId="45D7294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3171" w14:textId="2A40B35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894D" w14:textId="3D8EAEC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3333A" w14:textId="7AF0EE2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7,90</w:t>
            </w:r>
          </w:p>
        </w:tc>
      </w:tr>
      <w:tr w:rsidR="00F77599" w:rsidRPr="003E2BAC" w14:paraId="270FBC5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3CA6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DF13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692,11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0940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B1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C3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EA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8C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30B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6C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3E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0B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2F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753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5B15" w14:textId="448E7B5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119E" w14:textId="30EE8E2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9DD6" w14:textId="3D7F722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E07F" w14:textId="0B23D9E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A6C75" w14:textId="47890BB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8,41</w:t>
            </w:r>
          </w:p>
        </w:tc>
      </w:tr>
      <w:tr w:rsidR="00F77599" w:rsidRPr="003E2BAC" w14:paraId="7E154D9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B833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AC4C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692,20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F564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80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B7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53C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83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6A8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63E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B7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16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28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105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51C8" w14:textId="2E4DD55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2BA3" w14:textId="5C540D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FF14" w14:textId="0452948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8D91" w14:textId="1062EF5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7AB59" w14:textId="03D98A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8,42</w:t>
            </w:r>
          </w:p>
        </w:tc>
      </w:tr>
      <w:tr w:rsidR="00F77599" w:rsidRPr="003E2BAC" w14:paraId="22B79F9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4EBF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1082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697,12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7673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64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63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778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BD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CE5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BB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AD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23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822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DF1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C952" w14:textId="642612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4ED7" w14:textId="361D14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7848" w14:textId="036E9A2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2464" w14:textId="65DDF56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D000C" w14:textId="67FB8D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8,91</w:t>
            </w:r>
          </w:p>
        </w:tc>
      </w:tr>
      <w:tr w:rsidR="00F77599" w:rsidRPr="003E2BAC" w14:paraId="375B7CCC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72CF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924B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702,04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68C0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5A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B0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F5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F2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797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19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5D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B3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8C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D6C4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04AF" w14:textId="624B23F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65D9" w14:textId="068F9F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6F91D" w14:textId="33511CB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D216" w14:textId="1EC28B3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11,53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B55E9" w14:textId="7859D3E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9,53</w:t>
            </w:r>
          </w:p>
        </w:tc>
      </w:tr>
      <w:tr w:rsidR="00F77599" w:rsidRPr="003E2BAC" w14:paraId="20B1B78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CF7D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1F6C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707,02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9638E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7B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E2E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C7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28B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FE2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4E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9D4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A3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51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C40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3B7F" w14:textId="636019A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4E48" w14:textId="2BA5B12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DD26" w14:textId="706A793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CF1A" w14:textId="2633C09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11,73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DD92F" w14:textId="38617EE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10,04</w:t>
            </w:r>
          </w:p>
        </w:tc>
      </w:tr>
      <w:tr w:rsidR="00F77599" w:rsidRPr="003E2BAC" w14:paraId="0F7206B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DA1B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6A0B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711,95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38A6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50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8D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4B2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06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B67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7C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697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AF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94C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2F4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A2DE" w14:textId="5D5E32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0408" w14:textId="2FAC38B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512A" w14:textId="76F5689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A32D" w14:textId="4D57270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5FD45" w14:textId="325AE87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10,66</w:t>
            </w:r>
          </w:p>
        </w:tc>
      </w:tr>
      <w:tr w:rsidR="00F77599" w:rsidRPr="003E2BAC" w14:paraId="15E15E8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78CC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3948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716,81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8CC9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06EA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68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E8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3B8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7D6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AE1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FD0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7E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D0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2A8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E945" w14:textId="6CA7B21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EB1C" w14:textId="4998B4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725A" w14:textId="18A4269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D717" w14:textId="0E6FB19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35283" w14:textId="40A3D8B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11,03</w:t>
            </w:r>
          </w:p>
        </w:tc>
      </w:tr>
      <w:tr w:rsidR="00F77599" w:rsidRPr="003E2BAC" w14:paraId="76155EC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F453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3297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716,87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E54E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CB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FB8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25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C9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F74F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670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6A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88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CDA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F14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DD95" w14:textId="608EFC7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6403" w14:textId="4487C5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9A7D" w14:textId="383ADB8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6742" w14:textId="6C5E020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10B25" w14:textId="645A21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11,03</w:t>
            </w:r>
          </w:p>
        </w:tc>
      </w:tr>
      <w:tr w:rsidR="00F77599" w:rsidRPr="003E2BAC" w14:paraId="7C14F1D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E319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4D3F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721,82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8872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25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1E7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3F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FC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71E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21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EF5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96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CC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BFD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501B" w14:textId="2BCFE5C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138C" w14:textId="2AD9D44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9F87" w14:textId="26D1C32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C453" w14:textId="211486C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D8C87" w14:textId="4306B3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11,69</w:t>
            </w:r>
          </w:p>
        </w:tc>
      </w:tr>
      <w:tr w:rsidR="00F77599" w:rsidRPr="003E2BAC" w14:paraId="61C8202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8F3E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4DE8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726,78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EF72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3F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464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7B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C3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15D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8F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CB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91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721B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5D9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6EC7" w14:textId="7322EDD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86DC" w14:textId="5D1CF30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7319" w14:textId="7837885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635E" w14:textId="38D9EFA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CEC75" w14:textId="1F7C590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12,34</w:t>
            </w:r>
          </w:p>
        </w:tc>
      </w:tr>
      <w:tr w:rsidR="00F77599" w:rsidRPr="003E2BAC" w14:paraId="29A4225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85E48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9D45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731,71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7A18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AD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F2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82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08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DA4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91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7CF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47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F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E72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8512" w14:textId="40B8CA1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E121" w14:textId="2DABB6F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5D72" w14:textId="454808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A991" w14:textId="221E33A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B00A3" w14:textId="2D5F439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12,94</w:t>
            </w:r>
          </w:p>
        </w:tc>
      </w:tr>
      <w:tr w:rsidR="00F77599" w:rsidRPr="003E2BAC" w14:paraId="22BFB6A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C635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F115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736,64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D083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B4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23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D3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73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644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A52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C7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E95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85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81E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FABF" w14:textId="0FB635E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155B7" w14:textId="5F399D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2FA2" w14:textId="6904C9E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581A" w14:textId="25A4C78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2E032" w14:textId="368ED97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13,77</w:t>
            </w:r>
          </w:p>
        </w:tc>
      </w:tr>
      <w:tr w:rsidR="00F77599" w:rsidRPr="003E2BAC" w14:paraId="59EB8B4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CF12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0050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741,62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21F7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2C9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55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4D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6B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F2C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64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74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636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8F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314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3AC3" w14:textId="130B51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1937" w14:textId="61BA3EC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2CAC" w14:textId="73BE0B8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8638" w14:textId="1ECBB21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BF3F9" w14:textId="4F4F541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14,67</w:t>
            </w:r>
          </w:p>
        </w:tc>
      </w:tr>
      <w:tr w:rsidR="00F77599" w:rsidRPr="003E2BAC" w14:paraId="68DD5AA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4BB5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7B25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746,55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5E88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4E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590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0E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24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B01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7D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7E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88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DB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249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6D6F" w14:textId="77C7121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22DF" w14:textId="774245C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C669" w14:textId="5EDEFBF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9EA9" w14:textId="303717A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97E42" w14:textId="21BE4D4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15,54</w:t>
            </w:r>
          </w:p>
        </w:tc>
      </w:tr>
      <w:tr w:rsidR="00F77599" w:rsidRPr="003E2BAC" w14:paraId="53995FB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ECA1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0043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751,46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1717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25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FD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A2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BA5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333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28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481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00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1B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E74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27B6" w14:textId="53C31DA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2F28" w14:textId="2323B8E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FAA8" w14:textId="1A3383A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D2E0" w14:textId="4098564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CBF07" w14:textId="26F607E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15,60</w:t>
            </w:r>
          </w:p>
        </w:tc>
      </w:tr>
      <w:tr w:rsidR="00F77599" w:rsidRPr="003E2BAC" w14:paraId="624A783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F99F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74A8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756,44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6200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A9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96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C3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7B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1C7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44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D2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16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68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B57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6F91" w14:textId="59545B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CBA5" w14:textId="7809E40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34BC" w14:textId="3A05084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E831" w14:textId="574EB7B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13,56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455C0" w14:textId="5707841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15,88</w:t>
            </w:r>
          </w:p>
        </w:tc>
      </w:tr>
      <w:tr w:rsidR="00F77599" w:rsidRPr="003E2BAC" w14:paraId="7F43684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F201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1DAAA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761,37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299F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D1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9F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35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6B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C55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4F1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1B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20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E1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533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D76B" w14:textId="2E485E1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0F51" w14:textId="2F12AE1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828C" w14:textId="40F469D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D12E4" w14:textId="6F5463B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13,58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AB374" w14:textId="697392B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15,84</w:t>
            </w:r>
          </w:p>
        </w:tc>
      </w:tr>
      <w:tr w:rsidR="00F77599" w:rsidRPr="003E2BAC" w14:paraId="6235B38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04E8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5950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766,28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6FF1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AA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9A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69F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87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A20A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68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DC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48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32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3AB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546A" w14:textId="7E335C2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53AD" w14:textId="5020730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06A3" w14:textId="4466D1F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7F8B" w14:textId="10E9EF0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7D9A7" w14:textId="71CA336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15,87</w:t>
            </w:r>
          </w:p>
        </w:tc>
      </w:tr>
      <w:tr w:rsidR="00F77599" w:rsidRPr="003E2BAC" w14:paraId="569EE80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36514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D848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766,28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6D31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EC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AA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DD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9F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A44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60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F8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3C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A0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F5C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4513" w14:textId="3CE80B3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C0BF" w14:textId="727CACA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26DE" w14:textId="609BECE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F76E" w14:textId="3B013B4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1F634" w14:textId="121795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15,87</w:t>
            </w:r>
          </w:p>
        </w:tc>
      </w:tr>
      <w:tr w:rsidR="00F77599" w:rsidRPr="003E2BAC" w14:paraId="0AFB671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393F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4B7F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771,26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6BD9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47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C5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05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A3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F93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C2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74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2B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24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D11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9962" w14:textId="37F1D10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1F7D" w14:textId="479D3D7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E4EA" w14:textId="7DF6D7B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AB10" w14:textId="695B996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13,51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47EA6" w14:textId="01C3806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16,03</w:t>
            </w:r>
          </w:p>
        </w:tc>
      </w:tr>
      <w:tr w:rsidR="00F77599" w:rsidRPr="003E2BAC" w14:paraId="63127B4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AFC8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A4537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775,75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2200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D2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78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6E8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7F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EC3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18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B8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99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45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25A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6DDA" w14:textId="5D94CD4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B1FE9" w14:textId="31FD14F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3EDB6" w14:textId="084A4AD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1E36" w14:textId="2AA205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AAED9" w14:textId="239C24D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16,13</w:t>
            </w:r>
          </w:p>
        </w:tc>
      </w:tr>
      <w:tr w:rsidR="00F77599" w:rsidRPr="003E2BAC" w14:paraId="034C576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0FE7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440A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776,18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664E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B1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4E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D8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76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317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47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AC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E5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36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FFA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D43D" w14:textId="3D91282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1063" w14:textId="135C328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72D7" w14:textId="6CB84C7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89E1" w14:textId="37B3806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D6C9C" w14:textId="5C264A7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16,13</w:t>
            </w:r>
          </w:p>
        </w:tc>
      </w:tr>
      <w:tr w:rsidR="00F77599" w:rsidRPr="003E2BAC" w14:paraId="6897732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C266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F3A8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776,74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84F7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51A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66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B9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46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48A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07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CD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7A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F4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211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4F48" w14:textId="4EF1182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3E1E" w14:textId="1C21BF8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F13F" w14:textId="0176712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CA8A" w14:textId="0E41F31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EE301" w14:textId="0F8CDC4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16,15</w:t>
            </w:r>
          </w:p>
        </w:tc>
      </w:tr>
      <w:tr w:rsidR="00F77599" w:rsidRPr="003E2BAC" w14:paraId="70277B5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299E8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B432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781,15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0644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1E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22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37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E6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AA5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E6D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F3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BE2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06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B0C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210D" w14:textId="20E2176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E0DC" w14:textId="353856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62EA" w14:textId="1F08ACA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82C0" w14:textId="4E9DB77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3CE20" w14:textId="2172D44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16,29</w:t>
            </w:r>
          </w:p>
        </w:tc>
      </w:tr>
      <w:tr w:rsidR="00F77599" w:rsidRPr="003E2BAC" w14:paraId="345EC90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B296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37848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785,00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E3FC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B4D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20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46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7AD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106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AC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11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37A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D6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60B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7C37" w14:textId="45F958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0B64" w14:textId="4F40F8E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EB1F" w14:textId="4D589F7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DE66" w14:textId="350E183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FDC99" w14:textId="278514D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16,11</w:t>
            </w:r>
          </w:p>
        </w:tc>
      </w:tr>
      <w:tr w:rsidR="00F77599" w:rsidRPr="003E2BAC" w14:paraId="4C672AD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51E2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7429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786,06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57C0F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D85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7C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BD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83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AEE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FF2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A54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BA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7B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4BE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F3E5" w14:textId="7DBC0CF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4034" w14:textId="0AB6F05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E495" w14:textId="4F27665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EBDE" w14:textId="259364A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55EEB" w14:textId="59F0FD3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16,06</w:t>
            </w:r>
          </w:p>
        </w:tc>
      </w:tr>
      <w:tr w:rsidR="00F77599" w:rsidRPr="003E2BAC" w14:paraId="3F1F939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E399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8984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787,26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A5CE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4B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9A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73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EA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FF0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38F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D3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C6C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B4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814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D5B2" w14:textId="072A1E3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FA15" w14:textId="2290108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F189" w14:textId="5B4BEBA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02FD" w14:textId="5906B2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6852B" w14:textId="2CC32C3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16,09</w:t>
            </w:r>
          </w:p>
        </w:tc>
      </w:tr>
      <w:tr w:rsidR="00F77599" w:rsidRPr="003E2BAC" w14:paraId="4CF34BE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6EFB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BEB4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791,03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1C81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3F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5F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71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58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85D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59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AC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58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9D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5AD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4EB5" w14:textId="163ACF4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36A5" w14:textId="1F74368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16F6" w14:textId="15FCA0F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85A0" w14:textId="5CF0D1C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1360B" w14:textId="5EFD0C5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16,18</w:t>
            </w:r>
          </w:p>
        </w:tc>
      </w:tr>
      <w:tr w:rsidR="00F77599" w:rsidRPr="003E2BAC" w14:paraId="3DF5191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B43D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961A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793,86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7F81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C8B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826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F7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75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4E9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0A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C07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54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2A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3D6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B46D" w14:textId="7D725A5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C45D" w14:textId="0293D0F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0CE9" w14:textId="4185915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1A6A" w14:textId="62C4E57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D3132" w14:textId="61A57B0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16,22</w:t>
            </w:r>
          </w:p>
        </w:tc>
      </w:tr>
      <w:tr w:rsidR="00F77599" w:rsidRPr="003E2BAC" w14:paraId="1937EE3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D05D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AA3930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795,95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4CEC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E7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338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BD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AD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917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6DA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90A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7AC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516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34B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0D636" w14:textId="104C9D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B96B" w14:textId="0FD034A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3BF9" w14:textId="1D3D5E2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DB445" w14:textId="3C7CE9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99BB9" w14:textId="6638DF0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16,22</w:t>
            </w:r>
          </w:p>
        </w:tc>
      </w:tr>
      <w:tr w:rsidR="00F77599" w:rsidRPr="003E2BAC" w14:paraId="0E42EF1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B9631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1AE6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798,71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0CC6A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F8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761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54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43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BC9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F0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65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A8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19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AAC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B630" w14:textId="2ACAE53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C272D" w14:textId="45DD04E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7DE17" w14:textId="616CD15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CBD4" w14:textId="2B34B1B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B7C0E" w14:textId="42479BF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16,01</w:t>
            </w:r>
          </w:p>
        </w:tc>
      </w:tr>
      <w:tr w:rsidR="00F77599" w:rsidRPr="003E2BAC" w14:paraId="45C275D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DC17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6D67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800,92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1643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466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BD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E66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6D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5CF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18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77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19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43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4B9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4CFC" w14:textId="1051372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3964" w14:textId="0016F74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5CA3" w14:textId="4A6E687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B29C" w14:textId="1C155C7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AC98A" w14:textId="1825CB0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15,82</w:t>
            </w:r>
          </w:p>
        </w:tc>
      </w:tr>
      <w:tr w:rsidR="00F77599" w:rsidRPr="003E2BAC" w14:paraId="17C9AC1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2EC6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7241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802,57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3AB5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9F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91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2C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DB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725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33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09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1B7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F4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D9D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5D3BF" w14:textId="610E378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3522" w14:textId="1A372B0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1EA9" w14:textId="0616CD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13E8" w14:textId="6109879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1954E" w14:textId="605283A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15,62</w:t>
            </w:r>
          </w:p>
        </w:tc>
      </w:tr>
      <w:tr w:rsidR="00F77599" w:rsidRPr="003E2BAC" w14:paraId="71257B8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DB2D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6C22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805,83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837D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241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9C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351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A36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D29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37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63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E7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D08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3D5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8891" w14:textId="0717817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17F1" w14:textId="140D09A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364B" w14:textId="37D9759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A87F" w14:textId="69EBBCD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DF464" w14:textId="39459DB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15,19</w:t>
            </w:r>
          </w:p>
        </w:tc>
      </w:tr>
      <w:tr w:rsidR="00F77599" w:rsidRPr="003E2BAC" w14:paraId="356EB6B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0052F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7BA9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810,81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28DA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7D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57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693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A0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C09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E44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59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9E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A8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17D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4C31" w14:textId="1EA8540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B98F" w14:textId="79D7B23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80E8" w14:textId="67A9119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3BF2" w14:textId="454095E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46976" w14:textId="36006CC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14,49</w:t>
            </w:r>
          </w:p>
        </w:tc>
      </w:tr>
      <w:tr w:rsidR="00F77599" w:rsidRPr="003E2BAC" w14:paraId="1772501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63BA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0633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815,72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00A0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BC6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78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471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0E4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C2B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AC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0B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0A3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80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6D0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C13D" w14:textId="2D97E6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FCCD" w14:textId="5D8D351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34CA" w14:textId="23CA3B4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0DEF" w14:textId="7854695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980E3" w14:textId="5094C23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14,12</w:t>
            </w:r>
          </w:p>
        </w:tc>
      </w:tr>
      <w:tr w:rsidR="00F77599" w:rsidRPr="003E2BAC" w14:paraId="6C7B74A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7680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2F96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820,69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BC7C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4D6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E2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00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A4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555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EE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FF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50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40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1F9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33A4" w14:textId="51BA262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E85A" w14:textId="31AF0B5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B35E" w14:textId="6BE66DD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8,72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DB7E" w14:textId="3041B8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8290C" w14:textId="021F751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13,87</w:t>
            </w:r>
          </w:p>
        </w:tc>
      </w:tr>
      <w:tr w:rsidR="00F77599" w:rsidRPr="003E2BAC" w14:paraId="6C33A6A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36BC2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DBFD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825,54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A85E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A8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EC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F9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46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8C6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F40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5A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52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43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819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297B" w14:textId="133AA2A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109B" w14:textId="72EEEA1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B146" w14:textId="09FA1E0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8F4A" w14:textId="09FA4C4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5E0F2" w14:textId="3E11C4B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13,47</w:t>
            </w:r>
          </w:p>
        </w:tc>
      </w:tr>
      <w:tr w:rsidR="00F77599" w:rsidRPr="003E2BAC" w14:paraId="786F091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8DA04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497E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825,60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8CD0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B1D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F7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0E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A0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411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A2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48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DD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9B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3C6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FBD3" w14:textId="35F1852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B5A6" w14:textId="491A0EE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A600" w14:textId="4506D7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4238" w14:textId="0AD3F9C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D0754" w14:textId="14FF0B4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13,47</w:t>
            </w:r>
          </w:p>
        </w:tc>
      </w:tr>
      <w:tr w:rsidR="00F77599" w:rsidRPr="003E2BAC" w14:paraId="43F8EFB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BBAC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229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C4C8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828,95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4871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7F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A0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0B7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C0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BA5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F00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4A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E6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4E2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D67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7F77" w14:textId="7FEA261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7BAFF" w14:textId="6B6F77D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D760B" w14:textId="008570F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60AF" w14:textId="64E3CDC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7E77F" w14:textId="151A5CB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13,31</w:t>
            </w:r>
          </w:p>
        </w:tc>
      </w:tr>
      <w:tr w:rsidR="00F77599" w:rsidRPr="003E2BAC" w14:paraId="7D2F6DE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1228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A7FC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830,58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8BEA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98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95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74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90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11FD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77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FE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C4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C1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82CA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4719" w14:textId="76F74F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7AC7" w14:textId="5628191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DEF7" w14:textId="30BCF63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65D4" w14:textId="47E365D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81D0D" w14:textId="04A8BAF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13,22</w:t>
            </w:r>
          </w:p>
        </w:tc>
      </w:tr>
      <w:tr w:rsidR="00F77599" w:rsidRPr="003E2BAC" w14:paraId="6082991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9893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70F1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835,50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FAF5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86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C2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20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89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300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AF7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16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47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77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758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9610" w14:textId="63C5BB1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AA2B" w14:textId="499E2A1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22F7" w14:textId="32D4E57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346C" w14:textId="2379C61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EF324" w14:textId="43F5FDF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13,02</w:t>
            </w:r>
          </w:p>
        </w:tc>
      </w:tr>
      <w:tr w:rsidR="00F77599" w:rsidRPr="003E2BAC" w14:paraId="6FA8FBF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3838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ED15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838,43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5AA5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8F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6B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33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9B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811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BA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4A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1408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AC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81D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850E" w14:textId="05F3357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201C" w14:textId="4D46BA8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AA97" w14:textId="0F37B66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2337" w14:textId="6C89FDF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FF64F" w14:textId="1B76B0A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12,99</w:t>
            </w:r>
          </w:p>
        </w:tc>
      </w:tr>
      <w:tr w:rsidR="00F77599" w:rsidRPr="003E2BAC" w14:paraId="3945F04A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D6B5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0C44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840,42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AC61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EE3A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F92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1C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F5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63B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A2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D1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C5D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48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BC7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C85A" w14:textId="2496E36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D613" w14:textId="1003BE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6547" w14:textId="2A67AF4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E2E7C" w14:textId="7B2A11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A0EC9" w14:textId="1A2FBCB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12,97</w:t>
            </w:r>
          </w:p>
        </w:tc>
      </w:tr>
      <w:tr w:rsidR="00F77599" w:rsidRPr="003E2BAC" w14:paraId="73978B3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2014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B9E03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840,93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DB932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B5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A4E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DC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FA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439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7B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76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F6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7C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63F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7DC7" w14:textId="2CC2F4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1FD8" w14:textId="08C3702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9887" w14:textId="6A7C339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64EF" w14:textId="7CB7D6A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40242" w14:textId="1C37E7F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12,98</w:t>
            </w:r>
          </w:p>
        </w:tc>
      </w:tr>
      <w:tr w:rsidR="00F77599" w:rsidRPr="003E2BAC" w14:paraId="52C4FD9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C4DD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630E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845,41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38DF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85C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5E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CB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B6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FB4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79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C4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693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E2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4B2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ABD6" w14:textId="2A32729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06C2" w14:textId="01F2F33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D2E65" w14:textId="55CC332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C46F" w14:textId="5C12060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1DE2C" w14:textId="2100B71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12,99</w:t>
            </w:r>
          </w:p>
        </w:tc>
      </w:tr>
      <w:tr w:rsidR="00F77599" w:rsidRPr="003E2BAC" w14:paraId="48A2B3F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41B8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5342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850,34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36E3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33F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3D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C97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DD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F99E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FED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E4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62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31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22E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156F" w14:textId="39E032A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34EA" w14:textId="49BAD6B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DCEF" w14:textId="650CF6D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9431" w14:textId="43035CE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3EDB3" w14:textId="47E889E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12,94</w:t>
            </w:r>
          </w:p>
        </w:tc>
      </w:tr>
      <w:tr w:rsidR="00F77599" w:rsidRPr="003E2BAC" w14:paraId="5F986A2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DEA6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9BF2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855,26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ABA8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19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B4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56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79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FFB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DC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814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5B9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4A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556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5C4F" w14:textId="38E87B8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15CC" w14:textId="61AE2B2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F772" w14:textId="234158E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9D12" w14:textId="4226783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4680C" w14:textId="598BB72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12,71</w:t>
            </w:r>
          </w:p>
        </w:tc>
      </w:tr>
      <w:tr w:rsidR="00F77599" w:rsidRPr="003E2BAC" w14:paraId="72F8366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2D33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1163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860,19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2F4F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3D4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BB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03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521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BE4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0A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5CD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398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EB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134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BC0B" w14:textId="3185204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ACF7" w14:textId="67C0AC9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57B2" w14:textId="1FDA816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2AF2" w14:textId="555408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A533E" w14:textId="5739186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12,26</w:t>
            </w:r>
          </w:p>
        </w:tc>
      </w:tr>
      <w:tr w:rsidR="00F77599" w:rsidRPr="003E2BAC" w14:paraId="04C0CAD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4B24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8CA90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865,18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1C63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85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778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57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DC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81B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E5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2F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371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37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C8F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971E" w14:textId="4FA2FA6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213B" w14:textId="6A2ACDA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AB47" w14:textId="00A3500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8A47" w14:textId="6505C71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9,90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48436" w14:textId="193F97A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11,77</w:t>
            </w:r>
          </w:p>
        </w:tc>
      </w:tr>
      <w:tr w:rsidR="00F77599" w:rsidRPr="003E2BAC" w14:paraId="029AB84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3327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7DCA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870,10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D784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E6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29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49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A7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951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AE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65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F41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D3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B77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0668" w14:textId="660F268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83C6" w14:textId="0B42FC9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FB0E" w14:textId="7F792EB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FD6F" w14:textId="3707A0C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9,59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A71C1" w14:textId="7034D7F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11,41</w:t>
            </w:r>
          </w:p>
        </w:tc>
      </w:tr>
      <w:tr w:rsidR="00F77599" w:rsidRPr="003E2BAC" w14:paraId="303CB81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9C5A5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4311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875,04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FE89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50E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61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51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2C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5BA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A94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44B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E93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8A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952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C0F9" w14:textId="105E9D0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D984" w14:textId="664ABE4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5440" w14:textId="630B45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F709" w14:textId="0ADD441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001AA" w14:textId="7F4C75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11,28</w:t>
            </w:r>
          </w:p>
        </w:tc>
      </w:tr>
      <w:tr w:rsidR="00F77599" w:rsidRPr="003E2BAC" w14:paraId="5895BA1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6F22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8487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879,97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3E8A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2B8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F1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A6A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6D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1B0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46E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B93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E8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873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964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0B63" w14:textId="7946389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AB95" w14:textId="03C013D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4C11" w14:textId="1BDD203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1950" w14:textId="73A2FF5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9,32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41CE8" w14:textId="5773317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11,11</w:t>
            </w:r>
          </w:p>
        </w:tc>
      </w:tr>
      <w:tr w:rsidR="00F77599" w:rsidRPr="003E2BAC" w14:paraId="114D3AA1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10B4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ED9D9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880,53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C45A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D9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62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50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F3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A37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BC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A6A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4C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0F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7AB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64EA" w14:textId="602B0C1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4991" w14:textId="728F51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EA02" w14:textId="0A4DBF9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409E" w14:textId="42475ED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9,29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7CAD6" w14:textId="089EC3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11,08</w:t>
            </w:r>
          </w:p>
        </w:tc>
      </w:tr>
      <w:tr w:rsidR="00F77599" w:rsidRPr="003E2BAC" w14:paraId="2D4A65B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CEDF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61D1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884,89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AFE4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BFF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14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C4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A0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C2C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9A2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95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0B7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8DA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C38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AC9F" w14:textId="0CD6173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F8E6" w14:textId="463D14E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5EAF" w14:textId="085EA4B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0BDB" w14:textId="4A519C6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AB7CF" w14:textId="4E46606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10,82</w:t>
            </w:r>
          </w:p>
        </w:tc>
      </w:tr>
      <w:tr w:rsidR="00F77599" w:rsidRPr="003E2BAC" w14:paraId="2F0EBD6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2D6F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0D27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886,01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B7AD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14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6D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EB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70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82D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AD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36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42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9F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F79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1EA2" w14:textId="4AA3B72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360C" w14:textId="325AC2E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344F" w14:textId="7074B63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C59D" w14:textId="6024769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8,97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D0F3F" w14:textId="0F496B5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10,75</w:t>
            </w:r>
          </w:p>
        </w:tc>
      </w:tr>
      <w:tr w:rsidR="00F77599" w:rsidRPr="003E2BAC" w14:paraId="6C92DB6D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85DA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262E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889,87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CCFF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AC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26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AE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6FF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B6F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36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46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27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04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1A1F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E7A1" w14:textId="7E9AC04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EB18" w14:textId="31A7E9C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EF3A" w14:textId="2868D09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7969" w14:textId="79FE963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8,70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37601" w14:textId="4932663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10,51</w:t>
            </w:r>
          </w:p>
        </w:tc>
      </w:tr>
      <w:tr w:rsidR="00F77599" w:rsidRPr="003E2BAC" w14:paraId="54AA5A7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F8E7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D019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889,88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7B7AF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EC6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7F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0C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B8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FEC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D3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B2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C27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41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4E4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CE1A" w14:textId="631B7F0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A11F" w14:textId="446AC8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0EC1" w14:textId="1AED02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02EB" w14:textId="1D5059F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8,70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9AE22" w14:textId="1708623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10,51</w:t>
            </w:r>
          </w:p>
        </w:tc>
      </w:tr>
      <w:tr w:rsidR="00F77599" w:rsidRPr="003E2BAC" w14:paraId="5EB14BD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5D7A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3E94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895,90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DC58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F6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133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5C6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A8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EE6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0E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CE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E2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8C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C543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9BDB" w14:textId="0FFC594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08EF" w14:textId="350ED49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93B6" w14:textId="23F620C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939E" w14:textId="733DB4C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900D1" w14:textId="162B3E6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9,87</w:t>
            </w:r>
          </w:p>
        </w:tc>
      </w:tr>
      <w:tr w:rsidR="00F77599" w:rsidRPr="003E2BAC" w14:paraId="2C76BEC0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B718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3786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899,39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3CB7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47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1C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13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1B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8891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D4A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E5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9F5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F3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B40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C183" w14:textId="356CEA8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A34C" w14:textId="6EF2AE6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52E1" w14:textId="3569751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6B64" w14:textId="6394E8A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3934D" w14:textId="7AF412F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9,48</w:t>
            </w:r>
          </w:p>
        </w:tc>
      </w:tr>
      <w:tr w:rsidR="00F77599" w:rsidRPr="003E2BAC" w14:paraId="4092981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8094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BCC1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901,91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63410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20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943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67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90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4232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86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B0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DC4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98B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B261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DFE7" w14:textId="01049C0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6673" w14:textId="7A6C00F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3933" w14:textId="1B76D7E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10D3" w14:textId="21BEC95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64A70" w14:textId="779F2B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9,61</w:t>
            </w:r>
          </w:p>
        </w:tc>
      </w:tr>
      <w:tr w:rsidR="00F77599" w:rsidRPr="003E2BAC" w14:paraId="446BDEA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E13EF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393B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903,16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A60F2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653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009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91B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02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74EA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8A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F3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07E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DA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573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8D5E" w14:textId="46EC5FC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54E5" w14:textId="4842C38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B7DE" w14:textId="37F3397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C852" w14:textId="5E62C5B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BB140" w14:textId="7A57BA3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10,08</w:t>
            </w:r>
          </w:p>
        </w:tc>
      </w:tr>
      <w:tr w:rsidR="00F77599" w:rsidRPr="003E2BAC" w14:paraId="24863FA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4AB1C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92B6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905,45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6B324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B5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849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CB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B3D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A32F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40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14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52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97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1245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1349" w14:textId="0F4C7EC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6,97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CBE2" w14:textId="3C26B83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7A64" w14:textId="2570C2A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0746" w14:textId="10401D6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CE410" w14:textId="6E1933B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11,06</w:t>
            </w:r>
          </w:p>
        </w:tc>
      </w:tr>
      <w:tr w:rsidR="00F77599" w:rsidRPr="003E2BAC" w14:paraId="56FF3D8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4413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AFD3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905,62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53D0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010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E3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C40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556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90D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8FA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2F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357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4C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1B58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DCD9" w14:textId="10E9E25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64BF" w14:textId="768446C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CD27" w14:textId="2D8C60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1BDF" w14:textId="393BE38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C1786" w14:textId="7BD70E1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11,07</w:t>
            </w:r>
          </w:p>
        </w:tc>
      </w:tr>
      <w:tr w:rsidR="00F77599" w:rsidRPr="003E2BAC" w14:paraId="5E0A210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E859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C548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908,14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8672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3C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E01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2D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2C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D99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668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108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EF8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D7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B3D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745A9" w14:textId="77FDCB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3B77" w14:textId="32152E4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FA41" w14:textId="5496E8A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6807" w14:textId="2C6137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1BB45" w14:textId="762EE32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11,14</w:t>
            </w:r>
          </w:p>
        </w:tc>
      </w:tr>
      <w:tr w:rsidR="00F77599" w:rsidRPr="003E2BAC" w14:paraId="2ECF0BB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A1F7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8E16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908,99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FDCE2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51B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AA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31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B3F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B33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BE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0D3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18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3E21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5D7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5B13" w14:textId="057E5DD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A379" w14:textId="107621C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15,97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1BF2" w14:textId="0DAAF7E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D53A" w14:textId="3208193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8,76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9E265" w14:textId="5880EB0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11,13</w:t>
            </w:r>
          </w:p>
        </w:tc>
      </w:tr>
      <w:tr w:rsidR="00F77599" w:rsidRPr="003E2BAC" w14:paraId="5A48686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0243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EC15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909,68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FDCF0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D469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0E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A5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FB9A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16D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210B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6F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59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06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37BD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4A09" w14:textId="1A5DD73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02D3" w14:textId="162D547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4465" w14:textId="7EA1D0D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DE8A" w14:textId="22B1953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13C0" w14:textId="0025858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10,87</w:t>
            </w:r>
          </w:p>
        </w:tc>
      </w:tr>
      <w:tr w:rsidR="00F77599" w:rsidRPr="003E2BAC" w14:paraId="6214C36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D9B4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F402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911,94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1092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E7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1F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5E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98C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810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D0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B64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495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7B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927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0BC6" w14:textId="5CEDA0C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A571" w14:textId="6DF6255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92DA" w14:textId="15C31B0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94E1" w14:textId="5F69B6E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353DB" w14:textId="2B777BC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10,38</w:t>
            </w:r>
          </w:p>
        </w:tc>
      </w:tr>
      <w:tr w:rsidR="00F77599" w:rsidRPr="003E2BAC" w14:paraId="6A9F1972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997E9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258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9A52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914,02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685F0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DC2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60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557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90E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872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81C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8E3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83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E5E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FF8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295D" w14:textId="7C0F315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95AD" w14:textId="7FCF4C6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CCDC" w14:textId="4C0A1CD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0AE8" w14:textId="5A39A7E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35134" w14:textId="2EA61CB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10,90</w:t>
            </w:r>
          </w:p>
        </w:tc>
      </w:tr>
      <w:tr w:rsidR="00F77599" w:rsidRPr="003E2BAC" w14:paraId="18ED3BB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A0176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CAFE2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914,09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84C5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0C8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21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929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F8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351A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F4FF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AFB8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A3F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21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6DB0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2CD9" w14:textId="40BA09E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7F77" w14:textId="3DD81EB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AACE" w14:textId="4E22740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91FA" w14:textId="3B0FC26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A084D" w14:textId="413A7D5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10,91</w:t>
            </w:r>
          </w:p>
        </w:tc>
      </w:tr>
      <w:tr w:rsidR="00F77599" w:rsidRPr="003E2BAC" w14:paraId="656D9EB4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1838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2AB4B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914,74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62DB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03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B3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0E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5B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9F3B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1F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12D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2D3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E3B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44D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4BA3" w14:textId="23D7556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B91E4" w14:textId="5CCD73E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C466" w14:textId="572D078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5E76" w14:textId="4055D2F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8,32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BB3CD" w14:textId="183993E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10,68</w:t>
            </w:r>
          </w:p>
        </w:tc>
      </w:tr>
      <w:tr w:rsidR="00F77599" w:rsidRPr="003E2BAC" w14:paraId="00B82F4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6E5A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8FC4D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916,45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7E48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3B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75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EC0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7D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0A16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0A5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738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C70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FCA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7A9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79CD" w14:textId="336A1F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4AC3" w14:textId="178FFFF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E640" w14:textId="7953AE2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E372" w14:textId="2ABCD9F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7,64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336C0" w14:textId="6DB622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9,83</w:t>
            </w:r>
          </w:p>
        </w:tc>
      </w:tr>
      <w:tr w:rsidR="00F77599" w:rsidRPr="003E2BAC" w14:paraId="7AB47D86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FA94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15625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917,53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699C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E4A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70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75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F29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93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B84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3A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3A8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B2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7D7D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7BD8" w14:textId="0833A00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E968" w14:textId="3F0DBFF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11,54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0FC0" w14:textId="011A2E9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11D7" w14:textId="55146C3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43DD3" w14:textId="760A600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9,80</w:t>
            </w:r>
          </w:p>
        </w:tc>
      </w:tr>
      <w:tr w:rsidR="00F77599" w:rsidRPr="003E2BAC" w14:paraId="7355131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406E8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DCEA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919,71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17C9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4D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73E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515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4A1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9A2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77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F0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61B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EE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213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4D83" w14:textId="5F275A1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594E" w14:textId="2B53593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E074" w14:textId="7BF469B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70D1" w14:textId="39602D3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80859" w14:textId="4E116D8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10,24</w:t>
            </w:r>
          </w:p>
        </w:tc>
      </w:tr>
      <w:tr w:rsidR="00F77599" w:rsidRPr="003E2BAC" w14:paraId="6444153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C9AA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9CE30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921,02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BD86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5D4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808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C8C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540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C8E2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4BA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201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D5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8D9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71F6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E546" w14:textId="696446B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47802" w14:textId="0802BF1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DA75" w14:textId="1FB7610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9A57" w14:textId="01C26F7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EBB4C" w14:textId="409A8BE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9,62</w:t>
            </w:r>
          </w:p>
        </w:tc>
      </w:tr>
      <w:tr w:rsidR="00F77599" w:rsidRPr="003E2BAC" w14:paraId="776250A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EEFD0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56E2E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925,99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F0D0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64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793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1CD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3CA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42C5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6971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4D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DF9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89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496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1D3A" w14:textId="2AA198C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34F4" w14:textId="5CEA91D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4A48" w14:textId="748F894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5,20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9D9A" w14:textId="5438BC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6,89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4D092" w14:textId="4964604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9,41</w:t>
            </w:r>
          </w:p>
        </w:tc>
      </w:tr>
      <w:tr w:rsidR="00F77599" w:rsidRPr="003E2BAC" w14:paraId="68729597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BCC17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564E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930,77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02797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28B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F34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CB7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906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892A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69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132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6B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A8A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168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9167" w14:textId="433C8E7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D55D" w14:textId="7F83371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2C6C" w14:textId="0B9A1AA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0AB1" w14:textId="5953F07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811E0" w14:textId="1613FDE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10,11</w:t>
            </w:r>
          </w:p>
        </w:tc>
      </w:tr>
      <w:tr w:rsidR="00F77599" w:rsidRPr="003E2BAC" w14:paraId="4FE31465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E1AC2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9730E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933,11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3B359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42B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354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A8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64F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C6FA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788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42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C9C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584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1106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283E" w14:textId="6A1281F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B0C9" w14:textId="38EE794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14,15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D5D3" w14:textId="09D05E9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F272" w14:textId="6E4DABF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9BD61" w14:textId="5C42006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11,61</w:t>
            </w:r>
          </w:p>
        </w:tc>
      </w:tr>
      <w:tr w:rsidR="00F77599" w:rsidRPr="003E2BAC" w14:paraId="6FEAA949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923E9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677B67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935,94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9EDE8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A98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D6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C76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31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84A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13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AA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0135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3BCE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326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3091" w14:textId="3D05C0F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100D" w14:textId="5E5720A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B9B6" w14:textId="3F8316F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3FAE" w14:textId="4AB7C8A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8B167" w14:textId="4FBF6C1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12,10</w:t>
            </w:r>
          </w:p>
        </w:tc>
      </w:tr>
      <w:tr w:rsidR="00F77599" w:rsidRPr="003E2BAC" w14:paraId="1BAC5D7E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6D52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1130D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940,91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8C982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5F26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11F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BF6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BE1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032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F6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EAA7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D6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79C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DDFA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DE71" w14:textId="0ADB025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72CA" w14:textId="53FDE6E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6BC7" w14:textId="09EE4A7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77434" w14:textId="7AC24B4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1D098" w14:textId="5C9A00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13,42</w:t>
            </w:r>
          </w:p>
        </w:tc>
      </w:tr>
      <w:tr w:rsidR="00F77599" w:rsidRPr="003E2BAC" w14:paraId="555E5A3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8B716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8B6DD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941,71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00B12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46C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5F6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1E6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43E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7FED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9271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AB0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F79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3F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CA08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CA30" w14:textId="6102D6D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5E12" w14:textId="10A8C0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88B9" w14:textId="07F3013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CCD0" w14:textId="20DE34C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10,09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43CD3" w14:textId="58D1E99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14,40</w:t>
            </w:r>
          </w:p>
        </w:tc>
      </w:tr>
      <w:tr w:rsidR="00F77599" w:rsidRPr="003E2BAC" w14:paraId="42390788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B8020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322DF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945,88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1A46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34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67C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272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A1C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8FD5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B60C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5C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D77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16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F288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61FC" w14:textId="7A469E1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016C" w14:textId="5ABD264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7641" w14:textId="1E47B5B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8,91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29CB6" w14:textId="61052C0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2F120" w14:textId="48354A3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17,00</w:t>
            </w:r>
          </w:p>
        </w:tc>
      </w:tr>
      <w:tr w:rsidR="00F77599" w:rsidRPr="003E2BAC" w14:paraId="62740B1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E2BB0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2D03F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949,88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FDAB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2546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4FC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8D5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FD3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88F1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F45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9BA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640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11D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D3EC0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2226" w14:textId="705D698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A97A" w14:textId="798B4414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8477" w14:textId="4849D750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949C" w14:textId="524375D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0F42B" w14:textId="7F3CB7A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16,17</w:t>
            </w:r>
          </w:p>
        </w:tc>
      </w:tr>
      <w:tr w:rsidR="00F77599" w:rsidRPr="003E2BAC" w14:paraId="642F862B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DB03D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2E502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949,98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C6B3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B73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BDB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43D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5C9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392ED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5C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A6D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8A7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95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D784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5325" w14:textId="5EDA2E9B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AF59" w14:textId="36748B6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BB4D" w14:textId="326E6942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36E3C" w14:textId="41B8AB61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8D7E7" w14:textId="0A0909E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16,15</w:t>
            </w:r>
          </w:p>
        </w:tc>
      </w:tr>
      <w:tr w:rsidR="00F77599" w:rsidRPr="003E2BAC" w14:paraId="31AB34C3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3B03E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10839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954,07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94075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D717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625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1E33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9A3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4F26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FD9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193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65BF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7AB6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7596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CC019" w14:textId="4B8CE79D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3B1B" w14:textId="0E3C28C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231E1" w14:textId="35B12C2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71FC" w14:textId="1EB3BCA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1A3F1" w14:textId="24F3EC98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16,86</w:t>
            </w:r>
          </w:p>
        </w:tc>
      </w:tr>
      <w:tr w:rsidR="00F77599" w:rsidRPr="003E2BAC" w14:paraId="51B18A4F" w14:textId="77777777" w:rsidTr="003E2BAC">
        <w:trPr>
          <w:trHeight w:val="257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13D90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478F61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959,00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85E4C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ECB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8EA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9D2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0421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39E2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63F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CB73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D3A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24C1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9C25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C00D" w14:textId="6B95F1EA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85E4" w14:textId="174E1FA9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6D7E" w14:textId="3B2C52D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69BF" w14:textId="30404E5C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0783D" w14:textId="7299B89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17,65</w:t>
            </w:r>
          </w:p>
        </w:tc>
      </w:tr>
      <w:tr w:rsidR="00F77599" w:rsidRPr="003E2BAC" w14:paraId="54A5B193" w14:textId="77777777" w:rsidTr="003E2BAC">
        <w:trPr>
          <w:trHeight w:val="272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13E3D9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noWrap/>
            <w:vAlign w:val="center"/>
            <w:hideMark/>
          </w:tcPr>
          <w:p w14:paraId="4D18CBE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963,89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5449F8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68722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B0D9A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5964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3DB25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AE5B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C98EB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3429E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F79AC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B7FE4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647CF" w14:textId="77777777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DC550" w14:textId="742193EF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7644E" w14:textId="5F265CB3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FE0CC" w14:textId="0AB34596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FD17E" w14:textId="6C36D7CE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4B162" w14:textId="58415635" w:rsidR="00F77599" w:rsidRPr="003E2BAC" w:rsidRDefault="00F77599" w:rsidP="00F77599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15,60</w:t>
            </w:r>
          </w:p>
        </w:tc>
      </w:tr>
    </w:tbl>
    <w:p w14:paraId="3D2FEBDB" w14:textId="21E740EE" w:rsidR="003E2BAC" w:rsidRDefault="003E2BAC" w:rsidP="003E2BAC"/>
    <w:p w14:paraId="0A498A9A" w14:textId="671E3310" w:rsidR="003E2BAC" w:rsidRDefault="003E2BAC">
      <w:pPr>
        <w:spacing w:after="0"/>
        <w:jc w:val="left"/>
        <w:rPr>
          <w:rFonts w:asciiTheme="minorHAnsi" w:hAnsiTheme="minorHAnsi" w:cs="Arial"/>
          <w:b/>
          <w:bCs/>
          <w:kern w:val="32"/>
          <w:sz w:val="26"/>
          <w:szCs w:val="32"/>
        </w:rPr>
      </w:pPr>
      <w:r>
        <w:br w:type="page"/>
      </w:r>
    </w:p>
    <w:p w14:paraId="7953E0E2" w14:textId="117CBDCF" w:rsidR="003E2BAC" w:rsidRDefault="003E2BAC" w:rsidP="003E2BAC">
      <w:pPr>
        <w:pStyle w:val="berschrift1"/>
      </w:pPr>
      <w:r>
        <w:lastRenderedPageBreak/>
        <w:t xml:space="preserve">Plan-Zustand </w:t>
      </w:r>
      <w:r w:rsidR="004259DF">
        <w:t>entlang</w:t>
      </w:r>
      <w:r>
        <w:t xml:space="preserve"> neue</w:t>
      </w:r>
      <w:r w:rsidR="004259DF">
        <w:t>r</w:t>
      </w:r>
      <w:r>
        <w:t xml:space="preserve"> Flussachse</w:t>
      </w:r>
    </w:p>
    <w:tbl>
      <w:tblPr>
        <w:tblW w:w="14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799"/>
        <w:gridCol w:w="895"/>
        <w:gridCol w:w="596"/>
        <w:gridCol w:w="596"/>
        <w:gridCol w:w="946"/>
        <w:gridCol w:w="708"/>
        <w:gridCol w:w="920"/>
        <w:gridCol w:w="584"/>
        <w:gridCol w:w="495"/>
        <w:gridCol w:w="978"/>
        <w:gridCol w:w="708"/>
        <w:gridCol w:w="1226"/>
        <w:gridCol w:w="584"/>
        <w:gridCol w:w="596"/>
        <w:gridCol w:w="949"/>
        <w:gridCol w:w="708"/>
        <w:gridCol w:w="1274"/>
      </w:tblGrid>
      <w:tr w:rsidR="003E2BAC" w:rsidRPr="003E2BAC" w14:paraId="61D91077" w14:textId="77777777" w:rsidTr="002E201E">
        <w:trPr>
          <w:trHeight w:val="299"/>
          <w:tblHeader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4AAA5D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Pkt.-Nr.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4768E79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 xml:space="preserve">Entfernung 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4485E1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Sohlhöhe</w:t>
            </w:r>
          </w:p>
        </w:tc>
        <w:tc>
          <w:tcPr>
            <w:tcW w:w="376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26D10559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Wasserspiegel [m NHN]</w:t>
            </w:r>
          </w:p>
        </w:tc>
        <w:tc>
          <w:tcPr>
            <w:tcW w:w="399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3BC6DD81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Fließgeschwindigkeit [m/s]</w:t>
            </w:r>
          </w:p>
        </w:tc>
        <w:tc>
          <w:tcPr>
            <w:tcW w:w="396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8E8E8"/>
            <w:noWrap/>
            <w:vAlign w:val="center"/>
            <w:hideMark/>
          </w:tcPr>
          <w:p w14:paraId="572C8437" w14:textId="386EE5E9" w:rsidR="003E2BAC" w:rsidRPr="003E2BAC" w:rsidRDefault="002E201E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2E201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Schubspannung [N/m²]</w:t>
            </w:r>
          </w:p>
        </w:tc>
      </w:tr>
      <w:tr w:rsidR="003E2BAC" w:rsidRPr="003E2BAC" w14:paraId="65EB08CB" w14:textId="77777777" w:rsidTr="002E201E">
        <w:trPr>
          <w:trHeight w:val="314"/>
          <w:tblHeader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980F1" w14:textId="77777777" w:rsidR="003E2BAC" w:rsidRPr="003E2BAC" w:rsidRDefault="003E2BAC" w:rsidP="003E2BAC">
            <w:pPr>
              <w:spacing w:after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07B483FB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[m]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37F346" w14:textId="7777777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[m NHN]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047C9C06" w14:textId="76167AB5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 xml:space="preserve">MNQ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3B7A529E" w14:textId="4272BD33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MQ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5DDAD59C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5EC05954" w14:textId="2F41971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ä</w:t>
            </w: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ufig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142FD4DE" w14:textId="0BA9F62F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446DE0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0A060AF7" w14:textId="1537D221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extrem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4DF4FB1" w14:textId="1B15F327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 xml:space="preserve">MNQ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601085A" w14:textId="781F7A6C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MQ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5E9B5A66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10AA3060" w14:textId="08E7DFC3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ä</w:t>
            </w: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ufig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C0E97E2" w14:textId="41C4BFD2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7B3D28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06E59E1C" w14:textId="36E61E71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extrem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31EF45F4" w14:textId="430B20E9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 xml:space="preserve">MNQ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435B7ACE" w14:textId="4F1B61A1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MQ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279AD95C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27831085" w14:textId="7A917184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ä</w:t>
            </w: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ufig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8E8E8"/>
            <w:noWrap/>
            <w:vAlign w:val="center"/>
            <w:hideMark/>
          </w:tcPr>
          <w:p w14:paraId="6A1D966E" w14:textId="3C113652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CEBB30" w14:textId="77777777" w:rsid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HQ</w:t>
            </w:r>
          </w:p>
          <w:p w14:paraId="0C20EB2E" w14:textId="76EFF986" w:rsidR="003E2BAC" w:rsidRPr="003E2BAC" w:rsidRDefault="003E2BAC" w:rsidP="003E2BAC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zh-CN"/>
              </w:rPr>
              <w:t>extrem</w:t>
            </w:r>
          </w:p>
        </w:tc>
      </w:tr>
      <w:tr w:rsidR="002E201E" w:rsidRPr="003E2BAC" w14:paraId="16F06A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BD3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4245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7F2F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20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57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F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11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837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88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70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460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FD4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D9D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397D" w14:textId="256560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31D3" w14:textId="63BEE7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3515" w14:textId="652E40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40C4" w14:textId="57EFB2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C8CBF" w14:textId="06383F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17,24</w:t>
            </w:r>
          </w:p>
        </w:tc>
      </w:tr>
      <w:tr w:rsidR="002E201E" w:rsidRPr="003E2BAC" w14:paraId="7E36FFD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387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6676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CA39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24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D0A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69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01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BB5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9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F3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D4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FF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538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D417" w14:textId="69B167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3FCA" w14:textId="3E9FD2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DC28" w14:textId="7AEE51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D815" w14:textId="50DD49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35740" w14:textId="1C30A4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16,43</w:t>
            </w:r>
          </w:p>
        </w:tc>
      </w:tr>
      <w:tr w:rsidR="002E201E" w:rsidRPr="003E2BAC" w14:paraId="036F98A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0315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4D99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133E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83,24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FB7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C0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64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6C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A36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1F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22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BD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C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D12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B4D3" w14:textId="786C93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BD78" w14:textId="2E989D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94FC" w14:textId="319549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77311" w14:textId="6E009D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64630" w14:textId="754E7D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12,27</w:t>
            </w:r>
          </w:p>
        </w:tc>
      </w:tr>
      <w:tr w:rsidR="002E201E" w:rsidRPr="003E2BAC" w14:paraId="48583B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40D4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2240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132A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C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F6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37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3F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0EF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AB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0E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65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8E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FEB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C780" w14:textId="0FEFE1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68FF" w14:textId="4260CA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BCE6" w14:textId="4CE408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C196" w14:textId="1C5371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15F0C" w14:textId="2FCD11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9,78</w:t>
            </w:r>
          </w:p>
        </w:tc>
      </w:tr>
      <w:tr w:rsidR="002E201E" w:rsidRPr="003E2BAC" w14:paraId="32ECB5E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E05C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4728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EA95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E7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86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C09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EB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11E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EC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A5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589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AE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D69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6B0A" w14:textId="737BF7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5D98" w14:textId="66D41A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9BA8" w14:textId="3085C2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7D96" w14:textId="7A449D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29937" w14:textId="648F4C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10,67</w:t>
            </w:r>
          </w:p>
        </w:tc>
      </w:tr>
      <w:tr w:rsidR="002E201E" w:rsidRPr="003E2BAC" w14:paraId="7FBE2C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0A9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3554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F894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AF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CB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5B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E4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F42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0C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94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F3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A5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8F7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6059" w14:textId="32A7AB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ED41" w14:textId="7D7FE2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B5EC" w14:textId="0380B5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FA60" w14:textId="402DF9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8EDF9" w14:textId="4B67A0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9,66</w:t>
            </w:r>
          </w:p>
        </w:tc>
      </w:tr>
      <w:tr w:rsidR="002E201E" w:rsidRPr="003E2BAC" w14:paraId="6BE58DC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C473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8994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154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C2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24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6AC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27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30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83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59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DA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26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ECB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9D6D" w14:textId="3A6BA9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29C1" w14:textId="682796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8BB6" w14:textId="77F6B1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7A3E" w14:textId="05C9CA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76E0C" w14:textId="48D31D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10,19</w:t>
            </w:r>
          </w:p>
        </w:tc>
      </w:tr>
      <w:tr w:rsidR="002E201E" w:rsidRPr="003E2BAC" w14:paraId="2788B3D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7E3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AB6D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83B9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A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7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2A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F9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17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B7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12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5B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E0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E96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2FAA" w14:textId="32CBA6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5151" w14:textId="36B669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71FB" w14:textId="18C009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970E" w14:textId="78FBD0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10,01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0CB01" w14:textId="25BBAE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10,37</w:t>
            </w:r>
          </w:p>
        </w:tc>
      </w:tr>
      <w:tr w:rsidR="002E201E" w:rsidRPr="003E2BAC" w14:paraId="5207408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6713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5931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C5F8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67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6E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DC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3C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A7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28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B3A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8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4E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955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0BF0" w14:textId="5312AD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ED19" w14:textId="58A6D5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BC09" w14:textId="50F507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8AF2" w14:textId="101C6E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6527D" w14:textId="5A32BE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9,92</w:t>
            </w:r>
          </w:p>
        </w:tc>
      </w:tr>
      <w:tr w:rsidR="002E201E" w:rsidRPr="003E2BAC" w14:paraId="50B89B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4360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EAFE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43A4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C4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65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A6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5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8EF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1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99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44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1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A7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00A7" w14:textId="6BBFBC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F363" w14:textId="1A92BC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0C4E" w14:textId="55EBE9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098A" w14:textId="3E7E26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AE10F" w14:textId="3FF2B3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8,99</w:t>
            </w:r>
          </w:p>
        </w:tc>
      </w:tr>
      <w:tr w:rsidR="002E201E" w:rsidRPr="003E2BAC" w14:paraId="039C387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340B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BB30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3368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4BF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3B7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53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00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90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0B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2F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D6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5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843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373D" w14:textId="600EA4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FF6F" w14:textId="5021CB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1F89" w14:textId="50B059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BF49" w14:textId="28FF93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7184D" w14:textId="2D901B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9,12</w:t>
            </w:r>
          </w:p>
        </w:tc>
      </w:tr>
      <w:tr w:rsidR="002E201E" w:rsidRPr="003E2BAC" w14:paraId="57C3922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2DDA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33D5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8A5E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62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22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BD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6E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E55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78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F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46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C7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20B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4751" w14:textId="303E5B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A7F8" w14:textId="0BF2FD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C21E" w14:textId="20B6CD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B763" w14:textId="7A48CA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63D8A" w14:textId="0799D5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9,14</w:t>
            </w:r>
          </w:p>
        </w:tc>
      </w:tr>
      <w:tr w:rsidR="002E201E" w:rsidRPr="003E2BAC" w14:paraId="6F013AC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CBA7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DD54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F875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3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3C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21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E9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B3A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5A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22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4E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3C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CAA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A5AB" w14:textId="67FC33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7A3E" w14:textId="5944D7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96A8" w14:textId="38C88B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87B8" w14:textId="435E04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66BC5" w14:textId="051DA6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10,35</w:t>
            </w:r>
          </w:p>
        </w:tc>
      </w:tr>
      <w:tr w:rsidR="002E201E" w:rsidRPr="003E2BAC" w14:paraId="0E2E781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39F3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4579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29,24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6369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8B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30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47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7D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12D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90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B6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6A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5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078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9F2C" w14:textId="0F3E14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2742" w14:textId="5C23A0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0BBC" w14:textId="50956F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EF68" w14:textId="14FBE6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A46E4" w14:textId="7C3CC0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10,40</w:t>
            </w:r>
          </w:p>
        </w:tc>
      </w:tr>
      <w:tr w:rsidR="002E201E" w:rsidRPr="003E2BAC" w14:paraId="3E71303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C0D2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579C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129F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4B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82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436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BC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19F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FC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5B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CB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48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9B7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5DA4" w14:textId="7A3EE9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FD19" w14:textId="486A6A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7B7B" w14:textId="33C49D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EE89" w14:textId="3E1C27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FB0DE" w14:textId="072661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10,92</w:t>
            </w:r>
          </w:p>
        </w:tc>
      </w:tr>
      <w:tr w:rsidR="002E201E" w:rsidRPr="003E2BAC" w14:paraId="2BA625D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5328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573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2691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52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7D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74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F8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FCE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36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E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D9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2C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DFE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0895" w14:textId="3ADA0A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05DD" w14:textId="5296A8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9892" w14:textId="6A0307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F61A" w14:textId="03474F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E0DDA" w14:textId="61D8B0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11,12</w:t>
            </w:r>
          </w:p>
        </w:tc>
      </w:tr>
      <w:tr w:rsidR="002E201E" w:rsidRPr="003E2BAC" w14:paraId="2901929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063A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074C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0548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D6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9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F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DD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02F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CD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5A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0E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86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A58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4CF9" w14:textId="08C868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E71E" w14:textId="4A23DB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2AB7" w14:textId="6D9DFE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6688" w14:textId="4163E4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61DC9" w14:textId="15B537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13,35</w:t>
            </w:r>
          </w:p>
        </w:tc>
      </w:tr>
      <w:tr w:rsidR="002E201E" w:rsidRPr="003E2BAC" w14:paraId="4A0218D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60A9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5D2C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7682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72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05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D9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5A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73C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7B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FEA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A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D7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DDB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9119" w14:textId="1E1EE7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1478" w14:textId="0838FC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15C4" w14:textId="23CE99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AF55" w14:textId="4EC645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A3363" w14:textId="1F00C4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13,54</w:t>
            </w:r>
          </w:p>
        </w:tc>
      </w:tr>
      <w:tr w:rsidR="002E201E" w:rsidRPr="003E2BAC" w14:paraId="6FD1180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7F82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B436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95EC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F6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6F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B8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A0D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6DC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69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05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EE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0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B74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F268" w14:textId="0AFDE7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4503" w14:textId="2CF3B9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7E00" w14:textId="7E1CCC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8DC8" w14:textId="054AF6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14,88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20BF2" w14:textId="7EF481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15,77</w:t>
            </w:r>
          </w:p>
        </w:tc>
      </w:tr>
      <w:tr w:rsidR="002E201E" w:rsidRPr="003E2BAC" w14:paraId="5026899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93D1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E98E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07B6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D8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28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34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CC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1E4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1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1B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E8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6F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2DF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ECA6" w14:textId="66330F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76AB" w14:textId="4BE53B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5A35" w14:textId="7BA7A1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8628" w14:textId="17619C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15,92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0A3BE" w14:textId="396C1C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16,88</w:t>
            </w:r>
          </w:p>
        </w:tc>
      </w:tr>
      <w:tr w:rsidR="002E201E" w:rsidRPr="003E2BAC" w14:paraId="0D6E982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7835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A84C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985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4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B40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5E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D3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75B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3F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46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5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B9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ECB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822B" w14:textId="22BE2D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6C83" w14:textId="3574F5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9C9B" w14:textId="0E0786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B6EE" w14:textId="14D08A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0B362" w14:textId="5B42C5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17,53</w:t>
            </w:r>
          </w:p>
        </w:tc>
      </w:tr>
      <w:tr w:rsidR="002E201E" w:rsidRPr="003E2BAC" w14:paraId="3AC460B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D023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EAF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059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C58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94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43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78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C68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18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05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CE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6B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E3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87C0" w14:textId="194C32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A19A" w14:textId="03DEEA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440B" w14:textId="35A29B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558D" w14:textId="1C3264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8F038" w14:textId="19CC81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18,65</w:t>
            </w:r>
          </w:p>
        </w:tc>
      </w:tr>
      <w:tr w:rsidR="002E201E" w:rsidRPr="003E2BAC" w14:paraId="1C84FE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BE6A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F64E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2CB6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BD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6F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DF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22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40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A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D4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D7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81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FB8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6B87" w14:textId="693FE5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E8B8" w14:textId="30177A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AA0B" w14:textId="1EAB41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419D" w14:textId="2B456E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8E0CD" w14:textId="3A93EF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18,79</w:t>
            </w:r>
          </w:p>
        </w:tc>
      </w:tr>
      <w:tr w:rsidR="002E201E" w:rsidRPr="003E2BAC" w14:paraId="6CCC645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19C4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87A2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6A47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15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9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0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04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3CC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75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BC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4D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0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F42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A0B1" w14:textId="7516A8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8649" w14:textId="2D472F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6C26" w14:textId="2886F8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A82C" w14:textId="53351D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58CEF" w14:textId="24FA15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17,85</w:t>
            </w:r>
          </w:p>
        </w:tc>
      </w:tr>
      <w:tr w:rsidR="002E201E" w:rsidRPr="003E2BAC" w14:paraId="1BC509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3274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B26F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6C88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9C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AD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F5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A7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F38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00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C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34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D3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8F2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A24A" w14:textId="745DB0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ABD9" w14:textId="0BC7C3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A229" w14:textId="460F45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F941" w14:textId="37EB0E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6FDD6" w14:textId="1122C5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16,80</w:t>
            </w:r>
          </w:p>
        </w:tc>
      </w:tr>
      <w:tr w:rsidR="002E201E" w:rsidRPr="003E2BAC" w14:paraId="13DC47C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F84F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08E2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DA8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CC5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D8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F6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E6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87E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74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1C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28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09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698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82D5" w14:textId="5C209E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EFEE" w14:textId="5CD4C8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7365" w14:textId="4A3EAE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E64C" w14:textId="4D1BA4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7CE25" w14:textId="6D581D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16,70</w:t>
            </w:r>
          </w:p>
        </w:tc>
      </w:tr>
      <w:tr w:rsidR="002E201E" w:rsidRPr="003E2BAC" w14:paraId="6C6F024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BB15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301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77C9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CB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0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31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90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20E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E35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9C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BA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4F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E6C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2E07" w14:textId="5406F0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8C0D" w14:textId="387F49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8977" w14:textId="3B3361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83A8" w14:textId="04905F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98D4F" w14:textId="6598B5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15,35</w:t>
            </w:r>
          </w:p>
        </w:tc>
      </w:tr>
      <w:tr w:rsidR="002E201E" w:rsidRPr="003E2BAC" w14:paraId="5A90EEE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B6BA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0F4C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E8FE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FE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0A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63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F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967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E5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3B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17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A7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20D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5EF0" w14:textId="062BD6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2D1F" w14:textId="7141CF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FBEA" w14:textId="73F254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315F" w14:textId="7937E6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902E6" w14:textId="6B6CA7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13,99</w:t>
            </w:r>
          </w:p>
        </w:tc>
      </w:tr>
      <w:tr w:rsidR="002E201E" w:rsidRPr="003E2BAC" w14:paraId="2F05C0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2AA4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F5EF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EC77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D7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61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17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29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B87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B2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27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AFD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1D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CD3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F511" w14:textId="00B299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710D" w14:textId="70D09A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04CB" w14:textId="5F3F2B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D05D" w14:textId="24D843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A59D9" w14:textId="4E01DD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13,46</w:t>
            </w:r>
          </w:p>
        </w:tc>
      </w:tr>
      <w:tr w:rsidR="002E201E" w:rsidRPr="003E2BAC" w14:paraId="1A48F2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B349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0DCC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5FCA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87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E0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F0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6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48A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60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4E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D7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94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585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E4AD" w14:textId="0B5CB3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9D75" w14:textId="5D17B6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7ED2" w14:textId="188F44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3F17" w14:textId="45CD55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83869" w14:textId="1B325D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13,75</w:t>
            </w:r>
          </w:p>
        </w:tc>
      </w:tr>
      <w:tr w:rsidR="002E201E" w:rsidRPr="003E2BAC" w14:paraId="244AFB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9C65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F5C0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E76E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63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01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E0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EE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3CD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1E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61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7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0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D5E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06DE" w14:textId="70A50D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4406" w14:textId="03547A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57B2" w14:textId="17A8A5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265F" w14:textId="565B11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CFB22" w14:textId="5D2362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14,45</w:t>
            </w:r>
          </w:p>
        </w:tc>
      </w:tr>
      <w:tr w:rsidR="002E201E" w:rsidRPr="003E2BAC" w14:paraId="35A5E9E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8E08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E14D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629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52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CA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8E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6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032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C4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CC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7F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8A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774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8DB7" w14:textId="3B36B2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8A56" w14:textId="7650F5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CB74" w14:textId="220AD5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DC2F" w14:textId="150B19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3D602" w14:textId="413151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15,00</w:t>
            </w:r>
          </w:p>
        </w:tc>
      </w:tr>
      <w:tr w:rsidR="002E201E" w:rsidRPr="003E2BAC" w14:paraId="10BF0E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0A77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8A6D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A93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FB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99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7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81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D01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0D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34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1F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82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B2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B4C5" w14:textId="421194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A5F6" w14:textId="53D628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9148" w14:textId="161977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3280" w14:textId="78BA59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E2CF3" w14:textId="7D39BA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15,11</w:t>
            </w:r>
          </w:p>
        </w:tc>
      </w:tr>
      <w:tr w:rsidR="002E201E" w:rsidRPr="003E2BAC" w14:paraId="7E35130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9F8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E6A0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AFD6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7A2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97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85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33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C0E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7D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40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3A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38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428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6CC8" w14:textId="1D25D2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ED86" w14:textId="0DDFF8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28B7" w14:textId="414A94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B1B2" w14:textId="47699F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DE2DD" w14:textId="2B90C9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15,19</w:t>
            </w:r>
          </w:p>
        </w:tc>
      </w:tr>
      <w:tr w:rsidR="002E201E" w:rsidRPr="003E2BAC" w14:paraId="6703E0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27A5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0E5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5918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E7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BF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51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3CB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C1F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A3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9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94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EDD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C2C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56A4" w14:textId="206575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A760" w14:textId="45E47E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C088" w14:textId="7E6E62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CCCB" w14:textId="6422CA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141BD" w14:textId="366E21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15,26</w:t>
            </w:r>
          </w:p>
        </w:tc>
      </w:tr>
      <w:tr w:rsidR="002E201E" w:rsidRPr="003E2BAC" w14:paraId="2E5CCD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BA1E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222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32C8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6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2D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38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EB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BBB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72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61E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80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7CB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289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3ADE" w14:textId="5B8068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44CB" w14:textId="2FB3AF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FA30" w14:textId="57E47A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C020" w14:textId="781656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690C6" w14:textId="545FC9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15,20</w:t>
            </w:r>
          </w:p>
        </w:tc>
      </w:tr>
      <w:tr w:rsidR="002E201E" w:rsidRPr="003E2BAC" w14:paraId="111551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3A06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2AA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6299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2F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D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DF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5C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4B0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36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68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03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84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31E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3F3C" w14:textId="046A5F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A210" w14:textId="233998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FB4F" w14:textId="41DD0F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C1B7" w14:textId="73DB06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B7647" w14:textId="5AC044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14,94</w:t>
            </w:r>
          </w:p>
        </w:tc>
      </w:tr>
      <w:tr w:rsidR="002E201E" w:rsidRPr="003E2BAC" w14:paraId="15A62A2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EDB8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CF7F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5B3B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1F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AC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D6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5D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BD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74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FB8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A9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09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9C4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539C" w14:textId="59F7F3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7CC9" w14:textId="748A12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0144" w14:textId="7E5E7E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43CE" w14:textId="58D943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6EEDB" w14:textId="6B4E12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14,80</w:t>
            </w:r>
          </w:p>
        </w:tc>
      </w:tr>
      <w:tr w:rsidR="002E201E" w:rsidRPr="003E2BAC" w14:paraId="0D4C4A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AC68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3579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763A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0B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5C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FD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6C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EDB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A7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7D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43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1F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E0E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9AE0" w14:textId="336919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2A56" w14:textId="77B69E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1079" w14:textId="1A0687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934D" w14:textId="74D88F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9C44C" w14:textId="1F8FDA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14,61</w:t>
            </w:r>
          </w:p>
        </w:tc>
      </w:tr>
      <w:tr w:rsidR="002E201E" w:rsidRPr="003E2BAC" w14:paraId="0ABAFA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D25D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6170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1361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B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89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03C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78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C32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4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DF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EA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BE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B89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0DAD" w14:textId="16EFCF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5DD3" w14:textId="56351C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0F10" w14:textId="1DCA32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C77B" w14:textId="5812F7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B9E75" w14:textId="7C81DB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14,19</w:t>
            </w:r>
          </w:p>
        </w:tc>
      </w:tr>
      <w:tr w:rsidR="002E201E" w:rsidRPr="003E2BAC" w14:paraId="789C598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27B3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0F8A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4D7C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18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E6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40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AA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98A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C1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98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91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A0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319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9AF7" w14:textId="2A7009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C17C" w14:textId="61F863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7E07" w14:textId="3BF78B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8D0F" w14:textId="3E4A7B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37355" w14:textId="7A8714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13,92</w:t>
            </w:r>
          </w:p>
        </w:tc>
      </w:tr>
      <w:tr w:rsidR="002E201E" w:rsidRPr="003E2BAC" w14:paraId="62EA50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2334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ABD0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6F04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91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D5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6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23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97A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C5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B7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0C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02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17A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320F" w14:textId="3934BA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3667" w14:textId="756F81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D5CD" w14:textId="754ACA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DEC9" w14:textId="3E351A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9792C" w14:textId="2DFA0D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13,78</w:t>
            </w:r>
          </w:p>
        </w:tc>
      </w:tr>
      <w:tr w:rsidR="002E201E" w:rsidRPr="003E2BAC" w14:paraId="2A2FC79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24A4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CB9F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C259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20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BE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55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C8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8C2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64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D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22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15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A2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076B" w14:textId="655173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9126" w14:textId="5F98CC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539D" w14:textId="44796D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B50E" w14:textId="6C8EFA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9C036" w14:textId="5D69D5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13,37</w:t>
            </w:r>
          </w:p>
        </w:tc>
      </w:tr>
      <w:tr w:rsidR="002E201E" w:rsidRPr="003E2BAC" w14:paraId="648817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07A1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B948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1E86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270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23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24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D5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B0C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2D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3B6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4BA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95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313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3443" w14:textId="5199C3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A111" w14:textId="0C1697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E1E5" w14:textId="023159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C410" w14:textId="68A2F2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48AA7" w14:textId="5B3E7C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13,00</w:t>
            </w:r>
          </w:p>
        </w:tc>
      </w:tr>
      <w:tr w:rsidR="002E201E" w:rsidRPr="003E2BAC" w14:paraId="17A6C5F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FFA2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072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48,11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0131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E6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72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92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FC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92B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FBB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97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6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7CE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C85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6D96" w14:textId="7DF77F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E398" w14:textId="2BA2A3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F85C" w14:textId="457F13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DFD4" w14:textId="622E0B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08BFA" w14:textId="017103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12,92</w:t>
            </w:r>
          </w:p>
        </w:tc>
      </w:tr>
      <w:tr w:rsidR="002E201E" w:rsidRPr="003E2BAC" w14:paraId="1A0FB31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068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B901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81E7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50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99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CB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3A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B29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08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08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77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BD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210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3080" w14:textId="031819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74F8" w14:textId="3E6ED6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1919" w14:textId="3F9BF3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A71B" w14:textId="591E44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2742C" w14:textId="485DD5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12,73</w:t>
            </w:r>
          </w:p>
        </w:tc>
      </w:tr>
      <w:tr w:rsidR="002E201E" w:rsidRPr="003E2BAC" w14:paraId="2CCBF03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577E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A6B1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FF80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76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ACD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5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85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E6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95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36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8E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2B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40C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376D" w14:textId="0CB83A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318F" w14:textId="32555F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F014" w14:textId="7DD4C5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DA6D" w14:textId="7062C6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1530E" w14:textId="2BDF9C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12,49</w:t>
            </w:r>
          </w:p>
        </w:tc>
      </w:tr>
      <w:tr w:rsidR="002E201E" w:rsidRPr="003E2BAC" w14:paraId="5292B7E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CA5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D77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B764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3B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6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CA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0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A6D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53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21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2E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B7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1E3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1CFD" w14:textId="4027A0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EA5B" w14:textId="5DEA0D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73BC" w14:textId="2CC7AB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C27F" w14:textId="3C2DCF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E5BC0" w14:textId="26193E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12,27</w:t>
            </w:r>
          </w:p>
        </w:tc>
      </w:tr>
      <w:tr w:rsidR="002E201E" w:rsidRPr="003E2BAC" w14:paraId="5014D75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A518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A966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DC75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EA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E3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D8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DB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848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47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58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A37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A2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AE0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4F8A" w14:textId="3DB9C5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31E8" w14:textId="123711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63C8" w14:textId="3E0D8D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A29D" w14:textId="066472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601ED" w14:textId="0BF73B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12,21</w:t>
            </w:r>
          </w:p>
        </w:tc>
      </w:tr>
      <w:tr w:rsidR="002E201E" w:rsidRPr="003E2BAC" w14:paraId="0BABFFF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95D5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27F3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C6D2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E9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C1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6D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7C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5E8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53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4D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03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C3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7EC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E51A" w14:textId="3543CD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CA72" w14:textId="746CD4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5381" w14:textId="42D303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3868" w14:textId="2A18C2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6BEA2" w14:textId="6C1C20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11,97</w:t>
            </w:r>
          </w:p>
        </w:tc>
      </w:tr>
      <w:tr w:rsidR="002E201E" w:rsidRPr="003E2BAC" w14:paraId="087F55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870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6AC1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894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2A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A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8F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BF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15C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5F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6C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C04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05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F36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C2C4" w14:textId="1E5415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BBD0" w14:textId="53E0C3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CF8A" w14:textId="2A7799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A4B7" w14:textId="455B25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11,98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3FA8A" w14:textId="7925A5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11,64</w:t>
            </w:r>
          </w:p>
        </w:tc>
      </w:tr>
      <w:tr w:rsidR="002E201E" w:rsidRPr="003E2BAC" w14:paraId="072E5A1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103E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2BB0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169A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8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FF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99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EB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4F8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F9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C6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18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7D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C4A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96D0" w14:textId="64DFB8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5C10" w14:textId="109954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BBFD" w14:textId="56C42A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9B25" w14:textId="349213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11,79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ECA29" w14:textId="0AFFC2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11,30</w:t>
            </w:r>
          </w:p>
        </w:tc>
      </w:tr>
      <w:tr w:rsidR="002E201E" w:rsidRPr="003E2BAC" w14:paraId="351BFA2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4209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727C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141D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0C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50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6C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E2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AC0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6A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51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7F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CC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80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1751" w14:textId="4FBEFC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6C46" w14:textId="7C807C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77FF" w14:textId="653746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3ED0" w14:textId="6E8EA7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38EDA" w14:textId="327345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11,03</w:t>
            </w:r>
          </w:p>
        </w:tc>
      </w:tr>
      <w:tr w:rsidR="002E201E" w:rsidRPr="003E2BAC" w14:paraId="7D02125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5812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D2D5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664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AD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DC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078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A2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A4B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3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4A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A4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A5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17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57FE" w14:textId="0EB2C4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6365" w14:textId="553DB9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F568" w14:textId="0A2F86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56D9" w14:textId="373AA7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181ED" w14:textId="06F08E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10,97</w:t>
            </w:r>
          </w:p>
        </w:tc>
      </w:tr>
      <w:tr w:rsidR="002E201E" w:rsidRPr="003E2BAC" w14:paraId="2AD3A9D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85E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13D2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821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502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1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F5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F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0AE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F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B90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A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BF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0D9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189F" w14:textId="4EAEA0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71AB" w14:textId="1E1A1C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61CC" w14:textId="278D29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9D30" w14:textId="3DAD12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FF840" w14:textId="0941FA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10,61</w:t>
            </w:r>
          </w:p>
        </w:tc>
      </w:tr>
      <w:tr w:rsidR="002E201E" w:rsidRPr="003E2BAC" w14:paraId="3868D31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2730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7CED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A2C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1F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F9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1E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B4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869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CC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F5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73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13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4AD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D671" w14:textId="2A9AA1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A635" w14:textId="454BEA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3472" w14:textId="09A039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B030" w14:textId="12D429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DF2CF" w14:textId="2DF27C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10,24</w:t>
            </w:r>
          </w:p>
        </w:tc>
      </w:tr>
      <w:tr w:rsidR="002E201E" w:rsidRPr="003E2BAC" w14:paraId="0089E4E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7684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D835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78F3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31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7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5E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44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BEC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76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D4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910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8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C68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CF8B" w14:textId="7753CD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F2CC" w14:textId="05E503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33C8" w14:textId="2EC9AF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57ED" w14:textId="04BD9B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3D186" w14:textId="325806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9,83</w:t>
            </w:r>
          </w:p>
        </w:tc>
      </w:tr>
      <w:tr w:rsidR="002E201E" w:rsidRPr="003E2BAC" w14:paraId="142FF72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1E9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BFCD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40A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FE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CF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4A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61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D3C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2B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662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968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320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0EF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1F26" w14:textId="1B7FD6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D90F" w14:textId="53ADC7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EFCA" w14:textId="67C4F5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DBF7" w14:textId="1FBA37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28CC9" w14:textId="160809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9,60</w:t>
            </w:r>
          </w:p>
        </w:tc>
      </w:tr>
      <w:tr w:rsidR="002E201E" w:rsidRPr="003E2BAC" w14:paraId="71919A1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2A52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A68B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43C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E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147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58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E6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862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B5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A9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26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2A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FBB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DE0F" w14:textId="67E203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BE50" w14:textId="407BD9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ED3C" w14:textId="2B7A4E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FF79" w14:textId="2BD334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F955C" w14:textId="5E1D24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9,42</w:t>
            </w:r>
          </w:p>
        </w:tc>
      </w:tr>
      <w:tr w:rsidR="002E201E" w:rsidRPr="003E2BAC" w14:paraId="7B63C1B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D0B8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4F3C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C1E6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23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70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33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C2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85D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A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3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1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23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7E2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56F7" w14:textId="36C054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4321" w14:textId="1C0767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3D6E" w14:textId="6161E1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62C7" w14:textId="772963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C4083" w14:textId="790FA6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9,02</w:t>
            </w:r>
          </w:p>
        </w:tc>
      </w:tr>
      <w:tr w:rsidR="002E201E" w:rsidRPr="003E2BAC" w14:paraId="5818108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0BB1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B28B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8B6F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FA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45D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DD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40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928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1D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15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79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36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55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B5E9" w14:textId="0ADCFB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8602" w14:textId="3F077E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D6CF" w14:textId="1F70AD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CC79" w14:textId="0F35AD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EE871" w14:textId="6EDED1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8,59</w:t>
            </w:r>
          </w:p>
        </w:tc>
      </w:tr>
      <w:tr w:rsidR="002E201E" w:rsidRPr="003E2BAC" w14:paraId="2F7C6A4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E6D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EE12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461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19F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B9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2D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8B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146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F5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A7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ED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D5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BA0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D10C" w14:textId="2FF4E8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98AC" w14:textId="37A5D1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B3C3" w14:textId="0E1334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F8EF" w14:textId="6C13F4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9,73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8D266" w14:textId="13D3FA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8,46</w:t>
            </w:r>
          </w:p>
        </w:tc>
      </w:tr>
      <w:tr w:rsidR="002E201E" w:rsidRPr="003E2BAC" w14:paraId="23CC52A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05C3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25A3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FE4C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E6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C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8C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9B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9E9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1B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BF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74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FB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541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9087" w14:textId="321FF4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4676" w14:textId="13E57A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F848" w14:textId="3CF5D9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B82C" w14:textId="6731AC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15DE8" w14:textId="0C3419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8,18</w:t>
            </w:r>
          </w:p>
        </w:tc>
      </w:tr>
      <w:tr w:rsidR="002E201E" w:rsidRPr="003E2BAC" w14:paraId="729A846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8C2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7D7B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E6EF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4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D7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60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CB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FB8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09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18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20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CB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142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5BA4" w14:textId="4851DF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68CA" w14:textId="1165F2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C86E" w14:textId="6FDCAD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DC89" w14:textId="07B838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02C91" w14:textId="684486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7,78</w:t>
            </w:r>
          </w:p>
        </w:tc>
      </w:tr>
      <w:tr w:rsidR="002E201E" w:rsidRPr="003E2BAC" w14:paraId="3D9FB22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D53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CE7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9A6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1C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658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C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56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99C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E0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89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4D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0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0C0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0986" w14:textId="6B56A1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52C4" w14:textId="6CD908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F110" w14:textId="28D549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ADB5" w14:textId="64E286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C9C0" w14:textId="05AAAC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7,54</w:t>
            </w:r>
          </w:p>
        </w:tc>
      </w:tr>
      <w:tr w:rsidR="002E201E" w:rsidRPr="003E2BAC" w14:paraId="43DA1DC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824F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2220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4B1F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B4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86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A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8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E28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EC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0F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20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8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D1C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1E53" w14:textId="36D7AB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3B88" w14:textId="4F682B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A107" w14:textId="08B07A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7478" w14:textId="2E7FB6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5DADE" w14:textId="60AE83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7,38</w:t>
            </w:r>
          </w:p>
        </w:tc>
      </w:tr>
      <w:tr w:rsidR="002E201E" w:rsidRPr="003E2BAC" w14:paraId="10CF1CD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B494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B700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895C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C2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55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B4B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0D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A25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1B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94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8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6B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E74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FE2B" w14:textId="286796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8F6F" w14:textId="6737E2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9107" w14:textId="42FFAC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B58D" w14:textId="0EA3D7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3AD61" w14:textId="31400B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6,98</w:t>
            </w:r>
          </w:p>
        </w:tc>
      </w:tr>
      <w:tr w:rsidR="002E201E" w:rsidRPr="003E2BAC" w14:paraId="4C1DAA6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91F2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1F00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5663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96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47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25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9A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21B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78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EF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E8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3F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4D2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9A4E" w14:textId="396798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5BFE" w14:textId="0B159E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0391" w14:textId="6E0081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9D35" w14:textId="79880D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6B153" w14:textId="2C68D7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6,73</w:t>
            </w:r>
          </w:p>
        </w:tc>
      </w:tr>
      <w:tr w:rsidR="002E201E" w:rsidRPr="003E2BAC" w14:paraId="3FBD46F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1EDE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48C1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46C3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AA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F6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8F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E5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787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B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5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A5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C6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E0B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8534" w14:textId="6F0A99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0756" w14:textId="6FDEA9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5A37" w14:textId="620A01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C014" w14:textId="1491F5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B9FC7" w14:textId="74FBBF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6,62</w:t>
            </w:r>
          </w:p>
        </w:tc>
      </w:tr>
      <w:tr w:rsidR="002E201E" w:rsidRPr="003E2BAC" w14:paraId="5833769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5882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8D33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F10A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C9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8B9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2F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BA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335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A9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CA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07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68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B0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CB0A" w14:textId="373FC7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1B8C" w14:textId="3E8469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8655" w14:textId="0378DC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0E65" w14:textId="6A5A8D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01646" w14:textId="53704C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6,31</w:t>
            </w:r>
          </w:p>
        </w:tc>
      </w:tr>
      <w:tr w:rsidR="002E201E" w:rsidRPr="003E2BAC" w14:paraId="7CC9D77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5A30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F782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5238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0E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DF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970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0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E10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5E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7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8F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F47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86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C9FD" w14:textId="3F7033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BA84" w14:textId="631095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17FF" w14:textId="21B664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5467" w14:textId="28421C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2AC53" w14:textId="2197F2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6,14</w:t>
            </w:r>
          </w:p>
        </w:tc>
      </w:tr>
      <w:tr w:rsidR="002E201E" w:rsidRPr="003E2BAC" w14:paraId="54A7B0D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5CA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2A8C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6AA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9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DB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0B2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5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5D9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7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FD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50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32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E57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AC3E" w14:textId="7DD092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8DEE" w14:textId="216D65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C145" w14:textId="21645C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5DCB" w14:textId="562745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CF389" w14:textId="217639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6,08</w:t>
            </w:r>
          </w:p>
        </w:tc>
      </w:tr>
      <w:tr w:rsidR="002E201E" w:rsidRPr="003E2BAC" w14:paraId="61E5B32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3883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0B13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FCD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7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A3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0C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EE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BC7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A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47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7E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1A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FF0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C4A3" w14:textId="0AF9E3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64B9" w14:textId="41B158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004C" w14:textId="4F302C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3D73" w14:textId="5F8709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03672" w14:textId="03EE17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5,96</w:t>
            </w:r>
          </w:p>
        </w:tc>
      </w:tr>
      <w:tr w:rsidR="002E201E" w:rsidRPr="003E2BAC" w14:paraId="3CA4348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174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089E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B3B6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C8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A8C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CB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ED6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F51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E1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C1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70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7D3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172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BF2B" w14:textId="7D8627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C58A" w14:textId="4C083B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0EB4" w14:textId="7F310C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0BDA" w14:textId="652B24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1526E" w14:textId="443936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5,91</w:t>
            </w:r>
          </w:p>
        </w:tc>
      </w:tr>
      <w:tr w:rsidR="002E201E" w:rsidRPr="003E2BAC" w14:paraId="1259A55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8109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4F71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C3C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E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CF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9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15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07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B0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59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F5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7B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4F2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609F" w14:textId="01B200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770D" w14:textId="71CC94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E58C" w14:textId="2D4BB0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EBB3" w14:textId="49FB24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20293" w14:textId="5E9FC7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5,73</w:t>
            </w:r>
          </w:p>
        </w:tc>
      </w:tr>
      <w:tr w:rsidR="002E201E" w:rsidRPr="003E2BAC" w14:paraId="747442E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2979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300D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8DFF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91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7D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E6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1B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34F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16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9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E2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D7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38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D15F" w14:textId="198C87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D4BF" w14:textId="424100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75CF" w14:textId="34F391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6402" w14:textId="7CAB84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88A73" w14:textId="140623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5,44</w:t>
            </w:r>
          </w:p>
        </w:tc>
      </w:tr>
      <w:tr w:rsidR="002E201E" w:rsidRPr="003E2BAC" w14:paraId="1E997A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388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8E53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25F0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BB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41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05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C1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D5A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95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25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A4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15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F0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6C73" w14:textId="583B4A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4FBF" w14:textId="1ADF03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0F4D" w14:textId="678FB3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F0A9" w14:textId="4A5921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D6E9D" w14:textId="065D3F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5,41</w:t>
            </w:r>
          </w:p>
        </w:tc>
      </w:tr>
      <w:tr w:rsidR="002E201E" w:rsidRPr="003E2BAC" w14:paraId="08D24E6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FEE3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6CE6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D678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2A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ED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59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9A4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313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94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9A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DF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33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7D2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021E" w14:textId="080D44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320E" w14:textId="398B1C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3846" w14:textId="1E8278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B290" w14:textId="4F7BA1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C360C" w14:textId="6BCECA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5,27</w:t>
            </w:r>
          </w:p>
        </w:tc>
      </w:tr>
      <w:tr w:rsidR="002E201E" w:rsidRPr="003E2BAC" w14:paraId="2FFD656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161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BB01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240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EB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17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3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60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7C5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8A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F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7A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8E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58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4400" w14:textId="0E7F3E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67B3" w14:textId="2D4C92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249B" w14:textId="20EDA9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1B56" w14:textId="2BB462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98197" w14:textId="6844EA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5,14</w:t>
            </w:r>
          </w:p>
        </w:tc>
      </w:tr>
      <w:tr w:rsidR="002E201E" w:rsidRPr="003E2BAC" w14:paraId="38F4FA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2821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A08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E657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79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B0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94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FC9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DCA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51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90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23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6A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259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7AFF" w14:textId="763DF0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5AD5" w14:textId="72BCF1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812F" w14:textId="0417E3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BFD1" w14:textId="5893C1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7834D" w14:textId="3E7F4F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5,09</w:t>
            </w:r>
          </w:p>
        </w:tc>
      </w:tr>
      <w:tr w:rsidR="002E201E" w:rsidRPr="003E2BAC" w14:paraId="23EBFF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410F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FC36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C001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13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61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F06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96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235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B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E8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60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98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670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FEFB" w14:textId="682BAD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CABD" w14:textId="18769E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692F" w14:textId="44721B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1693" w14:textId="23C40E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6,97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AF1D3" w14:textId="7B8A94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4,89</w:t>
            </w:r>
          </w:p>
        </w:tc>
      </w:tr>
      <w:tr w:rsidR="002E201E" w:rsidRPr="003E2BAC" w14:paraId="6B3EF1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A72F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D3BA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9725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F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5B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24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F8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8A5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3E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6F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1B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D9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DF2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F7A0" w14:textId="1C649A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B88D" w14:textId="389193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C3C7" w14:textId="19B51E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78DD" w14:textId="01D718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DB2BE" w14:textId="2A928A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4,81</w:t>
            </w:r>
          </w:p>
        </w:tc>
      </w:tr>
      <w:tr w:rsidR="002E201E" w:rsidRPr="003E2BAC" w14:paraId="30F4C3E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C84F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9933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64D5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7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25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92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A35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4ED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0C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E4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7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6D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52C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57A1" w14:textId="369AF6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9D31" w14:textId="704C7A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5B9B" w14:textId="72E36B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3E6B" w14:textId="6288C0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48B66" w14:textId="1A75CB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4,69</w:t>
            </w:r>
          </w:p>
        </w:tc>
      </w:tr>
      <w:tr w:rsidR="002E201E" w:rsidRPr="003E2BAC" w14:paraId="572460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0CA5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2B64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CAF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DF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80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F0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6B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34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99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D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1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8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89F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915C" w14:textId="7C38A3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4F84" w14:textId="65781C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2D4F" w14:textId="10A74F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E594" w14:textId="0EA12C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D02E1" w14:textId="6B3FBE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4,49</w:t>
            </w:r>
          </w:p>
        </w:tc>
      </w:tr>
      <w:tr w:rsidR="002E201E" w:rsidRPr="003E2BAC" w14:paraId="40384FF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9EDA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1FAD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63,09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4118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1C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28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98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4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BF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F3F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9E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9E8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76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A46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3FCF" w14:textId="0D47E2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AB1D" w14:textId="3E9905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32E2" w14:textId="018246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B62F" w14:textId="0D76B8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7F7C1" w14:textId="6A79AA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4,48</w:t>
            </w:r>
          </w:p>
        </w:tc>
      </w:tr>
      <w:tr w:rsidR="002E201E" w:rsidRPr="003E2BAC" w14:paraId="4CA4BA1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5FF6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8F6B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2D7B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8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79A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FB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49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58D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36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B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EC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73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93A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7404" w14:textId="2F0F57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7EDE" w14:textId="18481A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D415" w14:textId="525D2E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F468" w14:textId="438983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B1E43" w14:textId="5CB77D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4,34</w:t>
            </w:r>
          </w:p>
        </w:tc>
      </w:tr>
      <w:tr w:rsidR="002E201E" w:rsidRPr="003E2BAC" w14:paraId="52A109F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8314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AA52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2BC2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F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B8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C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BA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DBC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A2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21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18A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2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B8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4F90" w14:textId="23F280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535B" w14:textId="3DA4A6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9044" w14:textId="71E7C6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621C" w14:textId="707C7F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0AB1B" w14:textId="21C0EF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4,24</w:t>
            </w:r>
          </w:p>
        </w:tc>
      </w:tr>
      <w:tr w:rsidR="002E201E" w:rsidRPr="003E2BAC" w14:paraId="2D87434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083C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111F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F041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9F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B9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A7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BE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47C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DF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74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BE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35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123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20F1" w14:textId="441BD2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8C01" w14:textId="6D8531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BCA8" w14:textId="283C0B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5F02" w14:textId="639779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8B1BC" w14:textId="178B00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4,21</w:t>
            </w:r>
          </w:p>
        </w:tc>
      </w:tr>
      <w:tr w:rsidR="002E201E" w:rsidRPr="003E2BAC" w14:paraId="050A9D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2BD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42F9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6BC8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E9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38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76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58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51C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00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96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6E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B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A16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DFAC" w14:textId="27A602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CEA2" w14:textId="474B8D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EE26" w14:textId="68989F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04B8" w14:textId="66DAFE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DC350" w14:textId="00C0D5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4,08</w:t>
            </w:r>
          </w:p>
        </w:tc>
      </w:tr>
      <w:tr w:rsidR="002E201E" w:rsidRPr="003E2BAC" w14:paraId="0B0F68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5A04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5D87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255D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07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EC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D2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D9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0D7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45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D5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C2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6F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4C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17B7" w14:textId="6C156E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EBD" w14:textId="3037D9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B88A" w14:textId="22EADD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2B5F" w14:textId="2093F2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0BFEA" w14:textId="73CE0E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4,02</w:t>
            </w:r>
          </w:p>
        </w:tc>
      </w:tr>
      <w:tr w:rsidR="002E201E" w:rsidRPr="003E2BAC" w14:paraId="46D3BA8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2C81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6A8C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9221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82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E90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33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6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46F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6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56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B2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AD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605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AA72" w14:textId="7C42C1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CFD3" w14:textId="03BC25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A798" w14:textId="7FE280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592B" w14:textId="5E45E7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6B67E" w14:textId="5336FC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3,96</w:t>
            </w:r>
          </w:p>
        </w:tc>
      </w:tr>
      <w:tr w:rsidR="002E201E" w:rsidRPr="003E2BAC" w14:paraId="0788D0D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A743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D0A9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041F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00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58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D0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23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6A0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05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D6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D2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F64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1D5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6543" w14:textId="7E98B4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A3B7" w14:textId="45C8E3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7E4B" w14:textId="3B1605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E2C9" w14:textId="7ABDD7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DCD5" w14:textId="0E8F51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3,83</w:t>
            </w:r>
          </w:p>
        </w:tc>
      </w:tr>
      <w:tr w:rsidR="002E201E" w:rsidRPr="003E2BAC" w14:paraId="42F655C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C098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59623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E2C4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1A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D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1A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64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1FA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50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A9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93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4E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B0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A1E5" w14:textId="022556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81F7" w14:textId="5403E3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CE46" w14:textId="45435B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42B2" w14:textId="72218F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C9CC0" w14:textId="05E460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3,77</w:t>
            </w:r>
          </w:p>
        </w:tc>
      </w:tr>
      <w:tr w:rsidR="002E201E" w:rsidRPr="003E2BAC" w14:paraId="7A1F084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45A0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1882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50B3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40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0A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12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46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CFD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EC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0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DC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44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4D7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3A7D" w14:textId="6FF657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C7C5" w14:textId="0B8AFF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9BDF" w14:textId="790A61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828B" w14:textId="7A3472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6E1BE" w14:textId="356A96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3,71</w:t>
            </w:r>
          </w:p>
        </w:tc>
      </w:tr>
      <w:tr w:rsidR="002E201E" w:rsidRPr="003E2BAC" w14:paraId="00277B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8E10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096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3B6E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9E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DB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2C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B7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94C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4C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3B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996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E6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F3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1B98" w14:textId="205673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8AA9" w14:textId="322055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3337" w14:textId="55C526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72D6" w14:textId="0AB688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E5BE0" w14:textId="7738AD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3,57</w:t>
            </w:r>
          </w:p>
        </w:tc>
      </w:tr>
      <w:tr w:rsidR="002E201E" w:rsidRPr="003E2BAC" w14:paraId="5320C00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CA7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6AA0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9DD9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ED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F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9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77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A0E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FF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54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64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4B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FA7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887F" w14:textId="0063B4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43C1" w14:textId="64E361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3839" w14:textId="0D0DD2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DF4F" w14:textId="7564C7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9DC99" w14:textId="1B2643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</w:tr>
      <w:tr w:rsidR="002E201E" w:rsidRPr="003E2BAC" w14:paraId="5EE8040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72F2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C1A6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15BE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93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48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67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B4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18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40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CF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E63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D5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4CF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2A4D" w14:textId="4D4ACC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A416" w14:textId="427445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D136" w14:textId="11F2EF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C9B4" w14:textId="52AAE7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CC3FF" w14:textId="297B5C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3,41</w:t>
            </w:r>
          </w:p>
        </w:tc>
      </w:tr>
      <w:tr w:rsidR="002E201E" w:rsidRPr="003E2BAC" w14:paraId="6BDE4D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EF33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9FF6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AD6E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E6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6C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BE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2C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E49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1C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81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AFB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D21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6B1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86C3" w14:textId="2EDC22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C0D4" w14:textId="05B3B8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64A0" w14:textId="7563B7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1F46" w14:textId="553C83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48F67" w14:textId="6F2317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3,38</w:t>
            </w:r>
          </w:p>
        </w:tc>
      </w:tr>
      <w:tr w:rsidR="002E201E" w:rsidRPr="003E2BAC" w14:paraId="0A503B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4FA3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4FB9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8E07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38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1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02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7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07E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2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FF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A1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4B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89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D1F0" w14:textId="3750E2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D3E8" w14:textId="5ADDC3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3E87" w14:textId="068D89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9350" w14:textId="31DBC7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F4ED5" w14:textId="6CD76E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3,32</w:t>
            </w:r>
          </w:p>
        </w:tc>
      </w:tr>
      <w:tr w:rsidR="002E201E" w:rsidRPr="003E2BAC" w14:paraId="768C336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022D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599B6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0BEA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F8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66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32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79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839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286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C4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EF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9F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EA3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285E" w14:textId="2765EC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6FE5" w14:textId="1FEC75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848C" w14:textId="3D4625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DF53" w14:textId="6DDAB0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465A5" w14:textId="1B1440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3,28</w:t>
            </w:r>
          </w:p>
        </w:tc>
      </w:tr>
      <w:tr w:rsidR="002E201E" w:rsidRPr="003E2BAC" w14:paraId="74CCF4B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9C9C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263F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5BE4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74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EA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1A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10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B92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30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4F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03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93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D1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BF1F" w14:textId="31B210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C39B" w14:textId="09D1E9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E5C1" w14:textId="1C98B1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EBC9" w14:textId="3A5A4C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67395" w14:textId="39B431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3,25</w:t>
            </w:r>
          </w:p>
        </w:tc>
      </w:tr>
      <w:tr w:rsidR="002E201E" w:rsidRPr="003E2BAC" w14:paraId="530E264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D600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D0BD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15B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D8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CF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5B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E1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E6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39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B4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0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0B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90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C363" w14:textId="57C19B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A67F" w14:textId="061EED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47F5" w14:textId="14527F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322E" w14:textId="6FF37B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F070B" w14:textId="688B84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3,22</w:t>
            </w:r>
          </w:p>
        </w:tc>
      </w:tr>
      <w:tr w:rsidR="002E201E" w:rsidRPr="003E2BAC" w14:paraId="5E90AFF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DE96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3070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674B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2A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CC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AF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54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AA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05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82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B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85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071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6601" w14:textId="0A807A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2EDF" w14:textId="7C8CCB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FA3F" w14:textId="7753C0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4FE8" w14:textId="16337A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E2510" w14:textId="6355F2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3,19</w:t>
            </w:r>
          </w:p>
        </w:tc>
      </w:tr>
      <w:tr w:rsidR="002E201E" w:rsidRPr="003E2BAC" w14:paraId="01E2DFC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BBE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F9D1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F955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25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C9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37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1F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1B1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6D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8D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84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D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7BD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72CB" w14:textId="4F76CE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8BC5" w14:textId="660310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DCFB" w14:textId="09C902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6FE9" w14:textId="0A4980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E189C" w14:textId="488BD7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3,17</w:t>
            </w:r>
          </w:p>
        </w:tc>
      </w:tr>
      <w:tr w:rsidR="002E201E" w:rsidRPr="003E2BAC" w14:paraId="13C64C6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AFBD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094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8514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26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C52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A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E6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8A3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47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8F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13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4D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7E7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0A58" w14:textId="2646A1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96D5" w14:textId="49C33E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1A15" w14:textId="1589DE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7404" w14:textId="752A52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495DE" w14:textId="49F4A0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3,17</w:t>
            </w:r>
          </w:p>
        </w:tc>
      </w:tr>
      <w:tr w:rsidR="002E201E" w:rsidRPr="003E2BAC" w14:paraId="3FF74BD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6CD9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EDD4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F303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22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7B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FD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9C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A8B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F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79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66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E9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723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111B" w14:textId="16CD0A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E4DD" w14:textId="421554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EAFE" w14:textId="686181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0403" w14:textId="2C5F63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6DCF3" w14:textId="6C514E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3,15</w:t>
            </w:r>
          </w:p>
        </w:tc>
      </w:tr>
      <w:tr w:rsidR="002E201E" w:rsidRPr="003E2BAC" w14:paraId="6BB470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2550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9965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E4F1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3F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F3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60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C9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84C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2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F4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4EF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9D4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A740" w14:textId="4C865C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F5E0" w14:textId="71FD07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71FC" w14:textId="20792F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A1B2" w14:textId="11E096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9F8A4" w14:textId="6363EB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3,13</w:t>
            </w:r>
          </w:p>
        </w:tc>
      </w:tr>
      <w:tr w:rsidR="002E201E" w:rsidRPr="003E2BAC" w14:paraId="425CDA5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4490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55A7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1015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09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59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54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A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2D1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C3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88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49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A3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F09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D672" w14:textId="4D311F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9533" w14:textId="6CEA3C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B1CC" w14:textId="1CE66D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CB01" w14:textId="0ED466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1D4C8" w14:textId="1F72FE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3,10</w:t>
            </w:r>
          </w:p>
        </w:tc>
      </w:tr>
      <w:tr w:rsidR="002E201E" w:rsidRPr="003E2BAC" w14:paraId="1D12C02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3031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DCD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719E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76D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00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DC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79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225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82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0C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21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3F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B4A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2937" w14:textId="64A902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2846" w14:textId="2E6E2D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0B06" w14:textId="57A41B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E04A" w14:textId="245C10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D3B24" w14:textId="0F7687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3,07</w:t>
            </w:r>
          </w:p>
        </w:tc>
      </w:tr>
      <w:tr w:rsidR="002E201E" w:rsidRPr="003E2BAC" w14:paraId="119A969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6162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111C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8B5A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47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ED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A3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D5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6B5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FA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30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14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E3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A8C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6395" w14:textId="66D1D9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24D2" w14:textId="051795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5006" w14:textId="66A53D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D7CF" w14:textId="1BBF37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1140A" w14:textId="3BDE96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3,03</w:t>
            </w:r>
          </w:p>
        </w:tc>
      </w:tr>
      <w:tr w:rsidR="002E201E" w:rsidRPr="003E2BAC" w14:paraId="34FC024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8F88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757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8704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07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F8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FB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21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A93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55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6C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A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A3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13B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5F69" w14:textId="0659E4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F59F" w14:textId="0E96EA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8A43" w14:textId="68AF88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FA57" w14:textId="6D7AFD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1B8D0" w14:textId="249042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2,99</w:t>
            </w:r>
          </w:p>
        </w:tc>
      </w:tr>
      <w:tr w:rsidR="002E201E" w:rsidRPr="003E2BAC" w14:paraId="6989FC6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EFCA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39CF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E694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B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FE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E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41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177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45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70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4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A7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50F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4E15" w14:textId="1B352A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55D7" w14:textId="764FF3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0D9E" w14:textId="2D2461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519F" w14:textId="066617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717D5" w14:textId="18A604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2,97</w:t>
            </w:r>
          </w:p>
        </w:tc>
      </w:tr>
      <w:tr w:rsidR="002E201E" w:rsidRPr="003E2BAC" w14:paraId="5CC414A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A4D3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5F79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B5DB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E1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65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34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10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17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44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2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B3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6F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B1B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746B" w14:textId="3CB54E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1266" w14:textId="25D3F1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B19D" w14:textId="212F83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B6DD" w14:textId="2C9562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72C88" w14:textId="73C76B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2,88</w:t>
            </w:r>
          </w:p>
        </w:tc>
      </w:tr>
      <w:tr w:rsidR="002E201E" w:rsidRPr="003E2BAC" w14:paraId="1936541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583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9B62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1796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05F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96E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D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CA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2F3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26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C7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ED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8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667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D1DA" w14:textId="382CCF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819F" w14:textId="6F4B54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7A1E" w14:textId="5DF1CF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A411" w14:textId="4F9CD8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111D8" w14:textId="06F925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2,78</w:t>
            </w:r>
          </w:p>
        </w:tc>
      </w:tr>
      <w:tr w:rsidR="002E201E" w:rsidRPr="003E2BAC" w14:paraId="19B9C17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4437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80348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EFDF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4E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A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79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81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BAD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FE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D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D5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AD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D01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AA37" w14:textId="6E38B5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CCEE" w14:textId="3C9431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B535" w14:textId="68BB2A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77B6" w14:textId="5F19EE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76992" w14:textId="71DBD6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2,77</w:t>
            </w:r>
          </w:p>
        </w:tc>
      </w:tr>
      <w:tr w:rsidR="002E201E" w:rsidRPr="003E2BAC" w14:paraId="5B9C62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3F80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4181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2230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0C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58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F6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BB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AF7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F4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88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5B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2E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A65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1739" w14:textId="712420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D0C7" w14:textId="5174E3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51C9" w14:textId="15686E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70A6" w14:textId="53C8FF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8680B" w14:textId="2C68C0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2,69</w:t>
            </w:r>
          </w:p>
        </w:tc>
      </w:tr>
      <w:tr w:rsidR="002E201E" w:rsidRPr="003E2BAC" w14:paraId="4BFA372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84A0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0030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4D1F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B4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92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E9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1B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C1D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02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64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4E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7C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206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FB82" w14:textId="37D110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6891" w14:textId="2DFB8E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6150" w14:textId="5DA72F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FD59" w14:textId="73D31A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51D84" w14:textId="3087E1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2,62</w:t>
            </w:r>
          </w:p>
        </w:tc>
      </w:tr>
      <w:tr w:rsidR="002E201E" w:rsidRPr="003E2BAC" w14:paraId="3B4C05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22CA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AF45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FF5B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BB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C6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FF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C9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E12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8C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E7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E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83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9A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59A5" w14:textId="7AC897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C69C" w14:textId="059D30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4D4D" w14:textId="2C4D51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5BEB" w14:textId="2AB5CC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0EACA" w14:textId="208568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2,58</w:t>
            </w:r>
          </w:p>
        </w:tc>
      </w:tr>
      <w:tr w:rsidR="002E201E" w:rsidRPr="003E2BAC" w14:paraId="1FC8325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7BD4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9CD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822F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FDD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B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B9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4A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FCC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4A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D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D8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40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E6F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B2AD" w14:textId="62454E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6991" w14:textId="3AEB8A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CDE5" w14:textId="6A7C60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AB73" w14:textId="464FD7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C2BC7" w14:textId="2B2C14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2,48</w:t>
            </w:r>
          </w:p>
        </w:tc>
      </w:tr>
      <w:tr w:rsidR="002E201E" w:rsidRPr="003E2BAC" w14:paraId="37FD394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3FB3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120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E2BA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239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DC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F9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38B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3F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155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8B5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D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4A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E0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8C3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A973" w14:textId="1E9A3B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864F" w14:textId="348FE7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3CE6" w14:textId="2300AE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FFDF" w14:textId="33CFB9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1F051" w14:textId="0F7BBF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2,47</w:t>
            </w:r>
          </w:p>
        </w:tc>
      </w:tr>
      <w:tr w:rsidR="002E201E" w:rsidRPr="003E2BAC" w14:paraId="7769370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8A46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C679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3A5E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3A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9D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CC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0A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BB4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7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B7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EB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00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510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FAC6" w14:textId="452E96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7583" w14:textId="58B501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1EE6" w14:textId="0B740F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1E25" w14:textId="791F01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33AF1" w14:textId="736907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2,40</w:t>
            </w:r>
          </w:p>
        </w:tc>
      </w:tr>
      <w:tr w:rsidR="002E201E" w:rsidRPr="003E2BAC" w14:paraId="33D7584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70A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59A7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8A35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F7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50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507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DC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46F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B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55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80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2D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8E3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94BD" w14:textId="38BEDF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F704" w14:textId="5DABBE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44EC" w14:textId="558616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DDDC" w14:textId="3ACC9F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F2FBE" w14:textId="601A11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2,37</w:t>
            </w:r>
          </w:p>
        </w:tc>
      </w:tr>
      <w:tr w:rsidR="002E201E" w:rsidRPr="003E2BAC" w14:paraId="55E956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6358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41D2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292C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1D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40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AE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78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AD3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B7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E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64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6B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722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E9BF" w14:textId="2CCE8C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3DFF" w14:textId="05847A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31FC" w14:textId="129A2D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5BEC" w14:textId="5BD162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E6299" w14:textId="54371E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2,29</w:t>
            </w:r>
          </w:p>
        </w:tc>
      </w:tr>
      <w:tr w:rsidR="002E201E" w:rsidRPr="003E2BAC" w14:paraId="730FD51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B030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3DA0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3BB5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BD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EA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96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7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EBB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9E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3D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0E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5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D22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B66C" w14:textId="00B861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3BAE" w14:textId="33C358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522A" w14:textId="6CD899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C178" w14:textId="2BB2AB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3D283" w14:textId="1ECF78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2,23</w:t>
            </w:r>
          </w:p>
        </w:tc>
      </w:tr>
      <w:tr w:rsidR="002E201E" w:rsidRPr="003E2BAC" w14:paraId="0C07527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6EA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8739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B460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FD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73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47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0B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7D4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CF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39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8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DF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195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2F20" w14:textId="7DCBF8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ADD4" w14:textId="48CA8F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5145" w14:textId="4A8536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80D5" w14:textId="02BDD4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A5122" w14:textId="5077C8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2,20</w:t>
            </w:r>
          </w:p>
        </w:tc>
      </w:tr>
      <w:tr w:rsidR="002E201E" w:rsidRPr="003E2BAC" w14:paraId="4E1060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F30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B225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661D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B8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63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5D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E6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BEF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EE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FF8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29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F0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BB0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B57A" w14:textId="2332D0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BB72" w14:textId="170744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F21D" w14:textId="17462B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F303" w14:textId="7DAAB2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DA7F0" w14:textId="091DC5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2,15</w:t>
            </w:r>
          </w:p>
        </w:tc>
      </w:tr>
      <w:tr w:rsidR="002E201E" w:rsidRPr="003E2BAC" w14:paraId="0C1015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56D9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E4B5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0F7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78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43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1C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49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D22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B6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F8E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91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0B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F00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4E1C" w14:textId="2B7032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7C03" w14:textId="6980A2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520A" w14:textId="2CF487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0009" w14:textId="11486A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807CE" w14:textId="5D2349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2,13</w:t>
            </w:r>
          </w:p>
        </w:tc>
      </w:tr>
      <w:tr w:rsidR="002E201E" w:rsidRPr="003E2BAC" w14:paraId="663E9D4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195C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ED50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2CCD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DD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50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6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03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B5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4F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37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E3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C6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DE1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F869" w14:textId="2E034B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ADFC" w14:textId="2BF92B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6E37" w14:textId="17B1D1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33BC" w14:textId="2720D6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E8199" w14:textId="64C29B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2,02</w:t>
            </w:r>
          </w:p>
        </w:tc>
      </w:tr>
      <w:tr w:rsidR="002E201E" w:rsidRPr="003E2BAC" w14:paraId="4E76125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2581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DA1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8D0E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12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A8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88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D2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E05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DC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37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ED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23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EE3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B403" w14:textId="48E9F1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C5E9" w14:textId="426B3B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47EC" w14:textId="14FE4D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FF20" w14:textId="14E82C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A5905" w14:textId="2C320D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2,02</w:t>
            </w:r>
          </w:p>
        </w:tc>
      </w:tr>
      <w:tr w:rsidR="002E201E" w:rsidRPr="003E2BAC" w14:paraId="400B48D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A9B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E6BA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91A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81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85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63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E0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690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B4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F1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D5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3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BC1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E9B3" w14:textId="4C9A3C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370A" w14:textId="183AF7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719E" w14:textId="4DC4E5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A552" w14:textId="6A3534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B1C59" w14:textId="6389F8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1,91</w:t>
            </w:r>
          </w:p>
        </w:tc>
      </w:tr>
      <w:tr w:rsidR="002E201E" w:rsidRPr="003E2BAC" w14:paraId="5DF5452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F637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A9AF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C394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35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EB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F4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AB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2F2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E9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A9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8F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C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957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D10B" w14:textId="559F98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8736" w14:textId="76A280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F1E3" w14:textId="4D5E1F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9869" w14:textId="031B2E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5D33A" w14:textId="037C55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1,82</w:t>
            </w:r>
          </w:p>
        </w:tc>
      </w:tr>
      <w:tr w:rsidR="002E201E" w:rsidRPr="003E2BAC" w14:paraId="7B7CF8B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6B48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B90F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9CC1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0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70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1F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C5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F72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5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49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87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9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34E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9535" w14:textId="41A123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B792" w14:textId="7B1068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210C" w14:textId="6C5AD0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AE5C" w14:textId="5F8DA2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CF9ED" w14:textId="6C8BC8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1,81</w:t>
            </w:r>
          </w:p>
        </w:tc>
      </w:tr>
      <w:tr w:rsidR="002E201E" w:rsidRPr="003E2BAC" w14:paraId="2E783D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5DD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44B4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C00A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D0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5D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09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FF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EC4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F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6C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C7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2D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379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2BBC" w14:textId="51C979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ABBB" w14:textId="2E80C2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F602" w14:textId="7982CA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72BB" w14:textId="0E5515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25F21" w14:textId="6A7010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</w:tr>
      <w:tr w:rsidR="002E201E" w:rsidRPr="003E2BAC" w14:paraId="1C9FD2F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E58A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F2A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E0F7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25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08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D7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0E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E8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95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96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47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BC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54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2693" w14:textId="7F800E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D42F" w14:textId="24D5AD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CF6F" w14:textId="087C81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D6A7" w14:textId="5565F6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78BED" w14:textId="388200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</w:tr>
      <w:tr w:rsidR="002E201E" w:rsidRPr="003E2BAC" w14:paraId="29F2FF8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6D6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F131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1261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5A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FC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86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39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ADE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39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AC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3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4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707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442B" w14:textId="5A9921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1126" w14:textId="4CE703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8518" w14:textId="4544AA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BC98" w14:textId="1CA36E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FCE1D" w14:textId="18F460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</w:tr>
      <w:tr w:rsidR="002E201E" w:rsidRPr="003E2BAC" w14:paraId="2B7D77F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41E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0031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6A6D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7F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1E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1B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68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3CB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B1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353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8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39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BDF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A3BB" w14:textId="7493E2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035F" w14:textId="397068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FD19" w14:textId="4BD82C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7AA8" w14:textId="24CA6F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0446A" w14:textId="152913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1,47</w:t>
            </w:r>
          </w:p>
        </w:tc>
      </w:tr>
      <w:tr w:rsidR="002E201E" w:rsidRPr="003E2BAC" w14:paraId="6828A52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710A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B8A8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28E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A5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FB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CE0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C1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E13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80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30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6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9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92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D892" w14:textId="481B10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4070" w14:textId="17DBF3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FC01" w14:textId="120222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7ABE" w14:textId="0BA39D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7B6B3" w14:textId="102243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</w:tr>
      <w:tr w:rsidR="002E201E" w:rsidRPr="003E2BAC" w14:paraId="7AD5AE1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559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E9AC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7F0C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D5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2A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4A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3E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0AB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D0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1B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14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18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738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42B3" w14:textId="2CB679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90C3" w14:textId="680D39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6A79" w14:textId="27DD7F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716F" w14:textId="779CF4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D8220" w14:textId="33892C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</w:tr>
      <w:tr w:rsidR="002E201E" w:rsidRPr="003E2BAC" w14:paraId="4C18D37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845F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4246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94FB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81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B8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0C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31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F2C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29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5B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22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B7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B59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FFA5" w14:textId="459280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611E" w14:textId="57E05D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7F43" w14:textId="5BB10F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EC21" w14:textId="57A4D7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99012" w14:textId="3519AE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</w:tr>
      <w:tr w:rsidR="002E201E" w:rsidRPr="003E2BAC" w14:paraId="3879CAA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7536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B0F9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4F0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E3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D0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15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D8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FFC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4C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5E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B7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2FC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2B1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8C8D" w14:textId="7484B4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AE60" w14:textId="3BDB6C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78B6" w14:textId="356BD6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A945" w14:textId="02D9A2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99D06" w14:textId="26692C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</w:tr>
      <w:tr w:rsidR="002E201E" w:rsidRPr="003E2BAC" w14:paraId="09CECD4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60D3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A42C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47F5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F0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A7A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3D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1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728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06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2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6D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7D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06D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9F82" w14:textId="2D1C7B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391C" w14:textId="5AFB7D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BCD1" w14:textId="435D89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6902" w14:textId="3CC824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D255B" w14:textId="6C0416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1,25</w:t>
            </w:r>
          </w:p>
        </w:tc>
      </w:tr>
      <w:tr w:rsidR="002E201E" w:rsidRPr="003E2BAC" w14:paraId="03D562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A6FA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E436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F94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E1B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6A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A0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D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9B7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4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FC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F9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54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151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7F9B" w14:textId="429190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2BD6" w14:textId="416C5B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7201" w14:textId="75F852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7239" w14:textId="7D934B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9BC30" w14:textId="1FEBEF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</w:tr>
      <w:tr w:rsidR="002E201E" w:rsidRPr="003E2BAC" w14:paraId="3FE5867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25BD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E9C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D88F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44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E5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17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9E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44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9D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90B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75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16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D9A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FA38" w14:textId="101A85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71115" w14:textId="3C5B50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2B32" w14:textId="51D45F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EB76" w14:textId="06FABA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606F4" w14:textId="606F72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</w:tr>
      <w:tr w:rsidR="002E201E" w:rsidRPr="003E2BAC" w14:paraId="50ED9F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6597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144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6DCE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9F1D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5F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B9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B7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86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302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1E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24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11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C2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096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2E8A" w14:textId="658FDB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3356" w14:textId="00F3AC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1D7E" w14:textId="7DF7B8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4DE7" w14:textId="68EA73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A7CAB" w14:textId="7228D3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</w:tr>
      <w:tr w:rsidR="002E201E" w:rsidRPr="003E2BAC" w14:paraId="1B94B7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15D3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61A3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C6CF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0D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89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32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31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B32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31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07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DC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95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76B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B983" w14:textId="2A7B32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BE12" w14:textId="4AFA08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6619" w14:textId="7CAC84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9157" w14:textId="215A64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8A2A7" w14:textId="40092E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</w:tr>
      <w:tr w:rsidR="002E201E" w:rsidRPr="003E2BAC" w14:paraId="26A3AF2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56A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D73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9C88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E8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228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59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EC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9A4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FB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AD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C6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18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C6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B025" w14:textId="411E21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25B3" w14:textId="220F3A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2EF3" w14:textId="66885E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01D6" w14:textId="2E77CF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C3541" w14:textId="008F5C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</w:tr>
      <w:tr w:rsidR="002E201E" w:rsidRPr="003E2BAC" w14:paraId="4E83CA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83D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453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D676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E4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5A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76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18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C1A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9B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CD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C0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6D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06A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2653" w14:textId="161441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2029" w14:textId="2886BC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8ED9" w14:textId="6B014A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FF63" w14:textId="189FA1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149AA" w14:textId="48BDC5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</w:tr>
      <w:tr w:rsidR="002E201E" w:rsidRPr="003E2BAC" w14:paraId="3875677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F42F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E090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90,11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2327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03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EB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21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24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E61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3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194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2F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15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1CC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6114" w14:textId="27EBB4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004C" w14:textId="4BF591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611D" w14:textId="0F946B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78E3" w14:textId="2573C4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F971F" w14:textId="1192BA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</w:tr>
      <w:tr w:rsidR="002E201E" w:rsidRPr="003E2BAC" w14:paraId="7341685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0E12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D91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5A12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1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FC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90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D3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306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59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20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08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40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7CA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C73D" w14:textId="638306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2E54" w14:textId="324805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04B6" w14:textId="1A9139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9CCC" w14:textId="0745BE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D206B" w14:textId="029964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</w:tr>
      <w:tr w:rsidR="002E201E" w:rsidRPr="003E2BAC" w14:paraId="325D92F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4C7F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BCF2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AC71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F1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40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04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3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760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41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55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63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F7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6C8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8503" w14:textId="17381E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BFCC" w14:textId="5B3437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CAC0" w14:textId="4DE229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1931" w14:textId="640FD4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946CA" w14:textId="498287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</w:tr>
      <w:tr w:rsidR="002E201E" w:rsidRPr="003E2BAC" w14:paraId="10BB8B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DCEB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405D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44A5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750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AE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EE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3D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415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85C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3F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5B7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9C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D35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A484" w14:textId="0FF03E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1306" w14:textId="4CD8CE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BA6E" w14:textId="700F80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BAFF" w14:textId="4FEE92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5827B" w14:textId="5BCA0E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</w:tr>
      <w:tr w:rsidR="002E201E" w:rsidRPr="003E2BAC" w14:paraId="143EE0B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D891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4CF1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D5CF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F5E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84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D0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0F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807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75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A0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57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14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1F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C238" w14:textId="6E7F4E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CC43" w14:textId="4FC9B5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1216" w14:textId="7EBBBE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B79F" w14:textId="4FE8F4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34299" w14:textId="2171E0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</w:tr>
      <w:tr w:rsidR="002E201E" w:rsidRPr="003E2BAC" w14:paraId="2ACB020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40A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740C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2257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54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94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96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B9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0C0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C5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5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BC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2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B0E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9BF2" w14:textId="7B8AE7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8E9F" w14:textId="49F47D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3F54" w14:textId="5C5816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63FC" w14:textId="29E939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6BF06" w14:textId="21B9B6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</w:tr>
      <w:tr w:rsidR="002E201E" w:rsidRPr="003E2BAC" w14:paraId="7F3526A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1A8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E2B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75F9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0BE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0D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3F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61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A0B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F4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6C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2E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AB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86E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B514" w14:textId="2FA64E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70E4" w14:textId="0282CE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D69B" w14:textId="387FA9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FB36" w14:textId="354F1D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806AE" w14:textId="45513A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</w:tr>
      <w:tr w:rsidR="002E201E" w:rsidRPr="003E2BAC" w14:paraId="2123EBA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191F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DA3F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D42D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0F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0D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F1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DE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BF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88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FC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C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3D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A4B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BF77" w14:textId="6CDBC1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0E79" w14:textId="5376A1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146C" w14:textId="508FCC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2C41" w14:textId="3834D6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69C39" w14:textId="6241E7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</w:tr>
      <w:tr w:rsidR="002E201E" w:rsidRPr="003E2BAC" w14:paraId="371B1A5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155C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7D64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88CA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1B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E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6A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1D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E54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59F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6D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BC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90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DEE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07BF" w14:textId="60C75F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E1C3" w14:textId="74E24E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B23B" w14:textId="035837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6AB6" w14:textId="74EDD8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78377" w14:textId="3168A5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</w:tr>
      <w:tr w:rsidR="002E201E" w:rsidRPr="003E2BAC" w14:paraId="36A274C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CD3D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C64A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32B3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7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6A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25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B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67F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D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D1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B9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62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684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9F9B" w14:textId="712C1D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E9A7" w14:textId="5ED9CC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9E89" w14:textId="7678E7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B2C7" w14:textId="584B7C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5614C" w14:textId="642A45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</w:tr>
      <w:tr w:rsidR="002E201E" w:rsidRPr="003E2BAC" w14:paraId="1C1F9E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65E9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B328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96,70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24A8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9B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E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61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1F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E69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53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DEF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4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B0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1A4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9299" w14:textId="677871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D6D1" w14:textId="0071BC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E4AB" w14:textId="214769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5EAB" w14:textId="4BB4E9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7AB33" w14:textId="7D7AE9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</w:tr>
      <w:tr w:rsidR="002E201E" w:rsidRPr="003E2BAC" w14:paraId="353E791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15CE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A489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4811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E7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1E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89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9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D4F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6F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63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AD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F2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250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40D4" w14:textId="29B504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F615" w14:textId="1BBFDC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6136" w14:textId="44C086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4FCD" w14:textId="5F39F5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A369F" w14:textId="3C47A5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</w:tr>
      <w:tr w:rsidR="002E201E" w:rsidRPr="003E2BAC" w14:paraId="725DAB7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B7F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6F6E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E204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46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5D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A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6B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79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4F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1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D0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30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E23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9B26" w14:textId="7B453C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DF4A" w14:textId="6B45F4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F5AC" w14:textId="29DE63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8E85" w14:textId="6173EC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93F49" w14:textId="1A3FD7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</w:tr>
      <w:tr w:rsidR="002E201E" w:rsidRPr="003E2BAC" w14:paraId="6D3E2E5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889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223E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D48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3C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C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C9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E9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58E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F0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B3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8F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59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F15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3BB4" w14:textId="09F857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45FA" w14:textId="2CA37A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5CA4" w14:textId="7EA2D2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CABB" w14:textId="2E2822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948E4" w14:textId="60BBEB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</w:tr>
      <w:tr w:rsidR="002E201E" w:rsidRPr="003E2BAC" w14:paraId="3BCCFA6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83AA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41F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C997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15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A3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D8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78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3E3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3E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94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C6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385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712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F8B0" w14:textId="367AE3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7212" w14:textId="5E8C8C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04C3" w14:textId="390D24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A015" w14:textId="5935AC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A070A" w14:textId="57E769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</w:tr>
      <w:tr w:rsidR="002E201E" w:rsidRPr="003E2BAC" w14:paraId="45DE7D4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B001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3F7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99,98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BF05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03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E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95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2C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08F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A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3B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5E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71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E4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B681" w14:textId="1CD33C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3B2B" w14:textId="1FEDA8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C554" w14:textId="0E8E77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DFCA" w14:textId="3A4DD5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A0BAB" w14:textId="61F75F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</w:tr>
      <w:tr w:rsidR="002E201E" w:rsidRPr="003E2BAC" w14:paraId="1CDC80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79FF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4D21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11F4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0D5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81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F4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3B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481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F1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A0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C3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D1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608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F46D" w14:textId="518A5A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FA3F" w14:textId="32D4FF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3E71" w14:textId="4EEDE9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631F" w14:textId="5B1010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36F96" w14:textId="498454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</w:tr>
      <w:tr w:rsidR="002E201E" w:rsidRPr="003E2BAC" w14:paraId="09A103F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357C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019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42FE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A6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63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FF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4C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642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E1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7D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E5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8F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286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ED28" w14:textId="1EF617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F0B2" w14:textId="17F033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BC59" w14:textId="117407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7A74" w14:textId="2A0E1D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C58A2" w14:textId="3F2283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</w:tr>
      <w:tr w:rsidR="002E201E" w:rsidRPr="003E2BAC" w14:paraId="21FAA7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20D3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6A09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ED36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B0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34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7F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10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7C5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E3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DA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03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B7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0A7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736C" w14:textId="204E74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EE0B" w14:textId="01D5C2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06EC" w14:textId="3F87DC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46EE" w14:textId="60754F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4DEF9" w14:textId="7B3133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</w:tr>
      <w:tr w:rsidR="002E201E" w:rsidRPr="003E2BAC" w14:paraId="32C3569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E5EC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B04A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320D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764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99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8A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D87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14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0F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4B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0C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2A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550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1948" w14:textId="7AAAE7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CE0D" w14:textId="6011C1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9BF8" w14:textId="561166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4B5E" w14:textId="1B39B8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A198F" w14:textId="75EF02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</w:tr>
      <w:tr w:rsidR="002E201E" w:rsidRPr="003E2BAC" w14:paraId="5CB4FF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DCED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168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89B34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3BDA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81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82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EB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6EF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478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98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13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1C0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2C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13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0DD7" w14:textId="3BD1E6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D416" w14:textId="5BCA9A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27CF" w14:textId="378F6B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058C" w14:textId="2300D5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37B11" w14:textId="55BEC5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</w:tr>
      <w:tr w:rsidR="002E201E" w:rsidRPr="003E2BAC" w14:paraId="762EB59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B271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BE0C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FAE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19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8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A8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3F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2EA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BF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2F1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F6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F4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72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8BEE" w14:textId="7C52B6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01A8" w14:textId="3AC40D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357E" w14:textId="7EC404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E3BE" w14:textId="6CFA77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A9B26" w14:textId="244EA4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</w:tr>
      <w:tr w:rsidR="002E201E" w:rsidRPr="003E2BAC" w14:paraId="22CA289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F94D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217E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FFEC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43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E0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0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5A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FA8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7C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D21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37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A5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E51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D88F" w14:textId="2E94A1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BFCA" w14:textId="0198F2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7A0E" w14:textId="6A7B4A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447A" w14:textId="32C053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FCA8B" w14:textId="4EC44B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</w:tr>
      <w:tr w:rsidR="002E201E" w:rsidRPr="003E2BAC" w14:paraId="47945CE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84DB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D2E2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5A3E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D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EA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B2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A9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D44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4C9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00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DE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1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FC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029A" w14:textId="3D6182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99FF" w14:textId="517B4F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B37E" w14:textId="7EA4E5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92CE" w14:textId="1C8E50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6E537" w14:textId="1E365C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</w:tr>
      <w:tr w:rsidR="002E201E" w:rsidRPr="003E2BAC" w14:paraId="3788AA5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BCCF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6C7E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3717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07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7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31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BC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FFF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68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7E2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99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7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5D1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DCA0" w14:textId="352898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DBE9" w14:textId="459E27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682B" w14:textId="777D6A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EA1A" w14:textId="04D9A6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9AEEE" w14:textId="7E823D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</w:tr>
      <w:tr w:rsidR="002E201E" w:rsidRPr="003E2BAC" w14:paraId="3422320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FBA9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9691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5D4B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30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4F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E8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A5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2B3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C2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27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0F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4C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3BF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3794" w14:textId="6ABB1B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04C7" w14:textId="46FD0F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223B" w14:textId="4A9FBA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0666" w14:textId="7FE593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F7682" w14:textId="465730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</w:tr>
      <w:tr w:rsidR="002E201E" w:rsidRPr="003E2BAC" w14:paraId="2145DF8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E5A6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3767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9420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0F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CE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2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C8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957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B3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02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CF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30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959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BC66" w14:textId="38876D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3A12" w14:textId="275799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940A" w14:textId="757FAE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12C2" w14:textId="19D134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A6F20" w14:textId="5EB557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</w:tr>
      <w:tr w:rsidR="002E201E" w:rsidRPr="003E2BAC" w14:paraId="5462BFC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9C89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65BF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78BA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E2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57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08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5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88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354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61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F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3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129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915E" w14:textId="388721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D0D7" w14:textId="5032E8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8E2B" w14:textId="1F195D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B4BA" w14:textId="66A203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62ABF" w14:textId="28D881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</w:tr>
      <w:tr w:rsidR="002E201E" w:rsidRPr="003E2BAC" w14:paraId="36D4F5B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64C9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A09A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5D50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90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A6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9A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25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D5B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F7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8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37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16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80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4287" w14:textId="65788A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1B2B" w14:textId="15D4CA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30A3" w14:textId="110B49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CC55" w14:textId="6F085D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8C11A" w14:textId="4D74D1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</w:tr>
      <w:tr w:rsidR="002E201E" w:rsidRPr="003E2BAC" w14:paraId="77A7C05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E222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84CA0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A7C5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B7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1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4F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C3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C33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01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CC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CF3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99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8A1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07D2" w14:textId="334314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CFF0" w14:textId="0C6A41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236B" w14:textId="1A522E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BC2D" w14:textId="2C3A8A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BF160" w14:textId="263EAD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</w:tr>
      <w:tr w:rsidR="002E201E" w:rsidRPr="003E2BAC" w14:paraId="2645B0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8AF3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A554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9FDA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BE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26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BF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DD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0D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1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D8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DD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10A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D50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FF36" w14:textId="3E3167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7C54" w14:textId="5B1315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87D1" w14:textId="1B9699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4CF2" w14:textId="04A4C7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9A899" w14:textId="5C1CFA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</w:tr>
      <w:tr w:rsidR="002E201E" w:rsidRPr="003E2BAC" w14:paraId="07937FF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8D29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7BE5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30F4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CF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D8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1D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8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F31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D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60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21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E2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FAB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C574" w14:textId="61ABDA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CBA2" w14:textId="17EBC5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CD30" w14:textId="0006E4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5AEA" w14:textId="169844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EB0DB" w14:textId="02C23D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</w:tr>
      <w:tr w:rsidR="002E201E" w:rsidRPr="003E2BAC" w14:paraId="09E0E8E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A159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E279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6E4A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4D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12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3C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96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F55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46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DC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79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AF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523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5669" w14:textId="3E6B09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D628" w14:textId="192D71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9877" w14:textId="411DB6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0890" w14:textId="070C59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A558E" w14:textId="5D337F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</w:tr>
      <w:tr w:rsidR="002E201E" w:rsidRPr="003E2BAC" w14:paraId="67C7B1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52AD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D1E0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A79A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43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20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1E0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AC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029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DD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31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E2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418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EC8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193E" w14:textId="51E23D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14F3" w14:textId="79AB2D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7550" w14:textId="3B36A4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3908" w14:textId="6B2C01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2BFDF" w14:textId="6B5D6C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</w:tr>
      <w:tr w:rsidR="002E201E" w:rsidRPr="003E2BAC" w14:paraId="67523B3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E957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D167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734C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9EE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A9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D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7C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579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61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4D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BC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52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13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4A77" w14:textId="7019A3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676A" w14:textId="1BC21D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F91E" w14:textId="36762A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C2CD" w14:textId="15A646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EF036" w14:textId="096893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</w:tr>
      <w:tr w:rsidR="002E201E" w:rsidRPr="003E2BAC" w14:paraId="38D956E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B72A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F05D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2C7A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569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99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D4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24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DFE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CC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7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A6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C7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31C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7CBD" w14:textId="30C7D4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137D" w14:textId="397F5C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5810" w14:textId="690BDF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1363" w14:textId="632781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691F0" w14:textId="7BCABB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</w:tr>
      <w:tr w:rsidR="002E201E" w:rsidRPr="003E2BAC" w14:paraId="52E014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E827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48C0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0B9F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DC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58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36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513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B5C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15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23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CF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A1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903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DCE9" w14:textId="4CCD03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9AE8" w14:textId="338269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7BF8" w14:textId="5888DD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89BA" w14:textId="1C93DB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753A1" w14:textId="223254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7C483B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853F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D16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D063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1C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52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14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DC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765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4B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E5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30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91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AD2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FF92" w14:textId="5BDF5C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7E19" w14:textId="4CDBCE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5ACC" w14:textId="0D054C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3C85" w14:textId="392282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09030" w14:textId="585316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294A0FF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0E7C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BAD4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64AC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EE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0C8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B6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03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4C1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C5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6CC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1E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7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D67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6D8B" w14:textId="12DCE2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28B1" w14:textId="6C96CC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D4CF" w14:textId="7AC5CA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E01D" w14:textId="6E9AD4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FAD5A" w14:textId="519720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5D10062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5442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96E0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110,21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2E4B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0E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8B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FB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FA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958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7E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DF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A2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C9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A23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E4BC" w14:textId="671F27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AD07" w14:textId="413D8F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D03D" w14:textId="2DBEFB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A72C" w14:textId="3531CF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13C37" w14:textId="78F8A4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</w:tr>
      <w:tr w:rsidR="002E201E" w:rsidRPr="003E2BAC" w14:paraId="4A7148D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C845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2AC8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5CA5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A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AF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4E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43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3AE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B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7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81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B7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DB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D87F" w14:textId="1AC533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4CCB" w14:textId="0D9F70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B441" w14:textId="643900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F768" w14:textId="3AA477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529CB" w14:textId="0ECBA3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</w:tr>
      <w:tr w:rsidR="002E201E" w:rsidRPr="003E2BAC" w14:paraId="4B1B857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04D9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28D6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B8D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2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8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9F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B2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C05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A0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47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D6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0C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A7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F5FF" w14:textId="71E024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10F4" w14:textId="2E6A7E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27E5" w14:textId="51F56C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726E" w14:textId="31FE51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1B1B7" w14:textId="1D17F5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</w:tr>
      <w:tr w:rsidR="002E201E" w:rsidRPr="003E2BAC" w14:paraId="5DAEC1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DBBA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8A3C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3F36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1EF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16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9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201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2DA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6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29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1A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9D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A14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6C52" w14:textId="14C37F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49D2" w14:textId="272B7B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FACC" w14:textId="2E5604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212E" w14:textId="683A8B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0969B" w14:textId="29A9B0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</w:tr>
      <w:tr w:rsidR="002E201E" w:rsidRPr="003E2BAC" w14:paraId="6279DEF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47FB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8A79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5AD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9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B4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52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2E5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B87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6C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D2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5B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6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D32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3099" w14:textId="03C0DD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571E" w14:textId="26C240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E533" w14:textId="551435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C46D" w14:textId="32559F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F367A" w14:textId="55C936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</w:tr>
      <w:tr w:rsidR="002E201E" w:rsidRPr="003E2BAC" w14:paraId="7BD94F2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6B21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192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EDB3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FDC7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73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61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5B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0A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DC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76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72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C1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B3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4A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355B" w14:textId="041F95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BD3A" w14:textId="60825A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1364" w14:textId="44CC7A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BB71" w14:textId="65D25F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1CF45" w14:textId="0B23F4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</w:tr>
      <w:tr w:rsidR="002E201E" w:rsidRPr="003E2BAC" w14:paraId="5921EC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BE50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2DB2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2186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E9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BD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36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1E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67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4A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14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F8B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87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B9F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6B4D" w14:textId="6C2712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616B" w14:textId="3DE902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325D" w14:textId="768759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1A97" w14:textId="58D7FD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8CF9F" w14:textId="669DED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</w:tr>
      <w:tr w:rsidR="002E201E" w:rsidRPr="003E2BAC" w14:paraId="2BC390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7B51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6E15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A2BE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66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89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2F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3A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999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D8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8D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F3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9F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AE2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0A10" w14:textId="44CC97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E1BA" w14:textId="51EC24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7536" w14:textId="1909A1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6DE3" w14:textId="45B6ED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96C10" w14:textId="5AF4C2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</w:tr>
      <w:tr w:rsidR="002E201E" w:rsidRPr="003E2BAC" w14:paraId="7D70E52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87C3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6481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D0E6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7C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77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B6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F6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416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E1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D6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C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5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B8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660B" w14:textId="031040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A8CF" w14:textId="0B297A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EDDC" w14:textId="4A3B06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D0AF" w14:textId="2064BA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3B984" w14:textId="512308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</w:tr>
      <w:tr w:rsidR="002E201E" w:rsidRPr="003E2BAC" w14:paraId="65463B1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14E2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457C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C2EC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91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1B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C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53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4DE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E1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D4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F3B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7D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97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84DC" w14:textId="564EF9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C35D" w14:textId="132FFC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AB1E" w14:textId="229A34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59B1" w14:textId="792199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BB331" w14:textId="791354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</w:tr>
      <w:tr w:rsidR="002E201E" w:rsidRPr="003E2BAC" w14:paraId="0791F7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5698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37C0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CEC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4B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74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95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B9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C6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B8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A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AA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B2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AEC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BF04" w14:textId="37DDA1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FC48" w14:textId="73EC7A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2B5A" w14:textId="7018FF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E353" w14:textId="071315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BD9DF" w14:textId="65026A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</w:tr>
      <w:tr w:rsidR="002E201E" w:rsidRPr="003E2BAC" w14:paraId="494E9AA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BDEE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6073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4A5E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ED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74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A6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79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98E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FB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27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29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5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1EC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85DD" w14:textId="258010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515F" w14:textId="28BEE4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6B13" w14:textId="60010E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8F45" w14:textId="441C4B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51BF6" w14:textId="51F3A6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</w:tr>
      <w:tr w:rsidR="002E201E" w:rsidRPr="003E2BAC" w14:paraId="415077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902D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32F9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9FC9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4DE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79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1D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D2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E5C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B2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67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12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C8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70E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A62F" w14:textId="764E6D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3589" w14:textId="0473B7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A827" w14:textId="7C0302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C2C7" w14:textId="32D389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F0144" w14:textId="403E32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</w:tr>
      <w:tr w:rsidR="002E201E" w:rsidRPr="003E2BAC" w14:paraId="08267A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0B15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3F66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4C34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A4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15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76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CB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129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25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7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7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C7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AE4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AC5F" w14:textId="5B55C9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8B75" w14:textId="5AA418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E443" w14:textId="602649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D999" w14:textId="22C587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694C7" w14:textId="1FF654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</w:tr>
      <w:tr w:rsidR="002E201E" w:rsidRPr="003E2BAC" w14:paraId="48DD93B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26E8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BEB5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33A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6C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7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70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94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FC6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90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77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D0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15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A78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6E23" w14:textId="6A7E93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0F60" w14:textId="1ADD61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CDD6" w14:textId="2FBB66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5D2A" w14:textId="0BEB00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AE69B" w14:textId="663D30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</w:tr>
      <w:tr w:rsidR="002E201E" w:rsidRPr="003E2BAC" w14:paraId="3ED3F4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7796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D31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F89F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9B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89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FE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D6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A8F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E9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C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2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0F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A06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EEF2" w14:textId="4972E0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A6F0" w14:textId="2EC1BC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03AD" w14:textId="37E86C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F06C" w14:textId="0A0FA1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31A48" w14:textId="2D5C11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</w:tr>
      <w:tr w:rsidR="002E201E" w:rsidRPr="003E2BAC" w14:paraId="19D2C10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6062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B86D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52C7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55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18B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19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FC2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433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D7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AFE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F5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DC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7C9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C0A1" w14:textId="2E0912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AB32" w14:textId="504C20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544F" w14:textId="4C8754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4EEB" w14:textId="4B1B4C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54D4A" w14:textId="7760CB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</w:tr>
      <w:tr w:rsidR="002E201E" w:rsidRPr="003E2BAC" w14:paraId="1C2AAA2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4456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A809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8136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B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47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97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87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2B7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4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B1F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A5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27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43D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A05E" w14:textId="3E2490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13A8" w14:textId="6F7ABA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083E" w14:textId="64438D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283C" w14:textId="36A37C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86D6C" w14:textId="779318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</w:tr>
      <w:tr w:rsidR="002E201E" w:rsidRPr="003E2BAC" w14:paraId="1362A51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CEF6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D780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7C13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2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2E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5C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49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6AC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03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5A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C7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0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F29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3B71" w14:textId="0D44D4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5257" w14:textId="055801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A9D9" w14:textId="135C7D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C64B" w14:textId="5159EA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60AA2" w14:textId="7FA10F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</w:tr>
      <w:tr w:rsidR="002E201E" w:rsidRPr="003E2BAC" w14:paraId="66F6AA3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6465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85B4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5890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29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F2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5E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F4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EFB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FD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0D3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EB1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A8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2A7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49C0" w14:textId="6CDA1C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29E9" w14:textId="02BCDE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9D59" w14:textId="75F32D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20AB" w14:textId="5C7DD9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328F3" w14:textId="4ED264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</w:tr>
      <w:tr w:rsidR="002E201E" w:rsidRPr="003E2BAC" w14:paraId="2C2635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EE27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5BFF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730C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C2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D3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F1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4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4C6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473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39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A0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C1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20A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B8CA" w14:textId="7829B6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CE16" w14:textId="14D168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FE60" w14:textId="117BC9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A7A8" w14:textId="05AD3F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F9865" w14:textId="5565D2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</w:tr>
      <w:tr w:rsidR="002E201E" w:rsidRPr="003E2BAC" w14:paraId="05B2BC6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E535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3468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8735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88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62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EB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AD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07D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B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53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CD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26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16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1C12" w14:textId="565CD2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CD5C" w14:textId="013188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0EC6" w14:textId="7CD259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9F4B" w14:textId="248778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2C029" w14:textId="1452BC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</w:tr>
      <w:tr w:rsidR="002E201E" w:rsidRPr="003E2BAC" w14:paraId="5B1A022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F2E7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BA4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641E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95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7E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2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E6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F9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CC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2F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ED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F4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8DC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B036" w14:textId="6C653B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FFE0" w14:textId="221173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22AB" w14:textId="0E1887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E258" w14:textId="39E26A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53D35" w14:textId="5BF53E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</w:tr>
      <w:tr w:rsidR="002E201E" w:rsidRPr="003E2BAC" w14:paraId="610F79C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D276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08AF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34A6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67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B1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7B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98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529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37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47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42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45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57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5C16" w14:textId="22DBCC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8924" w14:textId="7D63FB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F90E" w14:textId="682589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52CC" w14:textId="636D5C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6253E" w14:textId="384C57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2E201E" w:rsidRPr="003E2BAC" w14:paraId="61C6DAA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C012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8144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1F83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12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5A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F5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8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8D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8C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6E2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9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D4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CC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2F02" w14:textId="759234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481B" w14:textId="3FA983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E842" w14:textId="67B64E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0B82" w14:textId="748AA8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26AC4" w14:textId="0FB580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2E201E" w:rsidRPr="003E2BAC" w14:paraId="3512381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BF70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3EF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531A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C5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54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40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B8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D29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27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F8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E1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94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D70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4DD6" w14:textId="61D5C8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E8C8" w14:textId="652155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F290" w14:textId="016D41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30BD" w14:textId="5939D4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5B15F" w14:textId="0782E9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2E201E" w:rsidRPr="003E2BAC" w14:paraId="208C565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FFAF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0F55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54B7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35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3A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C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39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DA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B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B3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F8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A8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AC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F001" w14:textId="0BAB61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0CE9" w14:textId="536453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297A" w14:textId="33EA7E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F733" w14:textId="62C77B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33D1E" w14:textId="62C37B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2E201E" w:rsidRPr="003E2BAC" w14:paraId="727034C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D9AC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B074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7506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2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8A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A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0A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917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6E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99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1F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46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5F1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CC4C" w14:textId="54A28B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24DA" w14:textId="3E7B03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7D3E" w14:textId="74215D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66EA" w14:textId="3801FE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400D1" w14:textId="1D2A27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2E201E" w:rsidRPr="003E2BAC" w14:paraId="782916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A4C0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7440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E68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5AD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66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6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4D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DDF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74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14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6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1A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836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1BB9" w14:textId="2EFFEF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5889" w14:textId="30D32F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2874" w14:textId="751379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DC2F" w14:textId="354F3F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3BC3D" w14:textId="5C7EDA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</w:tr>
      <w:tr w:rsidR="002E201E" w:rsidRPr="003E2BAC" w14:paraId="2DDE35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4C2C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5EA8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6AB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7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B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EF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1A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093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D0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FD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F5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0C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94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1BD8" w14:textId="46A8FC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CD2A" w14:textId="4C2F73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97BB" w14:textId="266F58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B8C0" w14:textId="1F387A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A7319" w14:textId="2F8268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</w:tr>
      <w:tr w:rsidR="002E201E" w:rsidRPr="003E2BAC" w14:paraId="20AAB2E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AF1B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D1BD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5B37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E1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5C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0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86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574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D0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D2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76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90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546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4F9A" w14:textId="379D86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9AF0" w14:textId="1F69ED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DAC7" w14:textId="02B9BE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EC38" w14:textId="6939E2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CF7C9" w14:textId="4204A8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</w:tr>
      <w:tr w:rsidR="002E201E" w:rsidRPr="003E2BAC" w14:paraId="5BEFD6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9D72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635D0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7A8C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B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A1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96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60A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BD6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64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5F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E4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F7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AB5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ADAE" w14:textId="0A370D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169" w14:textId="4D8228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11A3" w14:textId="47E90F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618B" w14:textId="6D850D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B0EB4" w14:textId="0622FB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</w:tr>
      <w:tr w:rsidR="002E201E" w:rsidRPr="003E2BAC" w14:paraId="57EF6E8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15ED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4B4D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F77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2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6F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79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1C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A84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C11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C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C8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E8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826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3536" w14:textId="068AE5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4425" w14:textId="6DF918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E5BA" w14:textId="7A75F6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09CE" w14:textId="1C4FB7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2F9A1" w14:textId="098AB9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</w:tr>
      <w:tr w:rsidR="002E201E" w:rsidRPr="003E2BAC" w14:paraId="17D11D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6F1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A96D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C896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BD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D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E5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AD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E12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81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04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C2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F2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0F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630E" w14:textId="2CF6D2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DA09" w14:textId="29E302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9630" w14:textId="71B1C3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8048" w14:textId="7EB2F5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649FD" w14:textId="175477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</w:tr>
      <w:tr w:rsidR="002E201E" w:rsidRPr="003E2BAC" w14:paraId="1BADB0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7489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C7DD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8FAF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A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1C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915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98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149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F4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72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4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FA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B77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8ABC" w14:textId="3FB780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05E6" w14:textId="62C135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F37D" w14:textId="1844CB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DF52" w14:textId="2DF385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62F9F" w14:textId="564622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</w:tr>
      <w:tr w:rsidR="002E201E" w:rsidRPr="003E2BAC" w14:paraId="6386145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5E61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C25D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7993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50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B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16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7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80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FE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141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D1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B6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DF0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35DF" w14:textId="14DD68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5646" w14:textId="088CCB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7FFE" w14:textId="74B931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EE77" w14:textId="005CA1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53819" w14:textId="02486C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</w:tr>
      <w:tr w:rsidR="002E201E" w:rsidRPr="003E2BAC" w14:paraId="7818282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C802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0A98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8780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E0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C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C2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95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FD6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27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53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29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28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487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9020" w14:textId="782485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F623" w14:textId="54787F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86BD" w14:textId="6B0AAD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DB53" w14:textId="355BC0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FD0BF" w14:textId="0CF6F1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</w:tr>
      <w:tr w:rsidR="002E201E" w:rsidRPr="003E2BAC" w14:paraId="1404D70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C9F2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627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C8FD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0A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58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7E6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11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F13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EF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BA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4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4A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28F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A976" w14:textId="40B022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C638" w14:textId="1D54CB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2E95" w14:textId="2F8172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D49C" w14:textId="5404C2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B2D47" w14:textId="5542CE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</w:tr>
      <w:tr w:rsidR="002E201E" w:rsidRPr="003E2BAC" w14:paraId="28D0B4A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B935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54BD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F78D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EB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EF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5E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27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0ED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50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D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95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72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87C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7D54" w14:textId="767DA8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DC80" w14:textId="3E3092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044D" w14:textId="34EC6B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C3BB" w14:textId="3AA25C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ABAE4" w14:textId="347EDC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</w:tr>
      <w:tr w:rsidR="002E201E" w:rsidRPr="003E2BAC" w14:paraId="04E2AE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AEBC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718C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2416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A0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8F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CC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C9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697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D3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73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89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2B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664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E142" w14:textId="08A91E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A321" w14:textId="0F0311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F019" w14:textId="64853D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B106" w14:textId="347449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7E0AA" w14:textId="20BA8D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</w:tr>
      <w:tr w:rsidR="002E201E" w:rsidRPr="003E2BAC" w14:paraId="1E17AF0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3C0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37E9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F616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3C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3E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56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2F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52E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EC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CE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99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2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946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A049" w14:textId="56A77F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D959" w14:textId="7A855F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1A74" w14:textId="2723CF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95EE" w14:textId="68FDAD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A915F" w14:textId="1AC554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</w:tr>
      <w:tr w:rsidR="002E201E" w:rsidRPr="003E2BAC" w14:paraId="357BDB0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A328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5248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A775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0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13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D2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EB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34C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6B2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A0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28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D3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46C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E63B" w14:textId="19767B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31B7" w14:textId="3374C8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E983" w14:textId="224097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0AA0" w14:textId="460267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D7345" w14:textId="6730BC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</w:tr>
      <w:tr w:rsidR="002E201E" w:rsidRPr="003E2BAC" w14:paraId="409AFD9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8FA2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633A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B9B5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26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46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A9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77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BFC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24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43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C6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54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067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7EFE" w14:textId="4643C5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9F7B" w14:textId="1E32AA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F6EB" w14:textId="7A3EDA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68EA" w14:textId="6957CA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EC726" w14:textId="1576B2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</w:tr>
      <w:tr w:rsidR="002E201E" w:rsidRPr="003E2BAC" w14:paraId="47B5264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0006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03DC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2CA8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B6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96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A1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B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66D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58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8B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4E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3F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7AD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6E22" w14:textId="1D1ADE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C7D3" w14:textId="4AE17B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A957" w14:textId="7C48AB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5795" w14:textId="3D4345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2B4F6" w14:textId="1B171F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</w:tr>
      <w:tr w:rsidR="002E201E" w:rsidRPr="003E2BAC" w14:paraId="150783B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8AFE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6022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0BF3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AA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7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63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36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44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4B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07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32A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09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224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C17A" w14:textId="54FFCD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666D" w14:textId="53534D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15E0" w14:textId="16307C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07A5" w14:textId="4CF4CB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1138B" w14:textId="121DC1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</w:tr>
      <w:tr w:rsidR="002E201E" w:rsidRPr="003E2BAC" w14:paraId="065AB34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5554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9017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D2B6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20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0F2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819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3A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F4D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9B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78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05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32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FF3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8303" w14:textId="780585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CDAC" w14:textId="04D925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398A" w14:textId="4CD544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5F4A" w14:textId="0DE077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E72E6" w14:textId="53F9D2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</w:tr>
      <w:tr w:rsidR="002E201E" w:rsidRPr="003E2BAC" w14:paraId="6BEF8CD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9D71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1193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66F6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13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63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54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C4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3E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C89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79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C9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16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170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BD9B" w14:textId="00BEEA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962F" w14:textId="3C3496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6FBA" w14:textId="39162E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0691" w14:textId="77344F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1B3E8" w14:textId="5AFF55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</w:tr>
      <w:tr w:rsidR="002E201E" w:rsidRPr="003E2BAC" w14:paraId="3A1B00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FB11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E810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D8EB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D6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89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D4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F4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16E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EC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9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BB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A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716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FBC5" w14:textId="0BEC61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B7B0" w14:textId="701354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D658" w14:textId="7F0829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CE1A" w14:textId="439592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19702" w14:textId="08E888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</w:tr>
      <w:tr w:rsidR="002E201E" w:rsidRPr="003E2BAC" w14:paraId="2C95174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E42B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6C62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12E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C8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30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5C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4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640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87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FC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98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AC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B09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E075" w14:textId="7CC047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99F6" w14:textId="7A854D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2159" w14:textId="538756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368F" w14:textId="65B9F5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ACA70" w14:textId="719448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</w:tr>
      <w:tr w:rsidR="002E201E" w:rsidRPr="003E2BAC" w14:paraId="668026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AA20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A92E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6B1D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484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0A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120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CB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89B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71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BB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21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BE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9C3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D58A" w14:textId="7D0A8E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E573" w14:textId="1255D1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5035" w14:textId="51226F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DC85" w14:textId="0E90C4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996EE" w14:textId="530926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</w:tr>
      <w:tr w:rsidR="002E201E" w:rsidRPr="003E2BAC" w14:paraId="1E1C26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573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E2D1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8461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30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43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46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0C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262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D1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93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75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D1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1B3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91C2" w14:textId="5C0AA2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A84C" w14:textId="4207BD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703C" w14:textId="5B070E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74C1" w14:textId="6EB567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CEA7B" w14:textId="44C011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</w:tr>
      <w:tr w:rsidR="002E201E" w:rsidRPr="003E2BAC" w14:paraId="1184177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FA46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769E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B65E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90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21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38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AF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B6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D0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9D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753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63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2B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3B8E" w14:textId="0522CA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9238" w14:textId="50F739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742B" w14:textId="4FC6E4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58FB" w14:textId="0CDE8E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A7A57" w14:textId="462890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</w:tr>
      <w:tr w:rsidR="002E201E" w:rsidRPr="003E2BAC" w14:paraId="2CB4409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855B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2039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3C05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4B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9C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A2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8C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381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9F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5A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D4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AA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78A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99EB" w14:textId="0D1438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CF20" w14:textId="49767E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C7AF" w14:textId="49196B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3BDE" w14:textId="6B39B8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DB5CC" w14:textId="41482E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</w:tr>
      <w:tr w:rsidR="002E201E" w:rsidRPr="003E2BAC" w14:paraId="793AAAF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1E5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DB7D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7973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80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56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C7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94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5ED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B9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47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3D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1D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103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D22D" w14:textId="176419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F72A" w14:textId="454324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F8E6" w14:textId="4772D1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661A" w14:textId="55A8F1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89F0E" w14:textId="749C4E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</w:tr>
      <w:tr w:rsidR="002E201E" w:rsidRPr="003E2BAC" w14:paraId="14C1F3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BE69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E7F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4533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5C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45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C5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9E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117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43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1D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0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8A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0C7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5142" w14:textId="7405FD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15C3" w14:textId="661AE9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A9F1" w14:textId="429D25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3CB3" w14:textId="061642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150B4" w14:textId="0D3BD4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</w:tr>
      <w:tr w:rsidR="002E201E" w:rsidRPr="003E2BAC" w14:paraId="0F2BA10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ACBA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8973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1DC6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4B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0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0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23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C16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B6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A5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C2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F9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B2A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7691" w14:textId="2187FD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40D7" w14:textId="0DA245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395F" w14:textId="2E4030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B882" w14:textId="095561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41DE4" w14:textId="089135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6C6E84C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CDB9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A4E63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57C9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65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AB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F7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0E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006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74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FD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37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FFE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C77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60EF" w14:textId="160D05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9B5F" w14:textId="20E202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7097" w14:textId="2C0C35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2BF8" w14:textId="73E3B8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B9E23" w14:textId="0A1DB9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7953317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E874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CB15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FF85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0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67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E8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9B4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44C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9D2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0E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68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05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AB1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01C3" w14:textId="4E0840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814A" w14:textId="0BDE64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B97E" w14:textId="537B0A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E6CC" w14:textId="15F947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1F9A6" w14:textId="145B55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</w:tr>
      <w:tr w:rsidR="002E201E" w:rsidRPr="003E2BAC" w14:paraId="33FBDF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9D8C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14B4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61A5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2D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30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C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AA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71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2B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BD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4F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71B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B85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226F" w14:textId="41EC87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C2D5" w14:textId="22022A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3C4B" w14:textId="04ACDB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FE10" w14:textId="703D43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B662E" w14:textId="49F9A8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</w:tr>
      <w:tr w:rsidR="002E201E" w:rsidRPr="003E2BAC" w14:paraId="61C919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C00E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E87A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AE19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30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33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7F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37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AA1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66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49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7C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A7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3E0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6FDE" w14:textId="2251AA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3EFD" w14:textId="42741A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313F" w14:textId="02A921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26B5" w14:textId="6B9B21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3F273" w14:textId="1EA8C1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</w:tr>
      <w:tr w:rsidR="002E201E" w:rsidRPr="003E2BAC" w14:paraId="3E04AF9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F6F4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107F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F5F1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9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E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4F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D3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1EA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DE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B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FA1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60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20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2CD4" w14:textId="18678F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9635" w14:textId="736542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5D3F" w14:textId="74DE91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2C9A" w14:textId="55C225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8ED4F" w14:textId="35C613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</w:tr>
      <w:tr w:rsidR="002E201E" w:rsidRPr="003E2BAC" w14:paraId="7BC508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D1F1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2C8E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5295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48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74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21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94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83E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9A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460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52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3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B1A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5866" w14:textId="6C47AE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0BAE" w14:textId="50DEC7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0F1E" w14:textId="42FEAF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C3F2" w14:textId="097999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FF0C8" w14:textId="50B906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</w:tr>
      <w:tr w:rsidR="002E201E" w:rsidRPr="003E2BAC" w14:paraId="4BC85A2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E949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AA30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156,17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1830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6D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F6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03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F6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519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73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40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A2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36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9FC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5550" w14:textId="7B1DCE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95CF" w14:textId="310691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056E" w14:textId="6106EA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47FE" w14:textId="01B651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CBF00" w14:textId="3B76A9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</w:tr>
      <w:tr w:rsidR="002E201E" w:rsidRPr="003E2BAC" w14:paraId="7A5F413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36C3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F18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157,31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EEB6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0C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0B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0AB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E2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FC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CB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DE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C8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4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5C3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6419" w14:textId="7B32D2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E428" w14:textId="459C20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9A89" w14:textId="6F92CD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68F6" w14:textId="02A3A3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A947C" w14:textId="091AFE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</w:tr>
      <w:tr w:rsidR="002E201E" w:rsidRPr="003E2BAC" w14:paraId="283F1DE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5507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10D9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158,68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631C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E8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AF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3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FA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D23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EB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41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BD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36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0A4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E955" w14:textId="5EBBC9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600F" w14:textId="31CBD4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F4CB" w14:textId="129A8A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E550" w14:textId="50E655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91888" w14:textId="043016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00FB6A1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6A1F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5968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160,34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FC77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5EF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20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11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CB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713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4D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88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F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05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F05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9B76" w14:textId="3084F0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EEC9" w14:textId="430A9E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64AA" w14:textId="702E65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D130" w14:textId="06E399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4C2A0" w14:textId="6C2E73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2E201E" w:rsidRPr="003E2BAC" w14:paraId="7E06ED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20C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DA08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160,83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728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8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89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BA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A9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4E8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9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09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C6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02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212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F5D4" w14:textId="66D45E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A494" w14:textId="6614AB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7E16" w14:textId="3982C4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CDF0" w14:textId="5403CA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E2FA7" w14:textId="5F0F34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584D754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DB3D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E0DE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162,64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C24D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EC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5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35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AC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C55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9A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1E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34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83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BEE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C231" w14:textId="7ADD5D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C9D6" w14:textId="060775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F021" w14:textId="7A4C22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1694" w14:textId="6E3CF9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DF786" w14:textId="7D3AC1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2E201E" w:rsidRPr="003E2BAC" w14:paraId="5C2F50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999F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7A89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163,37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FA15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D7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67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7A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5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9EF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5B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1BC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3C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6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2A6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010A" w14:textId="4C3E80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C65C" w14:textId="3A20D9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7636" w14:textId="2810CC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D7B4" w14:textId="67CAC7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9BEF3" w14:textId="11C093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</w:tr>
      <w:tr w:rsidR="002E201E" w:rsidRPr="003E2BAC" w14:paraId="0FE051D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382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444A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164,14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F6B0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EB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9A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1B2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F5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EAF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9F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C3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D7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3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D09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FCC8" w14:textId="4E65CA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2B9F" w14:textId="1EC75B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379F" w14:textId="4D9E20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A5D4" w14:textId="56CA79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F9267" w14:textId="2A0E10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2E201E" w:rsidRPr="003E2BAC" w14:paraId="083331F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B03F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71C9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165,38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5678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D9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89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8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8A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BC2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FE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92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51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5C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28E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0617" w14:textId="2BF111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4958" w14:textId="085414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81A9" w14:textId="13F775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F392" w14:textId="32F025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2E8A0" w14:textId="65C38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2E201E" w:rsidRPr="003E2BAC" w14:paraId="0B5A3A7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11BE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C458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166,39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8544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2B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EA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63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09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658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3D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A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4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F9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7B6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4986" w14:textId="3BCE84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8294" w14:textId="1A165C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4CFF" w14:textId="7929FC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9553" w14:textId="2DDB26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D5DF4" w14:textId="079AC8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149935D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811B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023F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166,40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4277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1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40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CD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B2D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767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CC7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7E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7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4F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47B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A91F" w14:textId="1FB40A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C53A" w14:textId="3892D4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4067" w14:textId="32AE73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6C7B" w14:textId="09988D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2AC50" w14:textId="78346C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4B563FD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B2EB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0BB1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166,89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ABC3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83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F1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94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2D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D8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0F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A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44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00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610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C926" w14:textId="4E1312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6137" w14:textId="184370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4D7B" w14:textId="792134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1AA2" w14:textId="592692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3A678" w14:textId="5F0391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4B1FDC0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DB9A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B4D6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167,23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8F35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5E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E2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1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28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C1B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50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34E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C1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D9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294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9C9C" w14:textId="14EDCB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ED7A" w14:textId="759B15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553C" w14:textId="06B46C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B8A2" w14:textId="54EDD6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916E3" w14:textId="200D30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15015B4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47EE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9674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167,41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0238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2E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3C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63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9A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4B8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4B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89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BE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8B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DF7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0289" w14:textId="455E9A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0C9F" w14:textId="79BE62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1B35" w14:textId="7DCF66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AC3B" w14:textId="3C7F78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3FD17" w14:textId="343E50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2122E0E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16CF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183B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167,90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ADE6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49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5B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0B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58C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59C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25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5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9B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A3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E4D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BD11" w14:textId="3C6BEB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FA69" w14:textId="6A2607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61B2" w14:textId="5D0351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8B15" w14:textId="750E73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57EEB" w14:textId="5D1851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26AFA9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19D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D7C0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167,90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F409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42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90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C0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A1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F7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D83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AB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C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6A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35A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606E" w14:textId="5FA4A1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234B" w14:textId="260B0F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CB16" w14:textId="76FAAD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F8D7" w14:textId="234958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00EAC" w14:textId="484E09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4CEB594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0C95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D713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168,43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14B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60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488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6C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97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9C2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A6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19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3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C6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272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3BBF" w14:textId="427B07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FEAEC" w14:textId="284F0B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4616" w14:textId="3339C5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98A0" w14:textId="4AED94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91BC5" w14:textId="7377C5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3CD952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CC53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AE3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168,46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8801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450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75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90B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B6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8F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B2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97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B16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63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8E5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9691" w14:textId="18F13C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FF43" w14:textId="5CD83A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64DE" w14:textId="140AA8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3C9D" w14:textId="314D96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B3412" w14:textId="0F9BBE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066EBF7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46BE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F899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168,92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1F25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CE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25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E4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5AE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4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3F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74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50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3C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EDA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E58D" w14:textId="6D5867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247E" w14:textId="2F5762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E08C" w14:textId="4786AA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2E7A" w14:textId="028AA4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3F36F" w14:textId="71C487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5B11389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B51A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BD8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168,92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D281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50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58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5D9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5C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1CD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AF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EB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162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10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B7A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885D" w14:textId="6F97E8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0DBB" w14:textId="3B37FF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B6BF" w14:textId="643BDE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81E0" w14:textId="116223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9229A" w14:textId="482270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7BC66B1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B435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8656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169,29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C011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00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F8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FB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F8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148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75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5C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A3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B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A70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B475" w14:textId="28D447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C9DE" w14:textId="4A5442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0990" w14:textId="0DCFB4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B0D4" w14:textId="16445E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AA05A" w14:textId="3430F3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40ADAB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066B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4C7A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169,45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FA85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E5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A1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CB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61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20B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2D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C2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86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1E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02E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8B91" w14:textId="41031F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1B4E" w14:textId="780BEB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732D" w14:textId="4442AA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584B" w14:textId="043C74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61201" w14:textId="48B197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1387849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9DC4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96EE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169,59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5949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44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6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5F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73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B77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DB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37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C5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8A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8A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7F45" w14:textId="3E6DFE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5435" w14:textId="3F38BE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3C70" w14:textId="2F6713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5D97" w14:textId="4ABFF4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25FF0" w14:textId="1E30A3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354CA5F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F60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969A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169,84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ADC5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3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1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94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D91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754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8A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44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CA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19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7D1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AA34" w14:textId="62181C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4CA8" w14:textId="0CBA03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929C" w14:textId="06A13C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52C0" w14:textId="29870D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94EB0" w14:textId="731D2C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99D84D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877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FACA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169,93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413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C6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90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F0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52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9CC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1D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12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F6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0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F5A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A250" w14:textId="6E87E4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DB9D" w14:textId="499755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D5F2" w14:textId="64F00E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A2CB" w14:textId="0517A0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B2594" w14:textId="482809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548DB5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FD2E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FD19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D1BF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4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E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62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BB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29E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5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3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6B5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79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B59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F433" w14:textId="666A9E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274F" w14:textId="18E78F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F948" w14:textId="003654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3B76" w14:textId="428411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804D1" w14:textId="107E50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0A08925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89CD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A401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D1A0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0EF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01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53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75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6FF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09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94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95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9B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E12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5269" w14:textId="6C89E3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6275" w14:textId="165661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F3F3" w14:textId="59D5E3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9C21" w14:textId="454356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4525C" w14:textId="47E6CD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0867DA7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E355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464D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089E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8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3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9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FE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38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E4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27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C2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DF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AB1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4D10" w14:textId="4186B2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5F51" w14:textId="7C92EB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6D9B" w14:textId="0B20F8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C294" w14:textId="594ECA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F777D" w14:textId="2151AF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7A5F1D3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33E7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3E90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30E8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7D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4B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81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C7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43C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5CB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44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0D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B8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28B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5D6D" w14:textId="02C2C7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E601" w14:textId="259C78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922C" w14:textId="3C5901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8BB5" w14:textId="529DBE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783FB" w14:textId="1EA200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74058E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F153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20F5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75AA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5D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B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5D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FA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EAF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3A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8DA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4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73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B63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5903" w14:textId="2C1678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C1F" w14:textId="70FD5B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E78B" w14:textId="4C7557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A7DF" w14:textId="34A9DD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BF0E7" w14:textId="0D8B67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D88345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279B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859D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027C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72C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66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4C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CA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021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DB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F90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81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0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936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63F0" w14:textId="477342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C45B" w14:textId="5CB45C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AC8E" w14:textId="1F7E47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480BB" w14:textId="245F85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B41CE" w14:textId="3D60AA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F97D50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4C79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CD90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281E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79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633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37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3D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E99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D1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81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D8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03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76D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D35A" w14:textId="747E35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CD35" w14:textId="1FE5C0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35DC" w14:textId="227695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F6F6" w14:textId="10C7BF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F247E" w14:textId="1BD08F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3467BE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D382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3E40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170,92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3480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6B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B0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939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22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CB2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2E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2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7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BF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371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CC3D" w14:textId="4EBC69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2325" w14:textId="46981A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F3F8" w14:textId="271D98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4D68" w14:textId="780F26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6603A" w14:textId="72D206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1116F0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0CC0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536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171,03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C978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4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5E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437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FB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EA6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1F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F3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99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95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52A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F99C" w14:textId="0CB8B5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BD60" w14:textId="5A2F61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CE56" w14:textId="44A1E4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9780" w14:textId="0F1F44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FF6AB" w14:textId="406B22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CEE48C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27DE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9FC2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171,15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F0B1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E6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8D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5F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3B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74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27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8F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B0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94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F30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E199" w14:textId="2D771A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89E4" w14:textId="5992B4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CB77" w14:textId="3CAE92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73B0" w14:textId="0565EA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81083" w14:textId="0559B4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5006BA5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6BF1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0F82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171,45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FDAD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B3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4B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EA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FB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871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C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C19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3C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6B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BA3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EBA8" w14:textId="1A43E8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826A" w14:textId="5433AD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1C6A" w14:textId="1562BE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C44F" w14:textId="252E9E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FCE37" w14:textId="2808DF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7ACBB1E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279B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9125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171,67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66B5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FE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CB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37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6F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4D6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169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50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AF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85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A8D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A21A" w14:textId="14964B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9B3C" w14:textId="0D5666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13D5" w14:textId="5AB357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8D5A" w14:textId="632DEE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4674D" w14:textId="2BA226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7A168A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7445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8DD4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171,84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19D7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BF9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B3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CF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6F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B1A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840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06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F0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A2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413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6D25" w14:textId="2CC600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F7AF" w14:textId="2AAF64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ED35" w14:textId="304527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F52D" w14:textId="112C20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2A0FA" w14:textId="6E6AA3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4BCFA1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D24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284E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172,25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600D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49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5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BB4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20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6E9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78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46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D9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17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A3B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F45E" w14:textId="7B4B95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75CA" w14:textId="612C21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B6B3" w14:textId="28DD5E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D595" w14:textId="48B541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B85FB" w14:textId="5CF97B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9E9F5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6B42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288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EB2E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172,34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54DA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13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6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60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36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68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49D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47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35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76F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B75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337C" w14:textId="386B80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0971" w14:textId="0E5976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1562" w14:textId="62C7F3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2891" w14:textId="202C98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125F5" w14:textId="6A7B9B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5F9D6B7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7862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6BCD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172,89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BC03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1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E7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1C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DA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F2A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A3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31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05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5F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9A9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F0F1" w14:textId="77029E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3613" w14:textId="4CE1C9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5FA7" w14:textId="0B9D2F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611C" w14:textId="4A3D9B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94809" w14:textId="311E27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3004DC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2FB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7EE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172,95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7E2F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B5B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EE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C7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088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C8F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D7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44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80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F6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3D4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61C9" w14:textId="690CE6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4C7D" w14:textId="491177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238A" w14:textId="0D5D1A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2D97" w14:textId="61B569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3C621" w14:textId="4FF439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03C18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954F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1799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173,46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5EE5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AA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50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8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4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BE8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4A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8F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34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D0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F9C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CB8A" w14:textId="7CE9D3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34E9" w14:textId="2F7104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CF4C" w14:textId="569B48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6BCD" w14:textId="38F136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B8577" w14:textId="0F0AC2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4D75C7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95D9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C018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173,71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7E99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A3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2A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F7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02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671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CE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88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A6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93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AAD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5D5C" w14:textId="67B4B6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7879" w14:textId="54F370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A2EE" w14:textId="66E781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70A9" w14:textId="1052E7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8C1F5" w14:textId="503AD3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39C437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74FC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1263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174,10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91D6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B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C2A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F7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A8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1B3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8FA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37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C89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4E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E68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078C" w14:textId="083FED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5476" w14:textId="08912F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FB1A" w14:textId="610ABF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CBD1" w14:textId="7E5792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7F3AE" w14:textId="277A0D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22616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D5CD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4619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174,63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4A5B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A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5F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9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5B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80F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E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66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A8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AB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312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9493" w14:textId="743129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89E4" w14:textId="121E9F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DC65" w14:textId="222E7A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1675" w14:textId="036372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E8BCD" w14:textId="1DFFEC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34957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41F2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FDFC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174,65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D8A0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13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F7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1F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FE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68A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12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62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4E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FA9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EA3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E561" w14:textId="586CEA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9E6A" w14:textId="3E4F8B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4318" w14:textId="2051BA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A97D" w14:textId="1CA591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2FBF9" w14:textId="1A6323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5F11A8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BFC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195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175,31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A5B6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A5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BC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14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4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8E1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DC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13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A3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A6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B87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BAE5" w14:textId="79B2C3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AFB1" w14:textId="05A4D0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0499" w14:textId="79DDD4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3F9E" w14:textId="7F4690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968AB" w14:textId="3C47C6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3C2A4B1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9450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D062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175,75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60EA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9E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34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88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03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2A6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37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D8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8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B5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029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1811" w14:textId="073208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1686" w14:textId="7690B6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DE0F" w14:textId="5C8FE3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B4F2" w14:textId="552B95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39D67" w14:textId="13BDF3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543476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8E8C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A02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175,87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0C53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41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57D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A1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72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C03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01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4D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BE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8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1D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FFC4" w14:textId="723C2A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F13F" w14:textId="73BC69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DF12" w14:textId="754F5D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7F92" w14:textId="74A023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5C933" w14:textId="641AD8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737BB02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A3B5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7EE1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176,53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8BC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78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58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61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66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BD0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E9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DC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670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77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BC7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23F4" w14:textId="313B1B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31BE" w14:textId="1B8DB1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014B" w14:textId="66C186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67B9" w14:textId="50E5DF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7F701" w14:textId="102D47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28A4BD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22FE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8D1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177,12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E555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A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4C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61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263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66E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A0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E5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BE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19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6FE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F04A" w14:textId="207A24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1C13" w14:textId="68306F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F2E6" w14:textId="293F29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2DE9" w14:textId="141BBF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6FAA5" w14:textId="104BED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8B919B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8CE8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B000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177,58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1912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C9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61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76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91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CF0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C8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D58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93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C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832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249C" w14:textId="28DEFD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6572" w14:textId="2D5E4F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7027" w14:textId="4B737F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4250" w14:textId="118DEA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FCF1C" w14:textId="1D57BD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DD8085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1BA8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0F3F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178,75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0AC9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FF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57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0B2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4B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636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F3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19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E7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D5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39F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7042" w14:textId="3EDF42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5C5C" w14:textId="70E9BC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FABC" w14:textId="2D92D2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B273" w14:textId="021476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3A970" w14:textId="482359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7FD2171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C536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C0AD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178,80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D62B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6F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41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6D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48F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F58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77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81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4A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CC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871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513D" w14:textId="40A9F5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6022" w14:textId="1F09C8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E36D" w14:textId="415F50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95CD" w14:textId="439B94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1C512" w14:textId="79B820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587C2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CC6E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C27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179,87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2A05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7A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CF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B2C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EE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1DE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0C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82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7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A1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829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B9F5" w14:textId="2DD7A4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A1F4" w14:textId="61ABDE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DF17" w14:textId="6E15D8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39D7" w14:textId="4809ED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6C7B2" w14:textId="474AEB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C1B6B6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358D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8D50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180,87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5081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78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97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EE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EC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F8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2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A2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8F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3C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BFE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6286" w14:textId="4EAAAB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9350" w14:textId="1BBBE7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155E" w14:textId="498562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7E8F" w14:textId="693D70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8EB66" w14:textId="133D3A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375A1E0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F4A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AA83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180,98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82B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1A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FA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79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25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31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02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70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0A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34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66B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044F" w14:textId="287EED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0E22" w14:textId="74D19B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1A79" w14:textId="352CD4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71EB" w14:textId="4AA5F5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615AC" w14:textId="33714B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EFBC1B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3EFB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64C4B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182,08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FACA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C9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49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50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FF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C1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4E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1C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E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44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CA4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E235" w14:textId="01A516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CE62" w14:textId="497418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469A" w14:textId="172205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5E99" w14:textId="693ECA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0D658" w14:textId="28C50C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762F5C3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444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31C0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183,20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A97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92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C8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EE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BB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C5F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1A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92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06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EE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8E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0DD9" w14:textId="40B815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17E5" w14:textId="658B52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92C4" w14:textId="2DF18D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5C98" w14:textId="7C24CF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00292" w14:textId="635E59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70E37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F1F7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C258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183,41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CD19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E2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B9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26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3A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B8A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E3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30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CF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7D9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6A8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69D9" w14:textId="477330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86D2" w14:textId="39BAE5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E9B9" w14:textId="02E072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4A55" w14:textId="283A05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D568D" w14:textId="227490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051E5C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738F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497A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184,32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F644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AA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0B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D7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9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34D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EB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95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36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EF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DD0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B881" w14:textId="02FFFC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143A" w14:textId="6781C8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D1AF" w14:textId="423E26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ED87" w14:textId="10F969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554C4" w14:textId="6F56B0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DB800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E9DA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6BFD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185,43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F85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C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E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5A5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0F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B75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13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4E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0B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0C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C1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5BF9" w14:textId="583317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43EF" w14:textId="424E55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17EA" w14:textId="6AC1BE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6205" w14:textId="49E42B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B36F5" w14:textId="60AE3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9C0ABA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E556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lastRenderedPageBreak/>
              <w:t>312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4646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186,47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19F6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11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EA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D2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C3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632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EB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22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225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25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59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3842" w14:textId="530B28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1583" w14:textId="0FECDF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451D" w14:textId="1DD538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538F" w14:textId="2995FB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26F9D" w14:textId="2BA40A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77AA14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8538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CCA7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186,49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4D48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BD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3B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E8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42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7CE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8A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134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D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14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22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85B8" w14:textId="1DB0DB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8D81" w14:textId="7315A7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6766" w14:textId="4A76A3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B694" w14:textId="4B55A3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435A4" w14:textId="52B83B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950E2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8B07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9F1B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187,65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DF48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F1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9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7D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8E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36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EC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73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CB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89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074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4BA4" w14:textId="44E1A5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D015" w14:textId="4C507F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990F" w14:textId="0B4D0E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AFB6" w14:textId="3E95D0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4BC1A" w14:textId="66A225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655BE7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1D66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0166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188,76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CF2A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8D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B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45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CE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1AB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68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B1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38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F2A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985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D79D" w14:textId="2A127D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4508" w14:textId="0F7D48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F0B7" w14:textId="299CAA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67C9" w14:textId="1C7BAE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2528D" w14:textId="052812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5B37A8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78D3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64B0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189,88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C30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9A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7D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9F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54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552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42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C5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0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4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056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4FFA" w14:textId="6C55F3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F293" w14:textId="22CDD7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D98D" w14:textId="25DE51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E27E" w14:textId="52076F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BE7AB" w14:textId="0D0223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7B1022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70DD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F990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190,17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305E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DF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C6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E8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5E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F90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1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FA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BA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A3B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D4A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7BBB" w14:textId="0F05DD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85EF" w14:textId="25EDD2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E2DC" w14:textId="1F735B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053C" w14:textId="0F02F4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DBD9E" w14:textId="433AA8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1126F3C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11FD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2801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190,98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D230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A0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CFE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E1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E5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97F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AE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831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EF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30B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DA3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5722" w14:textId="6337EE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B2E1" w14:textId="551687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5880" w14:textId="11B204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FC85" w14:textId="2C051F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741E0" w14:textId="736D8F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2D1D3E0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623A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7CAE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192,10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4ED5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78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9A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5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3E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BE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A0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479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30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F71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914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86DC" w14:textId="463BB1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74D2" w14:textId="45F95B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8066" w14:textId="7C4650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6FF1" w14:textId="7B4F34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754CE" w14:textId="24EA88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51926B0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E14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9B5B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193,21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1B36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9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E1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07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B3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D0D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0D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DA6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D7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77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F98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1E3B" w14:textId="2D4ECB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9E9E" w14:textId="590A48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DD6E" w14:textId="250507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8A1E" w14:textId="06AB64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693D7" w14:textId="47C570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4023C30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200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853D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194,33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8A62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CF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72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DEB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CE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CB1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9C5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AC4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1A4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1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BA9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2DE7" w14:textId="5FEFB4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E6A3" w14:textId="2CA893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CE76" w14:textId="0ED845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5724" w14:textId="776442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9C47D" w14:textId="746158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7CD966C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FDD8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6D7B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194,33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1C29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8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94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62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5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BD4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4D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BA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8C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B7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CC9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46F1" w14:textId="793F8F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7A98" w14:textId="72259F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FA66" w14:textId="40B2E0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0B72" w14:textId="164C4D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AFFF0" w14:textId="21C624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4F11E68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4839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C39A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196,03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1663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5A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91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08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8E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B82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70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E2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00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FFC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742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D5C5" w14:textId="641602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D9BB" w14:textId="49FC1B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BBD0" w14:textId="1FF933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1572" w14:textId="7B69EB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88C0F" w14:textId="35B963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12EFF4D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C5A3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50C4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197,75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6D1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9A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E5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3E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10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9A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B0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A5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651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2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E90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F6E4" w14:textId="4177EA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42E6" w14:textId="52F4DB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42A0" w14:textId="5E25FB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E27F" w14:textId="5F165C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1EAF7" w14:textId="4981FC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6A571D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9110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A4559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198,84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85A3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7F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B60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A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6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7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05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451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0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85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217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402F" w14:textId="6F391A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206C" w14:textId="65C281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7E70" w14:textId="79AD4E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7929" w14:textId="65B0BB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0F800" w14:textId="460032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1389909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174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B199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199,46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624D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D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F3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F3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98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12B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6E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69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26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81D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C2F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1807" w14:textId="2AAAE1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99E3" w14:textId="05809D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6F09" w14:textId="45510F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7061" w14:textId="2F8D6D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11759" w14:textId="091701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2B4CB8C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7BDF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3416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201,18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51E2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34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EE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6A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CE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50C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EB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2C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53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03B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8E5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BE69" w14:textId="229521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AA98" w14:textId="5C18CD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6B26" w14:textId="7897CA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7A27" w14:textId="1FA1F0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112D7" w14:textId="39B686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72155CE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5A12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8FE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202,87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BBF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E2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A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DE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9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B09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FD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A9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01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DE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C9C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F021" w14:textId="7F20C8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1814" w14:textId="6B4463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74EF" w14:textId="3D262C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BB1C" w14:textId="427124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1E330" w14:textId="4E3B15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4DFF5B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9950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9EDA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203,57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27C9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D8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5A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8F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AF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195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3B7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35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A7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FF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21A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128D" w14:textId="2101E7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6A2B" w14:textId="7D45B0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96EA" w14:textId="50C963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57B0" w14:textId="2D68D6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EDC1F" w14:textId="298355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6281C54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5E11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CE8F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204,60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5E8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B2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0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3D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55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A12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D8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41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882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FB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A5E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E7CD" w14:textId="5162BF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84E1" w14:textId="610799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8AAD" w14:textId="4F8369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C7A5" w14:textId="3E2278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4D2A5" w14:textId="61DA8F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2F2867F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7A1D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CF20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206,31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102A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06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19F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75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31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02E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F3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10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A6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D3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3FA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C3AF" w14:textId="04BDF4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CBB2" w14:textId="0408F9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2B34" w14:textId="7ECE58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44EE" w14:textId="79100E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B2C8A" w14:textId="044DFB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7A522C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28A9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FB4D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208,02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D02B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98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FF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55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D7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DB2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D3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8F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B6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B8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1D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A785" w14:textId="630B6E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77F3" w14:textId="69454A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8EEE" w14:textId="1084D6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F86F" w14:textId="58AAE7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0881B" w14:textId="4B6806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5B05E9F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8BC3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E17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208,35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69C6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94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753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D1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B7F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E58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D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FA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98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4B0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9E0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3F57" w14:textId="30B586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B8E3" w14:textId="5B83D2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8C7E" w14:textId="6CFEBE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A82D" w14:textId="50F242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B7720" w14:textId="63EF3A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794D37B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EE16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E12D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209,72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985F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48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58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B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ED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EF7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B5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FE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841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0A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F0C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484E" w14:textId="4D9B97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896A" w14:textId="2CA11A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8060" w14:textId="7716DA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A6AF" w14:textId="7C6CC9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5702D" w14:textId="0513D4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6A2210F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5EC7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1AAA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211,44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15F7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B4C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2A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81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3D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DF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8C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C7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1D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CD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82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6DD7" w14:textId="0DD3FC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C40D" w14:textId="048CED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CC43" w14:textId="18B5C9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0040" w14:textId="45F6B8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59641" w14:textId="68D571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5B1A86B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F15C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7937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213,06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537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04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53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57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34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46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C1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57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3A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AFF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81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9656" w14:textId="7B43AD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2248" w14:textId="67644D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F11C" w14:textId="43A82E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878E" w14:textId="3FB5F7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D17E5" w14:textId="5CAAB3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44BD22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AE91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0D6A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213,08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AEEB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85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24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CA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0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CBB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F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9D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7D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04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AFA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B4DC" w14:textId="1D7F4A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3A42" w14:textId="48CE0B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C3C0" w14:textId="46E34A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8B6B" w14:textId="6ED650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76C93" w14:textId="349C6B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19270C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CF9C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C3C1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214,86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E54A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F7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4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4D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F0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DEB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8A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6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DB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05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AC4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C864" w14:textId="52C001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A56D" w14:textId="452C88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4599" w14:textId="319AD5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FA4A" w14:textId="097D5B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1BE87" w14:textId="63F9FF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1BA6C9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08DB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D005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216,53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7D9A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7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853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69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0E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686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4B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59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88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EE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DD1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C9CF" w14:textId="3546FF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CB3E" w14:textId="616D1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B01C" w14:textId="733515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10EB" w14:textId="3B43AC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8CCD4" w14:textId="6E666B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61D3E1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8BBC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BE5A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217,55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98E5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A5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6B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1B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4E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474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25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34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C8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5E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C55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4A9D" w14:textId="6F60DA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2EA5" w14:textId="0DC2D0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3FF7" w14:textId="2AC3C5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C045" w14:textId="331320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4F33A" w14:textId="41DE01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71ECFED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8FCD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D0E6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218,28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2468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75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53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58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43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3C8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D0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5A2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6F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E2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88A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ECB5" w14:textId="04DB05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8DCF" w14:textId="686B37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FE91" w14:textId="535BE5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B547" w14:textId="4B5C9A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C2BE6" w14:textId="755298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20A539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F9EB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C8B2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220,01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672C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FC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6F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747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B1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10A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DF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4F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71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C2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98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56A3" w14:textId="1A6460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A461" w14:textId="32FE89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C5B3" w14:textId="4E987E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412A" w14:textId="316427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3B9A2" w14:textId="566BE5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1BAA22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96A9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FF27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221,70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8EC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59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E5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CC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56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6F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18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7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50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5F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36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B409" w14:textId="527B3F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A066" w14:textId="44188B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4ECE" w14:textId="723215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284D" w14:textId="7DB58C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7E85E" w14:textId="6D153C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5AA2AF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EE3C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8904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221,70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7848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FB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B6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E9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8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68A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3E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20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9F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A3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4A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A041" w14:textId="5F3203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A4CB" w14:textId="5762F0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EF04" w14:textId="12963D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3C41" w14:textId="7904CD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C4E40" w14:textId="22542D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61BA1FA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037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DD2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223,44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A71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40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92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F8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27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8B9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CC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7EA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7E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A9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61D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DFE6" w14:textId="447C4F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2470" w14:textId="646504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CB21" w14:textId="64479A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A74E" w14:textId="01403D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D079E" w14:textId="1C822E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38855A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5D0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822F2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225,14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B253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54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6B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B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68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D62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6D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E8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C8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43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A95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CCE9" w14:textId="3934B4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C4B0" w14:textId="4337CD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56B3" w14:textId="340A99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E4CD" w14:textId="06D60D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E42CB" w14:textId="6A36A3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552103D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DBE1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673B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225,44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5141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4B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10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B4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CF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9B6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E5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96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C6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3E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E84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C929" w14:textId="162052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2380" w14:textId="2DADEF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DE35" w14:textId="4177CE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88FE" w14:textId="15C20B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F6E23" w14:textId="3F9718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4536075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9D21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24AA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226,83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9AA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C4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2A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1E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4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2E4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30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AF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F37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AE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F6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D5CF" w14:textId="1821DD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4849" w14:textId="0DAA05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C313" w14:textId="7B1CDE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B6B3" w14:textId="3EC9F6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0C22D" w14:textId="2EFEFA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7E78863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C3BF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A44A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228,57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C7A9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7B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26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F8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69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CF5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35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9D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62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292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C64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C3E4" w14:textId="029E3F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D48D" w14:textId="26BCCD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ED14" w14:textId="3B3299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F986" w14:textId="023F06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95AAE" w14:textId="2457F4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4FE64FD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C312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9E1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228,79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D8AB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35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F8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94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94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547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70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2E1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4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A73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B38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868E" w14:textId="18848A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BAC0" w14:textId="78E841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FDF7" w14:textId="1EBA50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B8A3" w14:textId="4E9FE9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AF8C3" w14:textId="26BDA3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7813D25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91E6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508F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230,33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8FCF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BF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B9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2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29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95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8D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35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EE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CA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573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E4DC" w14:textId="1582A0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9CEB" w14:textId="29F50B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CAC6" w14:textId="47970D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DAE1" w14:textId="31F252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ED87B" w14:textId="2436EA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675B318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79C7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ECF6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231,80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A688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5A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AF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7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19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FF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91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E5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77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4A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15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5FCC" w14:textId="346595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086C" w14:textId="6A112C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05FA" w14:textId="29CB77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337E" w14:textId="1C3778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D434A" w14:textId="402B5E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3BF506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887C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100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232,00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3C6E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46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DA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2B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35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E43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C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66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5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C7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68D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C7D5" w14:textId="118ED7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3049" w14:textId="50B75D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4EA9" w14:textId="51989D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AA0D" w14:textId="197870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1638E" w14:textId="429A5F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229CD73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FC5E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C9B0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233,82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72BC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AC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1B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95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AD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7B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B6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EA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B6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07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B26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26D0" w14:textId="68190D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CFCD" w14:textId="5652BD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EE4D" w14:textId="77098D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B925" w14:textId="72C8C2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28A9F" w14:textId="5FF48C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0BA84AD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FA4B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2C6F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234,50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C38E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970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50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4E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78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71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5B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82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42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E3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036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4531" w14:textId="3AA9BB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622E" w14:textId="15542A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88CE" w14:textId="7B9E8E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17AF" w14:textId="7812F3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66E09" w14:textId="1A61BE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7A7930D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4B6E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E0A2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235,43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CCE4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B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2F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71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91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080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2C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0DC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99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98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7B3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2B1F" w14:textId="284608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2D29" w14:textId="07A066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631F" w14:textId="6DDC65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8550" w14:textId="7FF4E5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01B03" w14:textId="6C2372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6770D1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5347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D998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236,92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B4FF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FF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0D3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64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A2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756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CD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6F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3C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EF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CEF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B73C" w14:textId="476188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79C0" w14:textId="5EA69F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8574" w14:textId="7F54F9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90A6" w14:textId="59F7E2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72485" w14:textId="3AB497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7812A66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284E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5107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237,26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9CEC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3B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F9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442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DA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790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61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F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D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7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FF1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59BA" w14:textId="77DBD2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081E" w14:textId="2FB963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2EAE" w14:textId="1516F6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A37F" w14:textId="30CAF8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13A9E" w14:textId="7508DE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3B00509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877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7CB3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238,86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05C5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EB9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FA8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8A9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D2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B5B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F0D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B5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1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CE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BC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0A41" w14:textId="02058B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3B8E" w14:textId="223781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6530" w14:textId="622B35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E1E3" w14:textId="7C8494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EC09E" w14:textId="46732E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6FE7F4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2110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8939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6071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2B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5F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60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47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9FE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00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80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679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6E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92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FF6C" w14:textId="5FE498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B12B" w14:textId="6487FE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9DDA" w14:textId="53DD33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AF3A" w14:textId="0FB305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227A7" w14:textId="3A1DB1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621FCC1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9BD3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1193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239,56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57B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25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28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0F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8A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B2D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71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D4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4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3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98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D180" w14:textId="77347E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EDB2" w14:textId="4694AE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A978" w14:textId="2054C8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3857" w14:textId="0DC792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A099D" w14:textId="340E3D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7F85500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E552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8DF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240,21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50AA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38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27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4C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27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890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93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D1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F9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9F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23F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69B2" w14:textId="5DA02A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CA26" w14:textId="25BD4E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F0A4" w14:textId="14325A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9F70" w14:textId="474A89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8800C" w14:textId="46936A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1827B24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5B3C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1DE0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240,91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47ED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F2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C3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E23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FA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202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F1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62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AD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06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ED0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DA6D" w14:textId="4BDD25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627C" w14:textId="6EB04C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158D" w14:textId="3ACDE1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8848" w14:textId="71A845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F05A0" w14:textId="529416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1776E7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F012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FE0E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240,93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7930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1D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97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B6F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2A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0B3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B5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4C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9A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E2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55C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6F05" w14:textId="0EBEEF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EC49" w14:textId="2483F6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5B5A" w14:textId="5B347C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5353" w14:textId="0A4363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589DE" w14:textId="7D1A1E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33E5FC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891E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50E3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241,55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430E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DD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B84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80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79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555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D6D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57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8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30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DE8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8F22" w14:textId="11AD3C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BEE7" w14:textId="39F4F5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7C8E" w14:textId="4219CE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4F37" w14:textId="1C43A4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6E617" w14:textId="2381FF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7ACD60E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2645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5495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242,25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EF56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3B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A9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EB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AFE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914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9E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D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83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78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E2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A9D7" w14:textId="2C062B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6F27" w14:textId="3C6810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010A" w14:textId="311395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9641" w14:textId="4723D6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6093D" w14:textId="3073CD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7F0DBB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0B15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39F2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242,50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083F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B8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42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6E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F3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82A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35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0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BA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8D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F55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657B" w14:textId="439CAF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F794" w14:textId="44E6C8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9EB6" w14:textId="2D7B4D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A3EF" w14:textId="73143F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6B16A" w14:textId="15E304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2E5F748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29DB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E0B1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242,89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0026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67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CE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23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E0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712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2F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48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D6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46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2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213F" w14:textId="49E063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1FB7" w14:textId="7DA8EC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814E" w14:textId="2E316C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4E4D" w14:textId="0221A1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4A5F4" w14:textId="4FEE0D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5CBA20E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0564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E056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243,59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73C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78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44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9A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3F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9E5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C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91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7E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76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F9D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26BA" w14:textId="280BBB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683D" w14:textId="6A10A8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CE9E" w14:textId="622F0C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50CC" w14:textId="03E69C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4944D" w14:textId="55407E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634949B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8DB4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4451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243,75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EDB0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F9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EF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2D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53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8FB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89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3BF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B1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C1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091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4947" w14:textId="7AA619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05A1" w14:textId="3626D4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CD59" w14:textId="4FBAD3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C3B3" w14:textId="5C670E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860E1" w14:textId="07AE2A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0FEA45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9DD1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70F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244,23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BD67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04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C0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0D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CF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68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BD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65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FC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04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38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FE55" w14:textId="0DEE78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C94F" w14:textId="53DD41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D203" w14:textId="4E9875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8FA9" w14:textId="47574C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E26AD" w14:textId="3B64E9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AE46A2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F3BA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49AE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244,72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AD1D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E56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7B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6D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DC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26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5D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D01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E3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7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042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AD1E" w14:textId="0A0870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24C7" w14:textId="122896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A7B5" w14:textId="1939F4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9430" w14:textId="4FDE67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CA937" w14:textId="4B7505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3B7974F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C996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9298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244,93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03B9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39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A7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09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7F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8CD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2AC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2D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0F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AD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40E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0F1D" w14:textId="2ED3F1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A7D9" w14:textId="7EBA7C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0147" w14:textId="07B013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EBA5" w14:textId="1F8E73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8CD52" w14:textId="6973C1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14C2EBD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8A02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9194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245,46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EC57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EB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D0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7C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B1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3F9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58C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7F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95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F2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B9C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4056" w14:textId="2F941D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F13F" w14:textId="4BEE6C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B4BC" w14:textId="278D56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68A4" w14:textId="20435E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B2BF9" w14:textId="09832D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333D43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DE5E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E265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245,57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4EF7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0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9C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7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8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94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F5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46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7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7A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D3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27AE" w14:textId="384A81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FCA1" w14:textId="61438B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6BBB" w14:textId="32F01A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A419" w14:textId="497A63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031A4" w14:textId="248FD1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54B8C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4FDD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DF0C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245,99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F990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01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FA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BF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0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581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3C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06A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C19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94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9CB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459C" w14:textId="78704A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4299" w14:textId="402AF9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A1A7" w14:textId="5FA3C7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54BD" w14:textId="4F7AC3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8C507" w14:textId="64DDF1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2D9D349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62F7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BA85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246,21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A94A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4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A9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264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D3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46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E0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F1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B4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46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674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48D7" w14:textId="2627FA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500D" w14:textId="0E70BC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C470" w14:textId="1F5161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BBA0" w14:textId="3F7FA9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ED925" w14:textId="788965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218B6E0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F73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1F07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246,36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77CF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02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65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E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D9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D99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9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B3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8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76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7A6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1A62" w14:textId="5B3F11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F0E0" w14:textId="4C0BC2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A1F6" w14:textId="2D989F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1303" w14:textId="2DF631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B4039" w14:textId="49D53C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117CA1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07BE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2AFA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246,62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D4BE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64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40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B9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8F8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826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F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86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B7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D1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02C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41B0" w14:textId="31D033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F6DA" w14:textId="458FE1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AA9D" w14:textId="1FC858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2352" w14:textId="390DC8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1FC46" w14:textId="57D0FE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246090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B0CB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6FF3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246,79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E84F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F1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E37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16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26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24E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E5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D2F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C0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4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C5E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6A9A" w14:textId="15FBCB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3CFD" w14:textId="64AB57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5B61" w14:textId="2216AC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5BD3" w14:textId="441213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38158" w14:textId="48D4F6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DE3C4D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D609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41A0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246,92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B4A2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3E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CA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6B3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18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C3B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63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A53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ED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B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E9D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1166" w14:textId="695C51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5849" w14:textId="7F3D41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C760" w14:textId="089F90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AC6E" w14:textId="2F4404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3C9DC" w14:textId="0B6BA3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8A9FD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03C7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0647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246,92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E2E4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07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84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0C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8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9D3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14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61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7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69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8D3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E4F2" w14:textId="25669B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DBB9" w14:textId="549ED8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30CF" w14:textId="0DEDEB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3E8D" w14:textId="762D7A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EA0C2" w14:textId="5E1333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8CB0CA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7F69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0F9A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247,05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A59A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B6C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AA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CE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E7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9D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CC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0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0B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CF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CAD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C261" w14:textId="57514A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D8BA" w14:textId="05D8B9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6170" w14:textId="6A2FF5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E7EB" w14:textId="585850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B013B" w14:textId="43628E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C87C7A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B027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F956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247,21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6E4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69D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D3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C9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1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40E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4A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F1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38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EA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8C7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94A9" w14:textId="2DF3A4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FF18" w14:textId="20BFC4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248A" w14:textId="3964D5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C6C1" w14:textId="035BF5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8C76E" w14:textId="776DB1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E30506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0487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BCD4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247,22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2400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29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1B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39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4C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58B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72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1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8F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86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976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D306" w14:textId="747D8E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60E0" w14:textId="1CF47F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4717" w14:textId="1B4115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35C4" w14:textId="1FDD7A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B7625" w14:textId="34E0EA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D4537D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88F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45AB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247,41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C153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78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9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A6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83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8B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B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12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93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C3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DB6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429E" w14:textId="1F7B77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7FE4" w14:textId="1F2533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1529" w14:textId="6D82E9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9CBC" w14:textId="680AB0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3C625" w14:textId="5C886A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07293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7CB2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CBB4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247,47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D571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5B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0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C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A0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209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EE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0B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4C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FC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890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4519" w14:textId="650A21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BA1B" w14:textId="7AFC8E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7878" w14:textId="472E22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8B8E" w14:textId="027053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99915" w14:textId="2919C2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E8CF1E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A272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02D1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247,83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39B0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E9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BF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93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EF2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BE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9D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F5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46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165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E63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DD7C" w14:textId="7ECD7A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C752" w14:textId="1E9065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767E" w14:textId="0F72F5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BA94" w14:textId="476268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9B4E1" w14:textId="483B5F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3426DF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2926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C15D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248,36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2D2D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89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80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53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28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6DA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A7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85D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1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6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726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4C48" w14:textId="31BD11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118A" w14:textId="4C9E70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BB7D" w14:textId="517514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9AE1" w14:textId="20E4CD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D75F1" w14:textId="0B5B30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D620DB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81D7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476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8429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E4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65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1E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55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0EC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7A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DD8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8B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05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CA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0BAD" w14:textId="2B36D9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BD11" w14:textId="761090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317A" w14:textId="7E49CB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22B5" w14:textId="5D5779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F70AA" w14:textId="6D69B8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DD210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B4E4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BA2C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249,08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430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CA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3E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BE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8D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75E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46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18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A52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83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2EA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7F19" w14:textId="484FE9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BA0B" w14:textId="5B6184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41A4" w14:textId="087FB3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FDFB" w14:textId="6F8329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75203" w14:textId="1F5C5F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150762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BE06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FA35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250,04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EECB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563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5E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97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72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1A9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9A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6B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19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06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7C8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2BF6" w14:textId="33D82C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237C" w14:textId="3C473B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F87A" w14:textId="5D97FC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5583" w14:textId="0ABED5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7395C" w14:textId="25AD74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423A96D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D1C0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CF5A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250,99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DD4D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FE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26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94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7C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661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37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A8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1E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FC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431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A91A" w14:textId="222052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2508" w14:textId="6CF87B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94E5" w14:textId="4DB7E9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121A" w14:textId="014FD5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11B21" w14:textId="434A7E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998EA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BA4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312D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251,28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A843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9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2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AE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9E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765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FD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77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37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CB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21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7194" w14:textId="6DFA99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3BF1" w14:textId="4596EA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6C15" w14:textId="59BD67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522C" w14:textId="11E793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A353B" w14:textId="6014FC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501B1C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70E6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3AAC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252,69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070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4B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B4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C1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4D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BF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D5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D5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97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5F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B90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68BC" w14:textId="673F0E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C346" w14:textId="15FDF3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1923" w14:textId="4A379A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4336" w14:textId="58273E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72CE2" w14:textId="6FE9BF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451F06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0D9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D8C3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252,83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C7F1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C7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F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A6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B8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33E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1F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C6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31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05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373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64B3" w14:textId="0D4935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1672" w14:textId="0443E3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F126" w14:textId="6FB279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218F" w14:textId="340CB2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E5438" w14:textId="20DFE8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EF33AF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80E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28ED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254,43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250B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D2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7F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4E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61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A65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EA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BD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61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67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228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3B75" w14:textId="793D7C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EDAA" w14:textId="2B1F79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7DD4" w14:textId="4E0617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1D95" w14:textId="3E3440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BC8CE" w14:textId="0A2165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5211B4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2ABF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041E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254,66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1AB0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A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0B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7B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B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A04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7E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46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4C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B1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0DA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3920" w14:textId="33B496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5E37" w14:textId="3D1319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1270" w14:textId="3F9361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1DD7" w14:textId="086FE0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7A210" w14:textId="30E8E0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29CECB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212A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681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256,13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1118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F3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18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BC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AD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B8E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95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F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FA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99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0B7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3294" w14:textId="20D717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52A6" w14:textId="02F12A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7FF2" w14:textId="0A28B2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585B" w14:textId="21FCF2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07533" w14:textId="502E42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42149E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31CB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4674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256,74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FFA5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21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33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1DC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00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ED6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D6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1E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B0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99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5C2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F423" w14:textId="0F9395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DD3A" w14:textId="704407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ACF2" w14:textId="5BAF75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A691" w14:textId="7B9926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7E822" w14:textId="102F5E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5AB6B9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1DE0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3347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257,86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4671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13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1C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77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C3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D79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252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5C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E9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5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392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BE68" w14:textId="2E721E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63B6" w14:textId="453C72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3C59" w14:textId="2AD604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E624" w14:textId="77DDEB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FDBAD" w14:textId="10C601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316A74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4A6C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3E8C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259,03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92E3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9B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23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4D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E9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55F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E9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7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99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3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638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9FE8" w14:textId="6E5417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7799" w14:textId="6448A9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0D23" w14:textId="38E2AF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C86A" w14:textId="56A39C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D560A" w14:textId="4D9918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145B50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0C0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00E2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259,57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025A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4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C7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DB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85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29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86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F3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BF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45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4DB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D341" w14:textId="0808DC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2C8B" w14:textId="293E83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B8B9" w14:textId="0DCAA2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5E28" w14:textId="2D2B06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71347" w14:textId="6B7C6E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75F6FE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1CCF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62D4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261,30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6CEB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21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91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4A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5F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DC4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5D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3E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E2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1B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DB1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A730" w14:textId="457C40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D3DF" w14:textId="4615B0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0062" w14:textId="645F08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786E" w14:textId="059DDE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40315" w14:textId="71DE1A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172F74A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8DF4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EF6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261,52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17EA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8C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E0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37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6B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767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0E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A7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58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CD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E02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A384" w14:textId="531D2C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C457" w14:textId="17C21B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071C" w14:textId="6330AE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9E47" w14:textId="31BD75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0F337" w14:textId="220590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0117BEF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99EA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BF6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263,01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0350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0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03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57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53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1CD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9F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71B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7D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16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BC7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0115" w14:textId="0132A9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653D" w14:textId="4E3ADE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8A23" w14:textId="1A33D2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244E" w14:textId="61F614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D7D2B" w14:textId="15FF87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6481CF6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06C2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5A09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264,16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20CC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64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79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42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2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4B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222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C2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19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7F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01C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21DC" w14:textId="500355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E7DC" w14:textId="643DC1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D531" w14:textId="699FA3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6C6D" w14:textId="4C9A97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67135" w14:textId="0E7C5E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490E96B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FE7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50F4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264,74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BCDC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CB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52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870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5E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9DA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1C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0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C0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13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3CD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FA47" w14:textId="64EFB2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28D1" w14:textId="6AF55C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CE83" w14:textId="6FE1FE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69B4" w14:textId="6A9214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110CF" w14:textId="316BA6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DCD655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B7AE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A7EF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266,40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92A4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D0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68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4E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17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18D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B26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94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C1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32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041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5597" w14:textId="71026D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3255" w14:textId="1E1397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D4B9" w14:textId="3653F8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A1FD" w14:textId="46F656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D2626" w14:textId="371BD0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03BCFE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B54C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4527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266,94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FF2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2E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8F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D4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41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898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12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11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69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46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EF8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CF62" w14:textId="7D9D4B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E367" w14:textId="63C149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C98D" w14:textId="57468D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E5B0" w14:textId="72E2F0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C6501" w14:textId="26AB27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C46FA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A474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17A9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268,18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DCC4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D3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59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43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1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16F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0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24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88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1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DB1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FB88" w14:textId="239208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600E" w14:textId="4E914C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D626" w14:textId="5B527B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3A36" w14:textId="42F8A8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DEB41" w14:textId="55F901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DB778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160A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A8C83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269,79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9F37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7D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9D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11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3E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3DF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3B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7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4D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F0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E2F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8919" w14:textId="0F1E22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3BAD" w14:textId="3EA94D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5382" w14:textId="700CE0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7F23" w14:textId="1A3C61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9448C" w14:textId="5C2C74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55AD28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9FC8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D1ED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269,83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9BE3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3D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14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84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05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E38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D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11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71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62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FA0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37F0" w14:textId="502380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D83E" w14:textId="1F3BB0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8523" w14:textId="4DEF55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558C" w14:textId="7E3DC7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2C0CA" w14:textId="7737F7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2F0C7C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4C9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05F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271,61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F22D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4D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4D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0A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BF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F2B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BD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01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0D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E1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702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0FB6" w14:textId="62B6C8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D6A" w14:textId="1171FE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E7BF" w14:textId="1ED5D1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7071" w14:textId="0D77D7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161A9" w14:textId="1FAE0D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6C795E0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149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2999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272,80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E6F0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4B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66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20D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E6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020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84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F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0B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BC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EB7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1C6E" w14:textId="360679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9B33" w14:textId="2873A1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DB4E" w14:textId="4466B0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08D8" w14:textId="15FE3C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60136" w14:textId="315DC3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DE46E4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1995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8091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273,26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4D15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3F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40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E64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5E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AB9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1E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25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8E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57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F12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AFAE" w14:textId="7B5DF4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8B36" w14:textId="4901EA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9120" w14:textId="317A5A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51CB" w14:textId="054042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49212" w14:textId="5B1560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4EE128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67FE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8BF0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275,05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9757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C4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69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9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BF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077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8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63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CD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0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1E7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AF2C" w14:textId="6EDFA2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EE31" w14:textId="295202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CB61" w14:textId="4A129F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3291" w14:textId="523E1E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38E7D" w14:textId="251BA4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A8DA69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4972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8BE42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275,83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FEB1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9E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2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DE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68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801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7E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22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B6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79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368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8727" w14:textId="144C8C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997F" w14:textId="0E72FD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44B3" w14:textId="618D97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5D44" w14:textId="732E71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DFC86" w14:textId="3C6323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4DAA27D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3C46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E5707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276,73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D629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D5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9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AC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34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747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C80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A6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E5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77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81B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4A43" w14:textId="054157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E14D" w14:textId="42A260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3591" w14:textId="5AEC90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D969" w14:textId="5412A5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B73E7" w14:textId="6F4500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22AB683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C6D1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687A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278,49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3627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2A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8D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19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7E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73E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C0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AA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E2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7B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D71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54C5" w14:textId="640099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0760" w14:textId="6BCAE1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A074" w14:textId="58BDCD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4CEC" w14:textId="43C4A9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BCEDA" w14:textId="297C07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44E45D5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CA23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B478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278,88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872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50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D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57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4E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D9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B3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5D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FE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F2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44F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A792" w14:textId="53413C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83ED" w14:textId="41FADA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E68D" w14:textId="6A12C2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85B1" w14:textId="136E9C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9A24F" w14:textId="48E370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6A1032C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DE4F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A7C9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280,20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DCD6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A3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D6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7C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20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3E4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8A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34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D9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53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D67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B704" w14:textId="566497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DEA1" w14:textId="50B99B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BFF2" w14:textId="3809D7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919C" w14:textId="038397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D00B0" w14:textId="3F73C6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01F6EC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7A04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1E5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281,93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EDB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4D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47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8E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81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E87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6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8C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B7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98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D86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87D3" w14:textId="71455F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8118" w14:textId="475A40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4E95" w14:textId="586D90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944C" w14:textId="3A845E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93692" w14:textId="0CCF63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A02FB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E8DB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3F3A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281,93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B83B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0D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C9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B3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24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17E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F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28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C6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A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EC5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CF4A" w14:textId="4218F2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1329" w14:textId="2CF2B2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FE75" w14:textId="0BD192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C44B" w14:textId="26A812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C3967" w14:textId="072706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DA700C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6B2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DBF3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283,30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0CEA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F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F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00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6F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2B5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05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FB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5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33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740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EA5E" w14:textId="6429A5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CDF2" w14:textId="7529EB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A6C9" w14:textId="33CD47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601D" w14:textId="4FAE4B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CEC04" w14:textId="754171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21DAD8D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D51D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E26B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284,71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5020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F3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AF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6A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63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1D8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4C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4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A8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A3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778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4F07" w14:textId="3EDD00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9E2E" w14:textId="4D52CE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0E00" w14:textId="2FB466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CDD1" w14:textId="06E189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FD77E" w14:textId="497E28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2BF2090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BE52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7C5F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284,92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767A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EC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C7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12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7E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823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74D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C6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B6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54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0D7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7898" w14:textId="1C7EBD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28DF" w14:textId="0B5F54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E20F" w14:textId="78B00F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146A" w14:textId="612293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024D6" w14:textId="78C82E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6BACC3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50F8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5A58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286,07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F21B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7CA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856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F1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13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E9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FC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09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CE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0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E82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0A16" w14:textId="7FA4C9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ACA1" w14:textId="2F5CB3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B96FF" w14:textId="43DE05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8DCD" w14:textId="62C2A8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8D128" w14:textId="23A06E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2B72F29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DA82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C02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287,49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33F9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BA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BF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12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68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E27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6A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32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9F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5E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566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645B" w14:textId="076F11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C79B" w14:textId="37A20D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6942" w14:textId="37E5ED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1505" w14:textId="354CB6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12706" w14:textId="3CBDBE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EEB5C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D143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148B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287,83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425F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E8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6D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7B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E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CFA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1A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5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4A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DE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5D3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3673" w14:textId="3E62F1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B3B1" w14:textId="12380A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65F2" w14:textId="5BB803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A3D2" w14:textId="16117E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57DE3" w14:textId="7CB4A9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11D78C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3789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96B2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288,84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5A38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5A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F5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21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77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3D2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62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C8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14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D2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F3E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B441" w14:textId="6C1BAF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F263" w14:textId="2490CC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276" w14:textId="437634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922F" w14:textId="4BF878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CDC55" w14:textId="08823E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A40DC8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AE4F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43503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290,27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E2DE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2A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56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77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0B7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040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7D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29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A3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329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B88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41DB" w14:textId="10603F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318C" w14:textId="000638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8A2C" w14:textId="469C44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8A4E" w14:textId="19A5ED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9C7C0" w14:textId="49A145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40DCCE0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580C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F174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290,62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21E2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6B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E4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83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07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6D3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C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CA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9F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0A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DA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F180" w14:textId="2142C1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9603" w14:textId="799898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DB1D" w14:textId="583E7C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C233" w14:textId="6683AC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4F020" w14:textId="2CB4E5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BB3440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D974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5F0F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291,63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D45B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EC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EC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E2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18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E7D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3F5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93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EE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F5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EB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B914" w14:textId="05DE26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348B" w14:textId="1AFF78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9123" w14:textId="009004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C0FB" w14:textId="5F93A9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35225" w14:textId="3F539C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0970F1D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45EB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5568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293,06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8B10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53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4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E8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A4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1A7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D7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EF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94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6A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0AD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5134" w14:textId="29A3BB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3B05" w14:textId="0DDA78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DD7E" w14:textId="76446E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3133" w14:textId="11FF31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C1FE9" w14:textId="16FE0D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07554E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FA37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206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293,25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48B6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2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6A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096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D7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DAD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C6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95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4F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E0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7FC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F5E2" w14:textId="5D88F1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A336" w14:textId="1D700C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2CBB" w14:textId="551883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BACD" w14:textId="395C2C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64582" w14:textId="1B9814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1FDC81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4729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0E84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294,41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F4C3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D2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15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EC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1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DBD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39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C16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19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97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DEC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9076" w14:textId="5B8C0D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BD95" w14:textId="5CF7EE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D83E" w14:textId="0C5EBB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9792" w14:textId="53AB81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775BC" w14:textId="365CB7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307AB11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6FE4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9B8A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295,69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0A49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2D3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78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1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C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573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2F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9A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08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72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C20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FC87" w14:textId="22248D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C418" w14:textId="32DB4D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9986" w14:textId="691C78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6420" w14:textId="1917F4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FED2C" w14:textId="396E41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4B74AF8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E970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8971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295,84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D0B5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C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7E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BC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A08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3AD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EF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99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E8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9C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433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E73F" w14:textId="18014D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27B7" w14:textId="77630F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6A6D" w14:textId="631FCA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B45D" w14:textId="6939CF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B0250" w14:textId="7C50C5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E384A7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7F6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2D0A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297,17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F9AB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3A2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583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4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EF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7C8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2E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3F2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51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83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2B1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90E4" w14:textId="5B33B6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66E1" w14:textId="43FD11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7684" w14:textId="5B5069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894E" w14:textId="2ED446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F6FFD" w14:textId="407A94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5A2C8BD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8CFC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B672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297,93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452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63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4D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8F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52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157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F3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AF0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37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DE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D0B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2825" w14:textId="4A1548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DC80" w14:textId="20F10D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D1CC" w14:textId="0C04D0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5AE5" w14:textId="793B36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AF095" w14:textId="763A1D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758C5A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FCF5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6A71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298,62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92F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0B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91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61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4E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257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52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6E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AE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20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FF8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D0A5" w14:textId="666C24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2D86" w14:textId="2D701C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3085" w14:textId="122156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12B1" w14:textId="51E48A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2E8DE" w14:textId="479BD0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2CF5E0B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89EF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A29A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299,92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1BA4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B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63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02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22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37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96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50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F9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6C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08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CBDF" w14:textId="20E88E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05E0" w14:textId="69C24E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3061" w14:textId="07DEA0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B015" w14:textId="2AF64E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11456" w14:textId="72BD5A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26C84F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BA8C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A04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299,99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CDC9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30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A8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3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2C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6D1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85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76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87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4B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31A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0A75" w14:textId="175DA8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F823" w14:textId="09FAA1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01B9" w14:textId="4EFF7E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FA15" w14:textId="69D0C4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1FCB4" w14:textId="360F16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2E46D69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A447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44D7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301,41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1D0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AD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7F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75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89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6FD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79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B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1B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E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BA6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27DF" w14:textId="6C3290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533B" w14:textId="6B8C83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C144" w14:textId="1CCB1C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4ECE" w14:textId="314515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90D7A" w14:textId="617B8D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84DABA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A32D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13A9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301,86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636F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68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0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AF5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59A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36F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D6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4E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AB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CC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8CC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FD11" w14:textId="5667A4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20A2" w14:textId="082DB9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CE2D" w14:textId="6A01F2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80B1" w14:textId="4CD9C4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2F92B" w14:textId="01F164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9BFDE6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BE24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8AC9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302,71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7115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08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22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1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10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F8F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34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E6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73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D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8AA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3D3C" w14:textId="05E21A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FD1E" w14:textId="5C181C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24F7" w14:textId="65F718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F2FF" w14:textId="62CBA0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7DD40" w14:textId="0E571D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E787F7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C4F7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5040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303,53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D9A8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E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32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C6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68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550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0E9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F9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19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E8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690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6596" w14:textId="362B83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0C87" w14:textId="08AB7A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5322" w14:textId="7F4B76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331D" w14:textId="0D4804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7D1CC" w14:textId="31787D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52E4802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BEB1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AE46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304,19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D022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D7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3F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11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AB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C8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2A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D7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3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37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191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EF01" w14:textId="127C97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D67F" w14:textId="72163B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BDE0" w14:textId="36F971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F80A" w14:textId="41AA5F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98447" w14:textId="5AD9D7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060C7B2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15CC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509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305,01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C4CB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77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D3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5F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88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F10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F5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1F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45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FE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473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1739" w14:textId="67BB11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D859" w14:textId="6BF9F5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A4B9" w14:textId="3B61AA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379C" w14:textId="0AF136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A0C72" w14:textId="1A4A79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2E4D23E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DC9B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51AF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305,47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D18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1A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20C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5A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58A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EE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BA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E9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9C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F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337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0627" w14:textId="5AFBFB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0746" w14:textId="44516E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BAB5" w14:textId="42FB16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8705" w14:textId="5EAD6A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FBFC9" w14:textId="6E0598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416C36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669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103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306,27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8C5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5D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82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5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00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BE2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27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37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C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63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A9C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6203" w14:textId="3A8227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C3A3" w14:textId="48BD29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270C" w14:textId="5E6B15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D83D" w14:textId="484CF4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2971F" w14:textId="5C167D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057DF12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740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2C03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306,98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847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77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26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0B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6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D82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DD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21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51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757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DDB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E6A0" w14:textId="5698C3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8269" w14:textId="5B1125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BA68" w14:textId="5B0D65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ED77" w14:textId="72DBE8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FC53A" w14:textId="796E3D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1D303C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9835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3C4C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307,31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45E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7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A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79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EAB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35B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39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6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76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F2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109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8BE8" w14:textId="4783EC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0871" w14:textId="1F636F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A3A0" w14:textId="70064A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2365" w14:textId="0725FA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E8D52" w14:textId="776B07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5E59F7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7BF6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A935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308,12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838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BF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41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60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A0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B6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B4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DE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2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2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000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D7BF" w14:textId="6A2F0A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5C08" w14:textId="2BB5A3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67BC" w14:textId="15143D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91EC" w14:textId="636974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BB4D8" w14:textId="706335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0C6DB1B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230E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00F9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308,20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6929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E9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12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5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97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FB0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DB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6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E8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B3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FA9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CE49" w14:textId="37E226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7BCC" w14:textId="1CA4DE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FA34" w14:textId="2EF454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8676" w14:textId="0A1058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F5A73" w14:textId="66D863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548D06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486F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F725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308,74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7416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30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579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B9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D1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755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02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4D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4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429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464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C75A" w14:textId="448490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9E77" w14:textId="512A09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FBBE" w14:textId="410C8F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90EC" w14:textId="22F496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E92F6" w14:textId="3AC5DF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694AFF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7065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F958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BD02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125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AC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BF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D1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BEE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F4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7D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1E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ED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BE4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316E" w14:textId="429511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0E44" w14:textId="4AE954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4795" w14:textId="6DD2AB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E2CB" w14:textId="3D342B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93A0D" w14:textId="6E1FB3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0CF0ED2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2F1C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6253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3B36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AA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F0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B8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59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F95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37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6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3E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DC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C57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444D" w14:textId="48C9AC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1172" w14:textId="48C714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0339" w14:textId="7A91D9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A67B" w14:textId="00A237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D916E" w14:textId="3D56EA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6A01D84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C689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968E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E2E7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F1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E9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F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74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013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95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8D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9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11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B58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BA6A" w14:textId="7D15E3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5EFA" w14:textId="11E3E2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A14C" w14:textId="0C9568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997C" w14:textId="3CD9E0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DD85A" w14:textId="604BF6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616C682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D2DE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B3A1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3D06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6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BF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17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35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EF2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1B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F2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1D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FF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1F4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191E" w14:textId="6E3A12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868A" w14:textId="4AEF87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3286" w14:textId="67B43F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2915" w14:textId="3C69D6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2BB68" w14:textId="63C1CD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309E572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E3DB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55C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201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5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83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89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9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E0F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0F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B4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F4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4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C09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6AE0" w14:textId="4E7355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F8E7" w14:textId="1DF2E7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947A" w14:textId="0DAB60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EF00" w14:textId="3B437C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EB54F" w14:textId="3150D5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6EF200D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82BA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32FA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C8F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64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6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08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4E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AA3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8D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78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0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0C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5BF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7A2A" w14:textId="1608DC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5215" w14:textId="668D5E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CBA5" w14:textId="6F87BE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2E85" w14:textId="2E3DC7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852EB" w14:textId="17E8C9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B445AB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1677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F10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309,94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9943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0D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E8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38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E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03C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F7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B1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3E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35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40D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B164" w14:textId="36CDD3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463D" w14:textId="5BFAAC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3DD9" w14:textId="0FFD39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5D57" w14:textId="6FC639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48C3A" w14:textId="1D6517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32A02E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583F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84F2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310,02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5D35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B0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70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416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69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C21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7E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19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1F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0C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C98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E5E4" w14:textId="3267E3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0125" w14:textId="7A94F5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AD73" w14:textId="47CE1E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F9C8" w14:textId="74AE23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341CE" w14:textId="63DC21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1378F6C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2A0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BE09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310,16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85D6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8C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2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E5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AA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FF1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BE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81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7E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D7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699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69F8" w14:textId="47CD51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21D1" w14:textId="7D2C8E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16C9" w14:textId="47A103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D7EB" w14:textId="615F50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AFD02" w14:textId="042298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09143FD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9F8A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83E8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310,41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8B1E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6E3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58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EA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7D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231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B5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E6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C5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95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E0F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94E3" w14:textId="25AA6F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BA5B" w14:textId="7E3E17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127F" w14:textId="62B1E5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5905" w14:textId="22E735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7E836" w14:textId="4A8BBD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410F0D8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E164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CD33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310,58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3B64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CC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4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81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69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8AB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D72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C82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7E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9B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5E3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799A" w14:textId="064654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CBC9" w14:textId="159FE7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9265" w14:textId="5D32BE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0543" w14:textId="2CC76B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E8347" w14:textId="07B758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70AC73E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8648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A40E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310,83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CB6F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28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0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FD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3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B17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87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B0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D6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7E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F6F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48D1" w14:textId="437824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57D1" w14:textId="17CB42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90E5" w14:textId="0FC8B6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5BDD" w14:textId="2A7020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50062" w14:textId="575919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1C3E2B6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E88A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232D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311,44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8428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F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B7C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AAF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B8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CAC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F9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0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F1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1E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63B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C34E" w14:textId="6482FE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3F75" w14:textId="047B7F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4737" w14:textId="67A6A7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EF68" w14:textId="27C189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84E3D" w14:textId="48D559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37C6E69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135B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B450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311,48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7311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E8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11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68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F5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F12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6F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2D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B7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25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463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E4E8" w14:textId="06A929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5F9D" w14:textId="68F655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E0E0" w14:textId="54DE26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DF38" w14:textId="4446E9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C4C46" w14:textId="0E033E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7E5EEF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89A5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A29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312,32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9BF1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7F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AC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BF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18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DE7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C7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54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5D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2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658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5D95" w14:textId="4D602A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E30A" w14:textId="6F94E8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BC2A" w14:textId="477B42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86AE" w14:textId="655E1E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F7883" w14:textId="3BD738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EB3DC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043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37FD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312,33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004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90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B5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62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B8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F44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19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CE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0F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C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25C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8FBC" w14:textId="4A7911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E893" w14:textId="5D1937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41F8" w14:textId="07B683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9686" w14:textId="67E084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23479" w14:textId="08DF68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3F1F84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27A3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A86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313,19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E41E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AC8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83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30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57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310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A0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DB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D8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61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A48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B04E" w14:textId="541306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596E" w14:textId="299F27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BA8A" w14:textId="56B260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F0FD" w14:textId="5EF9FB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FDDDE" w14:textId="046862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49A6436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1EFD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F1FB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313,49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47E3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7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4EF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4A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CC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5C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6A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06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24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2C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2FA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E2E5" w14:textId="231672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5238" w14:textId="38E367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FEE5" w14:textId="734D8F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54C9" w14:textId="22E283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16255" w14:textId="1ACCA3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75D9C61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7394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0DA4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314,05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5DF1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97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43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30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26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E2B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40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8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5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DC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5BD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B89C" w14:textId="15285A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F930" w14:textId="1B9913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68FA" w14:textId="002A12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FDAF" w14:textId="076B50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B0BA0" w14:textId="0D9C83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75E3516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90B5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9566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314,90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942F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0B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5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E6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0B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9D4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41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FF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54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774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1AB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B471" w14:textId="7F436C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4672" w14:textId="3B7564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2C66" w14:textId="3612FD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2C9B" w14:textId="1E0C56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11159" w14:textId="638B56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10F32C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B6E6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C73F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315,02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E21D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6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E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E0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9B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D4E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39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495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7C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4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571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592E" w14:textId="3CBF1D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0D55" w14:textId="4787EA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44A1" w14:textId="3A7A22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AAA8" w14:textId="524E9F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FC486" w14:textId="0A0D87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32B90AD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F2E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ED34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315,77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F83A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386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4D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4B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30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07D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30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8C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99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A6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A13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6F68" w14:textId="748632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BFD9" w14:textId="4B399B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C439" w14:textId="67C619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70C2" w14:textId="7B2EF1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5A934" w14:textId="3A27AB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137B55D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E23A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F174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316,62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FE37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1B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36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2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B0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A8B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68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D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3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0B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B88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E955" w14:textId="78F18C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4575" w14:textId="78E02D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82B3" w14:textId="79269B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0E20" w14:textId="100A30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9E0A2" w14:textId="2ADA4D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5562CA5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98A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89AB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316,93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80D3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3F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00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61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B2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044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473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BB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F7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B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77E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F352" w14:textId="429CC3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8A19" w14:textId="393309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BDEB" w14:textId="584D4C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BC3C" w14:textId="6ACCCB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917CB" w14:textId="002F62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1274D6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F884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F1C5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317,48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3C0F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5B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5A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AC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E1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65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B2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32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F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AC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2E1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B7F1" w14:textId="32E214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7AEE" w14:textId="684523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E941" w14:textId="509234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58EE" w14:textId="03A73E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64EAB" w14:textId="319FAA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708EA63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522D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B87D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318,33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C369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98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E3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0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AD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0B0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34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35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52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4D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9ED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75DB" w14:textId="3A34F5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47AB" w14:textId="384BFE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67A7" w14:textId="747923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474F" w14:textId="77C569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99324" w14:textId="4A381E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366F3B6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8B79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C1F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319,17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7E11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81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CF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DB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88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25C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E1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95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F8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7F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F0E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7A29" w14:textId="60B224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251F" w14:textId="063BA1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193C" w14:textId="785063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001E" w14:textId="0E0852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A5944" w14:textId="3EF94C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101BB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47A7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F1D0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319,90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E0AF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BC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18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62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1BD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9C8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5D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19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68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965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80D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808B" w14:textId="517B82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16BC" w14:textId="6AB841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F3A7" w14:textId="0C2FE7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20D6" w14:textId="23F040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8A368" w14:textId="250D37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3336E05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8C8F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5847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321,37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C857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747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D5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4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68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B46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E9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4D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FE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F5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C1A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C0E8" w14:textId="03FB21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63AA" w14:textId="239CD1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535E" w14:textId="117C34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F21F" w14:textId="2B44AF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07936" w14:textId="0ED453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0E36B0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4832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D0F4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321,71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4873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8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8C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E0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6C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17F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5A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BD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98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C4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486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7659" w14:textId="04BB65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2A44" w14:textId="09B188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6F4F" w14:textId="733453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062A" w14:textId="757BF2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53246" w14:textId="6A335F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42117FF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1A14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8D2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322,94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9BB9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C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B91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43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43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2BF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715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C20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74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ACD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5CB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3B67" w14:textId="02927A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BB68" w14:textId="5C445D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4837" w14:textId="78B0CF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521A" w14:textId="29E311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58D7A" w14:textId="3A8471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8EB1D9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6666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6C3D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324,40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71B2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EC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77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50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7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CC9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28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E8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E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644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D4A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082A" w14:textId="0E9CCF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EB14" w14:textId="42D6B6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4478" w14:textId="22F12A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8024" w14:textId="198A61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6C909" w14:textId="22F429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0887D7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DAC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75D9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324,48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284C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970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5C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9C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0F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845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05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0F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4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A1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55A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52E4" w14:textId="7D98A1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E884" w14:textId="080997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FB2D" w14:textId="42F67B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C47E" w14:textId="6302CA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ED2C4" w14:textId="3B4451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02D1BD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4358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9CF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325,89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3A33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56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A6D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4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01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DE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2C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F3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29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A0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3AC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6FEA" w14:textId="0D32A6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3DD8" w14:textId="6B3DB9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7F82" w14:textId="6CBB46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5141" w14:textId="688FF7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EF8D7" w14:textId="610965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1E621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929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1A62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327,44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3F37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5C1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5F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83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B8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BE3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44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93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2BE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30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0BF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E318" w14:textId="509C6E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BB7A" w14:textId="3E869D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1428" w14:textId="2CF804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1E65" w14:textId="6F6BB1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1D6B1" w14:textId="223D69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5FAC02A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A076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FF68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327,44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4E0B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941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A0F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00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27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A7D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5D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78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25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2A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7A7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4B30" w14:textId="1AC542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560A" w14:textId="162C72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A32A" w14:textId="2B6DCE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3A87" w14:textId="089E59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136B0" w14:textId="6C2D03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3701C50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EDF5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DF5C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328,97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EA88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1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32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65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69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D81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9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F5C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42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BB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509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571D" w14:textId="05B522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AAD5" w14:textId="7E3E3E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892C" w14:textId="4B13FA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FDA6" w14:textId="587A37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FD0FF" w14:textId="26CF3E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FA09FB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F0FA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D859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330,54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E1FA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44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7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62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60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75B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CE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62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CE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03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36A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FB09" w14:textId="1163EE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3980" w14:textId="564DB3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A3F1" w14:textId="647695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1B9E" w14:textId="0F99E1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5746F" w14:textId="5424F2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995E79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1BFD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E0D4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330,54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454B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F9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6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B6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60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11E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18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5F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6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6D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0F5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2F0F" w14:textId="664BB6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2924" w14:textId="59F2DA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29FC" w14:textId="0CB963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9592" w14:textId="146243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BC087" w14:textId="414FEC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265FC7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E353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07D4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332,13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8090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15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80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13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AD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F7D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6F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6C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5D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2E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457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D9B1" w14:textId="3B7B2C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3811" w14:textId="7F5F54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92B5" w14:textId="0346E7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FBE1" w14:textId="7B58F6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29D35" w14:textId="20ABDE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B196F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93C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8C7E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333,75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E1B1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09C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CC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2F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ED4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D56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21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F5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37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FF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F4E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8FFD" w14:textId="0BC4DF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A7FC" w14:textId="5FA559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6EE7" w14:textId="6E7900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4D3C" w14:textId="76F9AC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7F546" w14:textId="34F155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5737913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DCF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34B9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333,75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CBE5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57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0B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E1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C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1B7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54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44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A7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43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D79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CCF3" w14:textId="58B2A3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67B0" w14:textId="763993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8381" w14:textId="1AE459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F163" w14:textId="6D7FAF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230D1" w14:textId="66F45F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28F9F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CA32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F13B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335,37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7839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FB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03F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A8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32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A8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24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534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98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4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AB5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9D28" w14:textId="08D604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C8D4" w14:textId="114CD6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658A" w14:textId="65CA77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2C62" w14:textId="0532A8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48FDA" w14:textId="5E2C0C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75E9713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F03E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998A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337,03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7111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1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0D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E5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62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9E8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11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12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4B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6E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777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08CA" w14:textId="2D9D3D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112F" w14:textId="0EE392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362E" w14:textId="5C9B1D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5129" w14:textId="31A28D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A728E" w14:textId="6E69A5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A97E61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A893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30B8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337,03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2B75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8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9B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C7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D5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51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D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FB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C7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47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23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559B" w14:textId="74D642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D2D6" w14:textId="1836B5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FFB5" w14:textId="3BE75E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A3C9" w14:textId="5DA7B8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A4F7A" w14:textId="0F5E07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717135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62FA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2AAA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338,69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D63B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F5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78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CC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F9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654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11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80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5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42F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15C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636C" w14:textId="518F94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EDA4" w14:textId="7DA440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9807" w14:textId="7FC96D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0A27" w14:textId="44EB46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C4A32" w14:textId="6C7376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03F6D42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4DCC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B565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340,37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F37C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F6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88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12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1C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D37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F1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E3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10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B1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99E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9036" w14:textId="3B2DB6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58C" w14:textId="70F2B2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82F6" w14:textId="36F64F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EECE" w14:textId="1D8C67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55410" w14:textId="2932B8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4E60E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3512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2275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340,37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1372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B50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3A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F5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5E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533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7BD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98C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F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63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E20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8DBE" w14:textId="75E523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7289" w14:textId="21148F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DAAB" w14:textId="38EBB0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B759" w14:textId="549F6B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7BA61" w14:textId="62ABBF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48E23C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C366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358C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342,09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6089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A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28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A5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EB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54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D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BD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EB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B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B1F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2DD1" w14:textId="50A80D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8E81" w14:textId="7D02EB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D424" w14:textId="2F8AB0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246B" w14:textId="70BC2C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D17AD" w14:textId="6494CA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F627E3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497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B160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343,76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C1D7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29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5E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CD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E1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A9F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BE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27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6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AF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03E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E293" w14:textId="132B59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EFDA" w14:textId="31EAE3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5EDB" w14:textId="24954C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B72C" w14:textId="67754E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BF4FE" w14:textId="02754A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009C9E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915B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74D9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343,76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DAFE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8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D6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50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0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F87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F2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0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4F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75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79C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F8AF" w14:textId="79650B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5A78" w14:textId="458348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8209" w14:textId="75B1A4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8850" w14:textId="304FBC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A0E0D" w14:textId="6BD31D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6B9362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93E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4022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345,48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6D12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B3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16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B7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E4F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43A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97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2D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0A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C3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D3B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BCEB" w14:textId="6190B4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5950" w14:textId="4131E3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3904" w14:textId="0A748D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17F5" w14:textId="605BBA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8F31C" w14:textId="2522FC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CDB156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3A50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3FDA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347,17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ABA6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2FF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86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CD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6C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6A4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5A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33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13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A3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D7A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083F" w14:textId="50D793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411D" w14:textId="78F50A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C26A" w14:textId="481A41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1DEB" w14:textId="257180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8B029" w14:textId="009567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3F2CA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D0B1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2F19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347,17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02D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44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9C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15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63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53C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D4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9D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76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F1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406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A617" w14:textId="4118E5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83A3" w14:textId="786751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08C3" w14:textId="0A1C6E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1582" w14:textId="3EA925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4C8A9" w14:textId="561687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0C0D66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44A3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4077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348,90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2437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DD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E2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AE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533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279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08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73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D0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FF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D2A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427C" w14:textId="33E63E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7E8B" w14:textId="337171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58C3" w14:textId="3B8D2D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0881" w14:textId="37B631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12AA3" w14:textId="513D9D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1891268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284B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D6A3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350,59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3A0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6E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FC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AE4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40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2B0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2C2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6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4E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C7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70E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807F" w14:textId="0CD722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57F0" w14:textId="15A0DB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56D3" w14:textId="4409A8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9ED0" w14:textId="4A4488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07A51" w14:textId="57E5EE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0A6552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7EFB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8BF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350,59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D27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0B8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19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B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7F3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780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46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B8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6D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43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844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FBB2" w14:textId="2CC3EA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D50D" w14:textId="6F624B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1116" w14:textId="4381DF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7020" w14:textId="5FC2AA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674A2" w14:textId="187647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05A1F9F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0B94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5EF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352,31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9DC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991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D3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0F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87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9DD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3C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A9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E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AC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39D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BF44" w14:textId="4D15DF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5112" w14:textId="7787E5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F050" w14:textId="61BBA3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FF8F" w14:textId="60D8CB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2EA44" w14:textId="254881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BFAAE8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FF22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D170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353,99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C760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D5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D4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0B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94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E51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E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27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7D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56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55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9C48" w14:textId="5779E3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723E" w14:textId="1B2416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6035" w14:textId="5FC15B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A71F" w14:textId="6E3B07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F303E" w14:textId="2E2BEB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39DEBD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05B8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7D0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353,99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AE00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DF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21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E2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0D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F92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6C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A8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43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5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165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CD6F" w14:textId="01AC17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FD7A" w14:textId="071E28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2F93" w14:textId="095701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F6B6" w14:textId="49FA0D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49BED" w14:textId="3FDBD9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57AE35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29C7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D76A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355,69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1D3A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07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FA2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4E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A2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635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9E5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CD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7F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11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058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E046" w14:textId="1DE591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9674" w14:textId="6B8F64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9C62" w14:textId="4329D6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36F1" w14:textId="28BFB1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47F24" w14:textId="485797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2F8A5CF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43D2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FD3A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357,36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B3A4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13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F1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AC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7E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A6D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F9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D3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2D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50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53E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A850" w14:textId="3F4168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BA7D" w14:textId="3602CC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1471" w14:textId="03D734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1462" w14:textId="5BA86A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CCB90" w14:textId="3745E5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23A7FB0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1CF0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3F9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357,36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C1E0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EA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0DB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B0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AF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B1D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E9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E2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883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1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BC2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BDB3" w14:textId="1C5115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43CF" w14:textId="10C836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367C" w14:textId="78812A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2E87" w14:textId="316DC8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2D812" w14:textId="07CEEA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50B14B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557F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0F8E5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358,99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90F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BF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93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7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E8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A92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88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8B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A6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D1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791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E497" w14:textId="419CEA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434E" w14:textId="4D5FFB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E7FE" w14:textId="774735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E140" w14:textId="47EC9E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F3642" w14:textId="0BF676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27E05A7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BACE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7E4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360,66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6FE3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01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09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AE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00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88D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ED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81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9E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71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6E2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AAF2" w14:textId="139380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F962" w14:textId="6DE9DE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D48F" w14:textId="0612C5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2F04" w14:textId="7E5E16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187B7" w14:textId="0A5C72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E2C33D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FB38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BA6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360,66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0B1A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53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758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2C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8F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29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2B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E6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CA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1A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488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9D11" w14:textId="7E9757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9CCD" w14:textId="334D5F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0F41" w14:textId="11A8D8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25F3" w14:textId="4FA16E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EC65A" w14:textId="6A35D8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2D7C3D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CD0A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1043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362,29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06BD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C6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BB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A7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7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A49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05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E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C0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B7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84B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46EC" w14:textId="215909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8A99" w14:textId="0B68FE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F8A2" w14:textId="458BD3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2BA8" w14:textId="7C8D8F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4867A" w14:textId="0C1968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6B5C5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821B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706B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363,88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EBF3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C6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EA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72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8A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15F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2A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D4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0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8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A40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7B00" w14:textId="1F7057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BA72" w14:textId="5BEA5E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5C3D" w14:textId="29D81D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6C2C" w14:textId="1E154C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CAFEC" w14:textId="43883B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7034C87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6E63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EB3E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363,88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C5AB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26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76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7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40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FDA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9B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50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ED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53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A0F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159B" w14:textId="2D980C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887D" w14:textId="1FFEA3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118D" w14:textId="5F812C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4F06" w14:textId="21A979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37C50" w14:textId="7E9D4D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78ED1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FAD7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203B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365,45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A76A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EE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B7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FC1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E4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B41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00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CB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CBF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90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BF6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CDFB" w14:textId="581F2B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ECA6" w14:textId="4F5BEA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8DAD" w14:textId="3D63A0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D281" w14:textId="6CFBE0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08298" w14:textId="68F763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C60C16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1ACF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A191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366,99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6652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263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826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C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0A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593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6D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B9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4A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77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37E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36A7" w14:textId="4C5540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94C2" w14:textId="246E01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CC7E" w14:textId="1947D4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B479" w14:textId="1029CA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D505C" w14:textId="181CAC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5B32F7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E92A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A12F0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366,99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B02A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08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D3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AE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7C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171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47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06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49A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6F5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CE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3B1D" w14:textId="3C3A86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94DC" w14:textId="6DE579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A725" w14:textId="3D2B3F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0D83" w14:textId="0DCFBC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D109D" w14:textId="1BA12C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5C48E5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3035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817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368,50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D23C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59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D4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03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F76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8A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44B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97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2A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8E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A2C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16A3" w14:textId="782480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474D" w14:textId="7681D3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37E1" w14:textId="711014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8395" w14:textId="787838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AEAF4" w14:textId="664230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863607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95C1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3C7F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369,97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E20D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29E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D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D6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459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662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C5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01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5C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E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79B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C669" w14:textId="5F9A94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9DFB" w14:textId="151C8D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9F59" w14:textId="43A318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C1CC" w14:textId="6C89AD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A65E3" w14:textId="2DC66B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F7E93C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78E5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1621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369,97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0E29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E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8F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53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FC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1F5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4D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56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8D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7F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9CC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0DFF" w14:textId="2CD8AE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C37B" w14:textId="68A478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2958" w14:textId="140CD5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B869" w14:textId="00AE33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A6AC3" w14:textId="538180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670C18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F82A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80C8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371,42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A450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39A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3F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EB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7F6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C50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A7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44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8A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E86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B68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C84A" w14:textId="16E1CC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B305" w14:textId="651BFB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B5A2" w14:textId="35A878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FA91" w14:textId="69CB65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06A09" w14:textId="1D2CF2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489FBB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BDE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9515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372,81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6EA6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F5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FC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61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A5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B90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BA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8B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74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0E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400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CB18" w14:textId="023852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2845" w14:textId="66698D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9CA8" w14:textId="54CE2B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BEB6" w14:textId="4FA4F4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51241" w14:textId="15FAB2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B0CFD5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8971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E6FC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372,81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609C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48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64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1E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90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5FE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22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F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F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88C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7EB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FFD6" w14:textId="705E1A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7568" w14:textId="6F9E83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E741" w14:textId="08B4B4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8599" w14:textId="70D051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F2862" w14:textId="4E7A2A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69E129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6090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8FD0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374,16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4DE4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8C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0B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6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73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299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39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EE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C8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0B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9FD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BA45" w14:textId="735FE5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B28" w14:textId="0C9DFC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D8F4" w14:textId="5E59E4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D4B1" w14:textId="7EB388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E7227" w14:textId="29E6F5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2CAA7E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3B1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7BE6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375,49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3BDE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F9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6C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D0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1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76F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8A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0D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85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E7B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17F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DBBD" w14:textId="38E945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A03B" w14:textId="1B6E7F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9E40" w14:textId="3D4908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B42D" w14:textId="5FADC1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5DB4C" w14:textId="73E796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DA7284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9768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931F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375,49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2D2E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F1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25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2F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99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09C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97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5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B2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5D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F07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0389" w14:textId="340637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880C" w14:textId="040EFA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EFC7" w14:textId="44508A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80B5" w14:textId="2BE2C8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C6A4F" w14:textId="1F0E96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7B6C0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C0DB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B272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376,74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D41C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D5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828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AC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A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9DA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C7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A2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67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3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D3C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7F5E" w14:textId="275984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30A9" w14:textId="5B1B1C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925F" w14:textId="4B2029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0B39" w14:textId="66A682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052D6" w14:textId="03CA56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6B1D6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FED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1EB0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377,96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574C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85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88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3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29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D34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43B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F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74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32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84D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34E0" w14:textId="2DD9B6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4A57" w14:textId="7313B8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EB0F" w14:textId="76861B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773D" w14:textId="4EF572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F425E" w14:textId="2855CA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3CEB79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7F02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848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377,96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7A00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45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B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103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F9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F1B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E4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45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38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7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32B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B994" w14:textId="656B1B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2A66" w14:textId="2B47B2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5769" w14:textId="6A9C73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0E25" w14:textId="297486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7615C" w14:textId="77E463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7F577E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6562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767D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379,07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C9B6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F2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2D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A2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B9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2AA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953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4CE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37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53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1C6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965F" w14:textId="30FED5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8ECF" w14:textId="34F788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5BF1" w14:textId="07C43E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DDA2" w14:textId="2B840A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3425C" w14:textId="114CE8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A4891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0485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8416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380,20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4E5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DA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55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46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B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A5D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CD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CC2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A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96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DAF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E880" w14:textId="56F993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69AB" w14:textId="6A5D13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7FA5" w14:textId="0A0AAF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8B19" w14:textId="4B64F6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313BA" w14:textId="0803CF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8A1A46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0867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6F87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380,20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BBAD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C7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F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8D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F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556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41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69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55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C04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2ED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10E2" w14:textId="084277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96FF" w14:textId="61E2B7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C03A" w14:textId="2D24CA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5A32" w14:textId="04448E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70402" w14:textId="722C8E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F40345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2C0D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0B25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380,60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A693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0B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C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44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17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9E9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87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DF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939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ED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826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12B8" w14:textId="3149CF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DC16" w14:textId="5B6182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F727" w14:textId="2E889A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9817" w14:textId="46F0BF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78D2F" w14:textId="5BD22B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67B4C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23E5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1B38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381,42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5921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0C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52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08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50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A83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5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9B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D2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98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67D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511F" w14:textId="69A81E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E3B6" w14:textId="7DFD64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819A" w14:textId="1EF8DA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CB89" w14:textId="0F91D1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F1165" w14:textId="121C14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7114B6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365B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6605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382,18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E854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F7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46F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21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6D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C29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E4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8F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1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F2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893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6D33" w14:textId="2615BA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FBF2" w14:textId="2F06D8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3228" w14:textId="00E00D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E7B3" w14:textId="0253C9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1763A" w14:textId="560773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2FA861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85F7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6BF7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382,18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11E0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3C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F7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AD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2C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B59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B8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01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F2A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85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2B0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D5D4" w14:textId="169D7E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FA16" w14:textId="6999DD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F031" w14:textId="3C4D50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453D" w14:textId="23327B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B3344" w14:textId="218B97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293D2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F686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A428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383,00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BBBC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56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CA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5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A9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B3D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B8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BB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A3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88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1FB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72EB" w14:textId="6D3C3E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9E0D" w14:textId="272F00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3C26" w14:textId="3F8B52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7F6F" w14:textId="4C267C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681F1" w14:textId="577593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AB8F5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FA35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E2F8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383,76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5E0C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239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F7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C1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38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F7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D8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F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5E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1C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3D1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8543" w14:textId="64DEC7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2C56" w14:textId="2D1810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C6A5" w14:textId="7A1ACE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74E5" w14:textId="44E56E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A3D92" w14:textId="4793E8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2E9697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B72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9207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383,85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370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1A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5C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BD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11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E90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0A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BC8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89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90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188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0CF4" w14:textId="2D716F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D35E" w14:textId="321F6E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981C" w14:textId="6F475E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57A5" w14:textId="44F4AD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C16F4" w14:textId="3E1FF6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79389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7F66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92C5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384,58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9D70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707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48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58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CC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8C4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05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2B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6C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D2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9C9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7CF8" w14:textId="7A82D2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FC14" w14:textId="1B1CCF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57C5" w14:textId="45237D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E580" w14:textId="4127DE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63D88" w14:textId="4A65C3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87B06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FCF7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A49D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385,18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3710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3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E9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5D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BB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238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C2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87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E3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C6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B98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626D" w14:textId="0A47F2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FF2A" w14:textId="1B5C19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A2A3" w14:textId="2E48B5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F96B" w14:textId="29EB5F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44C2C" w14:textId="5EB4C0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7B6B9A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F2E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F895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385,34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9050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B5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23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EF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BD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2FB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A51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D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9B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63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82F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B5A5" w14:textId="15F351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638C" w14:textId="2F92B8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94D9" w14:textId="72E745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425D" w14:textId="2A1392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3DB74" w14:textId="45A06B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745180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FDCE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F0A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386,15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57EB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AC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B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D0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8F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4B0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3A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3C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A7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73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A4C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945D" w14:textId="70054E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99B0" w14:textId="0AB6EA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CFF9" w14:textId="6C5329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77E6" w14:textId="072CAF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87086" w14:textId="043C84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794453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BA79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E156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386,22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B57A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2B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4E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BC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75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3BC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B5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1F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AD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56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5D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DB97" w14:textId="68CA9A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F072" w14:textId="28EB11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0EEA" w14:textId="5D9C4F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2E7B" w14:textId="3FA8F9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1E7BE" w14:textId="397928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87D97C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4A93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02A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386,92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C023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F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E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E7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06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7EF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7D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3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DC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82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C66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B15F" w14:textId="40FF28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3185" w14:textId="777136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BB5F" w14:textId="138208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FDA2" w14:textId="0880C3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20CAF" w14:textId="2783DE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B20083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3561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EEFB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386,99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42E9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FE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7F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22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97C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6D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4B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7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16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C2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456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92D4" w14:textId="5834EE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8F01" w14:textId="78625B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F7D9" w14:textId="6E9D95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1B8B" w14:textId="3D67CD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889EC" w14:textId="3F7166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9D2864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E6F1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B980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387,55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7D91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0D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3F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7A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F5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EC7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BE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50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09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CA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1DA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7988" w14:textId="062AF4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47A0" w14:textId="08C05E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8A35" w14:textId="0DF3FE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FF3A" w14:textId="6D495D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12417" w14:textId="1896B3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E0A28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756E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11FE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387,71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5BBD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A5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57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49E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64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D22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A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A0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06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C5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3B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A3B1" w14:textId="4C904D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61F1" w14:textId="35A613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2D92" w14:textId="675A07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293D" w14:textId="67AB82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8AB8E" w14:textId="0E28AB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75B6AC7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BBB0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79D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387,94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DC14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B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C0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F1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45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21B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1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493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E33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68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F3A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1BC7" w14:textId="12DF18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7FC6" w14:textId="2BE9B4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D101" w14:textId="597A40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F9CA" w14:textId="3A15BC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E9FD5" w14:textId="58D552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D394DB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03DF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A1EB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388,19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E290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D4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41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8A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6B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AD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00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F7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F4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4C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A4B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2887" w14:textId="7DA33E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A7BF" w14:textId="3AD49D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2906" w14:textId="44ABD5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8E77" w14:textId="6DF581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C496A" w14:textId="56C430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07E165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670F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D0D0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388,37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E3BB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47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EF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93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75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112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BF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D5B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55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DFD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3C3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D75A" w14:textId="7571D8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6FAA" w14:textId="33F313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89AC" w14:textId="5BC389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7F2C" w14:textId="78562F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DA635" w14:textId="459487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8B694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2B2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17AA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388,49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FEE1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52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24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F5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25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EA0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46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BD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C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B3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01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D619" w14:textId="0EA00A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2CBC" w14:textId="493FAA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1638" w14:textId="38712E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27BB" w14:textId="4B2641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2EC0D" w14:textId="6F1C0F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3DAA09A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7099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B0AE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388,50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1CD7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2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3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837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91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CAC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01B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F7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A4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C4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3E5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F331" w14:textId="036584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7977" w14:textId="51606D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9BD4" w14:textId="42542D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E671" w14:textId="4CB700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32908" w14:textId="3E51C6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3B41D1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40F4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0211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388,62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6DF0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83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14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CA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E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DA8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75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DB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C3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1D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20B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D9CD" w14:textId="4E9D72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4C6A" w14:textId="6552EE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482A" w14:textId="6B7A01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3BF1" w14:textId="182917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F475F" w14:textId="58F992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DAF80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108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0AA7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388,80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CCD7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FC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95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F1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31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70B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62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5B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49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8D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D8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38F8" w14:textId="6A200C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45C2" w14:textId="283FA0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D7C7" w14:textId="5F9880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BEE3" w14:textId="337D0E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E0340" w14:textId="080B5C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92A614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E538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C704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389,06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1287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89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B3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D2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4D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44F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6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6F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9F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F2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085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EDE5" w14:textId="466D42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2C48" w14:textId="1EA2B7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8193" w14:textId="2AFE7C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BFD0" w14:textId="46E6A3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F7F7A" w14:textId="75BEDE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7C21B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E1F7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D5F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389,46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29ED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1F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7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323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4E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D30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86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A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15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79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DCB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D26A" w14:textId="52C402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048C" w14:textId="508572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591C" w14:textId="2D82FE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5060" w14:textId="3AA992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15E78" w14:textId="17D1BA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38BDF7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A5EB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50D3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390,04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BF5D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5F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C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EB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98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2F1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23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27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E0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CAE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BE1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AE75" w14:textId="304697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89CF" w14:textId="4A991B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92BC" w14:textId="296789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E32F" w14:textId="6CFB42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12DFC" w14:textId="68BC5A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67C38C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DE62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85C7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390,30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3BF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B5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6F3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55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51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D77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FF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85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446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95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D48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E2D6" w14:textId="68F8FF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EEBB" w14:textId="321943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3E3F" w14:textId="3CBE09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C736" w14:textId="5F5721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631AB" w14:textId="1CD31D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E3639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9BD5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59B4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390,83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7598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36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E9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9F9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3F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35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DB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06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E4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04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F8B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5E8C" w14:textId="745E4B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07CF" w14:textId="6EF36B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8011" w14:textId="210EB6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ED49" w14:textId="079E12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5CC95" w14:textId="03E453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7B55E2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453D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4F4E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391,90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8D30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8D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AD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49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C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1DF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BA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8D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1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90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C4A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45B1" w14:textId="7FEB93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70C3" w14:textId="7AD11B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E466" w14:textId="2E1DF7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E4C4" w14:textId="497A54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5E02A" w14:textId="6D15E7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D979C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E925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3D6B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392,38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4C73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6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0B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457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66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50D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9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7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1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C3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8DE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508E" w14:textId="13D7DB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5D1C" w14:textId="51B117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C907" w14:textId="6E74DC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BA74" w14:textId="6A7C02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2D4B8" w14:textId="6FA69E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BD5B1D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50D0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4C8B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393,28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9A2C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7F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A3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53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E1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8D3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60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2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94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A7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D74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CE27" w14:textId="64A690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9DA9" w14:textId="0ED949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4106" w14:textId="22EE95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5AED" w14:textId="2B1FD8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0DE1B" w14:textId="4F72B2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17DCB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152F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BC9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394,39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95B7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F1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C0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FB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62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0F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52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9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2A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B4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717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EF4A" w14:textId="7C9A14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D0D5" w14:textId="0073F5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6B66" w14:textId="729041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F0CF" w14:textId="60C0C3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71D5B" w14:textId="308521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28A3A3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F8BE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BE2D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395,00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E54B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3B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76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7F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4B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C71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98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F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F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F2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BE0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13F1" w14:textId="729FA4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CD87" w14:textId="7B786B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B11A" w14:textId="5E7587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EC11" w14:textId="3B8844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D15CE" w14:textId="4323A0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A654D0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E7C9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36F4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396,27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53A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E5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5C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55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C5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C42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DC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E5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5D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7D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B34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590B" w14:textId="7B0588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EA7E" w14:textId="16F020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A20B" w14:textId="6EE65D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314C" w14:textId="1F481D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71E62" w14:textId="46AF01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795687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49AF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CE9D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397,03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8AC3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04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36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4DE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A08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C9C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6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13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DB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BEA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347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0582" w14:textId="565020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41B7" w14:textId="5CAAF6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DC20" w14:textId="5A6B16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9EE0" w14:textId="6E4C55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6DCE8" w14:textId="4F981B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1D2BA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D5F3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D82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398,12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B57B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C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1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19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18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C76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19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D4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74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67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2F4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72A1" w14:textId="4B5BBD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6B13" w14:textId="40CAE8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708D" w14:textId="1D1FE3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90FC" w14:textId="299633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0037D" w14:textId="396B0C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EAD0F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4ECC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FB5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399,34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1F29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8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71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3B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80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B1E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B1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B3E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CE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B9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9E6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E3EF" w14:textId="174DB5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2D34" w14:textId="5A4E19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F496" w14:textId="37E672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1062" w14:textId="06534E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B5D0A" w14:textId="71A9B9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18FC24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390E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E84C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400,15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D00C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B4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EB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A6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75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703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7FA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BB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8F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C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89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3F25" w14:textId="139070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3073" w14:textId="04BA4C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ACF4" w14:textId="10DA84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EC2C" w14:textId="15086C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64487" w14:textId="7D22F6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E704AD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1D63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71B9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401,89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F731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59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EC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E3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B4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27C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FE1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1B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02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16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79D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4E32" w14:textId="49070B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B2F3" w14:textId="06C937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E580" w14:textId="5EE51C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3571" w14:textId="76C85B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51701" w14:textId="749707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929B4A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F507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3760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401,97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7F57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2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E4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148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9B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76A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B7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2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6D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63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E58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7541" w14:textId="12DD29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365A" w14:textId="37D8DA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D837" w14:textId="3A9879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6E54" w14:textId="5F8D54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C56C7" w14:textId="66F6D7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F7E92D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0388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9325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404,04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17A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75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D3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D6B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35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E76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11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DA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1D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B0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2A5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3FA7" w14:textId="2AF65B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BBCA" w14:textId="6B3697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1138" w14:textId="1B600D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6D35" w14:textId="2184C1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85842" w14:textId="229FCE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EF5A0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D380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087B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404,65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7C4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1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4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77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A5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599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F0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D1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8D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A2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4EC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DB79" w14:textId="0B0359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932F" w14:textId="6450D0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774B" w14:textId="5A90CF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76F3" w14:textId="68DB87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E281C" w14:textId="0C56EF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323A1D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1093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FE66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405,89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AB88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7B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C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645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59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0B3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73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EE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23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ED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ABF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8A77" w14:textId="5B19C3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CE85" w14:textId="5B0EA1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B59C" w14:textId="75556D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EDB9" w14:textId="309A9E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9BA0F" w14:textId="24A102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C80585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04D7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D98D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407,57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2001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0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7D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30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DE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08A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4F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1E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39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EA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C44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710A" w14:textId="6E9FE0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46B3" w14:textId="4A1191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3877" w14:textId="5584E7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0C50" w14:textId="25C687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04628" w14:textId="5C53B1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D9FC23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CA5D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6436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407,92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8104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E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98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3C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61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59D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CB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C6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58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7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E9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8D8A" w14:textId="76EA5B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A088" w14:textId="2F2F61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3A21" w14:textId="6CB6B5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CAB9" w14:textId="73C39B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8E0AA" w14:textId="2D3A3B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63890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EA4D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9A2D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409,75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D75D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C8A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8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40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D7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7DA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9F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FB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44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43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C73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EFF3" w14:textId="3FF082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0D87" w14:textId="4F4759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BC20" w14:textId="676B8C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E76D" w14:textId="7C8433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F053C" w14:textId="78BA22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EFCB5B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1DEF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8396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410,65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2DDE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B8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31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BF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DC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5B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0E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30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31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CC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208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9454" w14:textId="5BA42C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2B5E" w14:textId="05C804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6840" w14:textId="064265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3471" w14:textId="12BEE4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AC10C" w14:textId="5CA4BA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248CAA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D3E4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F102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411,81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FD7F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C1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14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6C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57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DFB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527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2E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7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4E3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F1C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331F" w14:textId="734AA9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29D8" w14:textId="06682A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076D" w14:textId="0C9958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D723" w14:textId="77550F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51AFA" w14:textId="70CAC9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491D2A1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9431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316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413,57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DD96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3E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3E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AB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79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0D5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B30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C0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AD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7A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EE0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8E8B" w14:textId="4A3D94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1030" w14:textId="653D41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C2EC" w14:textId="0B2F07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CE7E" w14:textId="2CB0C9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5B427" w14:textId="05D594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6B873B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E479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220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413,84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C09A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9B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82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DB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0F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61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B9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8B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64D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29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D9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0318" w14:textId="77662D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5B41" w14:textId="22FEAD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948C" w14:textId="6467C5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80B8" w14:textId="63C8E6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50615" w14:textId="0265C2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3BF5A7F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FECE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39C7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415,69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B124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30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89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69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34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442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DE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04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BC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58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2E4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1F12" w14:textId="6E2FB6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CDF5" w14:textId="10C1C6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F05F" w14:textId="6EFAE8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211C" w14:textId="41F2D8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61CA4" w14:textId="1BA852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63065C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391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1F3F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417,13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DA9A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D1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44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691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D3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BAD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BA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13B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460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A0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FB3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16AF" w14:textId="3B58AB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0055" w14:textId="376D74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7EAB" w14:textId="3935E7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2C08" w14:textId="747D53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8F470" w14:textId="0C3C0D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106B8E8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0855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C3B8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417,47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854E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7E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A9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C7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29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08D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F5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7E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1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8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640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C10C" w14:textId="1F4B3F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D1A9" w14:textId="374CE8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143D" w14:textId="4DE9B5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4BD1" w14:textId="18037D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E5ABB" w14:textId="457AA9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43E00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4890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CF66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419,58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8A4B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CE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14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D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3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BE8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B9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13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CE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2A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0F2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2B73" w14:textId="3E09A1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B8F7" w14:textId="472B09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9B91" w14:textId="2F70A7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0097" w14:textId="24C25A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35E85" w14:textId="5CF337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5B0EAD4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B7C5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29E4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420,49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3CC5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FE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69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F0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6E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53B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68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30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53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2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414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0B59" w14:textId="36DE92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1C37" w14:textId="4EFCE9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3D60" w14:textId="3BE125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6C15" w14:textId="76D190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74429" w14:textId="23E254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C5986C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19D1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837C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421,41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4ABA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74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6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71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48B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645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1EB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6C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40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99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5E1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781E" w14:textId="07A541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F529" w14:textId="13B255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ECB4" w14:textId="1E3EEF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81D1" w14:textId="136D2F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21341" w14:textId="7E2CD6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6ED19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940B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886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423,46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6A1A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99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39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F2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53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0CE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9C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DC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7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839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4A8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9238" w14:textId="059290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5154" w14:textId="499195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B50C" w14:textId="218588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434F" w14:textId="08D467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4FF25" w14:textId="434AAC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CC67BE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F006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351A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423,91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4CA2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7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5F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5F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61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9D9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7D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76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D5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5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10B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ECBB" w14:textId="2A6DEF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61C8" w14:textId="319349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F0B4" w14:textId="71A566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ED77" w14:textId="3ED44E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0B5AC" w14:textId="2A6316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0499999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8CF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0315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425,34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5232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D0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C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70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91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9A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AE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6C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60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235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6C3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0DF9" w14:textId="426744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F01B" w14:textId="6FD4A2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362A" w14:textId="3830B7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DAEC" w14:textId="7ED938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07EB4" w14:textId="29A1D4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A6D309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A69D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F37C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427,35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01E2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59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253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819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DA5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51E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D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FF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04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53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CEB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2CB7" w14:textId="124540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417F" w14:textId="3FA074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76E2" w14:textId="3050FE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9C76" w14:textId="6FA42C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E24F8" w14:textId="20C76E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4074E7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EDB2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EF6E0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427,35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117E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89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71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21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CF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F53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35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CC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BF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A5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3FC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8A88" w14:textId="39BD26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5783" w14:textId="7C70ED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2575" w14:textId="7A9A4D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A1AA" w14:textId="62D0DF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3DE62" w14:textId="475433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258A349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59DE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B058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428,01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376E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8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37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5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99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FFF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7D6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A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28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13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D48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CCA1" w14:textId="3061C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E89F" w14:textId="669C8C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F515" w14:textId="648D30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C787" w14:textId="0DDA08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12F8F" w14:textId="339585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EF181E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0F6F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2341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428,69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9518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66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B3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B5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FC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59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8A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F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AA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7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191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7064" w14:textId="3BC124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7D06" w14:textId="4EFCBF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4113" w14:textId="4D285B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2CF9" w14:textId="18AE70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B39B3" w14:textId="00E97B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366BBDB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129B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F653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429,76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EF6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6C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1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E7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257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452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23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A3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68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AE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54F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AFC1" w14:textId="32E6A5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6996" w14:textId="50960B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7D99" w14:textId="44F3DB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5C2E" w14:textId="29A12B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A2574" w14:textId="25C950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4C2203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58EE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AFEA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430,79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C691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11F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B5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3F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74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583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F1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0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5A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14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012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CC1F" w14:textId="4A989D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B3FB" w14:textId="20DAC9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5B42" w14:textId="01E51B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B9DD" w14:textId="1A9055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D0051" w14:textId="369013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36A289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F257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0F3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430,79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87EB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1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DA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0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C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518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D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7B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937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110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4ED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D877" w14:textId="6C2DAA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1AEE" w14:textId="2C33D3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0429" w14:textId="5C8622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81B9" w14:textId="062C81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D4E1A" w14:textId="5933DB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5A8444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A50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46BF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432,36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3AE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6B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8A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57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79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804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09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D0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8E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B3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07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417E" w14:textId="466F43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64AD" w14:textId="474CD0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1BE3" w14:textId="4C9233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A18A" w14:textId="027CA6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0F50" w14:textId="673A3D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525230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505E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3E18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433,96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3CA5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93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E2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A0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0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61A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E7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3B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03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8CA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88B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47ED" w14:textId="1EAF92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EEF1" w14:textId="64A49E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74F6" w14:textId="56F07B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B9F0" w14:textId="0360D5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90B58" w14:textId="64BB82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838B29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BDD1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21F0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434,22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0130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8C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51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F77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4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DA8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40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A1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39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D5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A9C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0524" w14:textId="58FB92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18AE" w14:textId="59178F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CCEA" w14:textId="1AB2D1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F0AB" w14:textId="3A3380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4AAC9" w14:textId="3E22A6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21C29AD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2929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362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435,50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CE4B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D5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1C2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76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1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32B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C15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58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58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0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9CC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7035" w14:textId="5A2EBA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A25B" w14:textId="0DCED6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55B3" w14:textId="6F7329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894D" w14:textId="74CDBD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2F736" w14:textId="61D134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123BDB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BB54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AA821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437,13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1762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079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1E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8B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B1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1FF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2D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ACB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09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DC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279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9524" w14:textId="25F54E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7A70" w14:textId="085423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1E42" w14:textId="7EC107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C8AD" w14:textId="6A90AF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F9B0C" w14:textId="4DDA95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15E5EF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5224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43C6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437,61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34D7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3D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75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34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F6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87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C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97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29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E2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B51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7BEC" w14:textId="38F1F6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BAAB" w14:textId="30ADC0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F2DD" w14:textId="2530FE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B95D" w14:textId="1E0856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20928" w14:textId="5FA574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137D320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254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0304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438,78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C79A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7B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19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E2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7F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AC6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D50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B5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A5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0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91F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7E62" w14:textId="29CE32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3884" w14:textId="21038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DB4C" w14:textId="7AFB6A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C70F" w14:textId="4110DF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932C2" w14:textId="424E98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54D44F0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F583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B8E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440,30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1CD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64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CD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EBF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EE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746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DA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F9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1E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A7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61F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9726" w14:textId="50FAB7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812B" w14:textId="5F1541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2BD5" w14:textId="00171A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62B9" w14:textId="68B461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40C9A" w14:textId="5E071A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1689C1D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E8AC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33D5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440,97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80A2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22E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95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2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35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57C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0B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E2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F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2D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08F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6A88" w14:textId="042997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CE2F" w14:textId="6A15D7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8E55" w14:textId="6EF119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21A2" w14:textId="0F1856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40AA8" w14:textId="023B8A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56CFC29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DD79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8F84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441,98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DD13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0B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F7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13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818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8E2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6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A2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F6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F4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805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76A9" w14:textId="1D6820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FE6C" w14:textId="753AF8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4495" w14:textId="1FC8CA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EFAF" w14:textId="7149A3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FC11A" w14:textId="70C4C2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303AE8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68BA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C986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443,47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411B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B5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8F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50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7E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A6E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B3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CAB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B8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85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447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0545" w14:textId="34B920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1384" w14:textId="67E262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7491" w14:textId="731BC3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8855" w14:textId="5B411D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724C9" w14:textId="5C3664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45B0769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0563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CD86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444,27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9DFA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81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F9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BF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A4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16F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78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10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BA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FD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D4D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77AB" w14:textId="1CB661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9E7A" w14:textId="456080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B9D7" w14:textId="0185E6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28FA" w14:textId="204ED2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7B751" w14:textId="6875ED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0A4A8C1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C35D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DC1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445,15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11D0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58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3B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E57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8A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68A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01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B3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63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C6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5C6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5B19" w14:textId="2DFAFE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91AC" w14:textId="7CCFC1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20D1" w14:textId="77367B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D326" w14:textId="5C7C4C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51319" w14:textId="506234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4FB2F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EBFD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6A1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446,64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A745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34C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E0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22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6AD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970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3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EA5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3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36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FEF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863C" w14:textId="036D40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90E0" w14:textId="70C8A4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BC7E" w14:textId="7DF66D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DC74" w14:textId="57359C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A2E34" w14:textId="32FD0E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303E9D4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4B94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9B1C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447,52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9AC3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FD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2C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DA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9C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7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FA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EB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8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EC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625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E5A3" w14:textId="304B17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9F50" w14:textId="51349C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BEFF" w14:textId="2DC392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E4B9" w14:textId="19E24B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76DDD" w14:textId="020052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491948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23F5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8B01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448,31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B83B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143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FD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10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22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021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7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50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7B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15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8F4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9B00" w14:textId="0E13D6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3055" w14:textId="2F7F9F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04D8" w14:textId="4A75B3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B5BF" w14:textId="17694D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F5413" w14:textId="3B79B6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A092A2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F0CA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9CC4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449,81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326C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9F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CD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C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4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77D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55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DC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A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57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0ED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C324" w14:textId="472AB5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049B" w14:textId="0B9E21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A7EA" w14:textId="6EA5A4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B4A4" w14:textId="23F2C4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7E280" w14:textId="19984E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449971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A227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DEC2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450,67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E474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D7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D1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22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D7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BF3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73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CC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5D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C8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58F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CC32" w14:textId="550479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6D08" w14:textId="1F785A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C811" w14:textId="29A36F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E6E8" w14:textId="4D20E8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704A2" w14:textId="7BD83A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7C7C576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362E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AFAD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451,47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A56D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04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3C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9E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0B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8B8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35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6C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94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E8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508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F605" w14:textId="1AB495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EF0A" w14:textId="28873E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2894" w14:textId="5C6C4F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765B" w14:textId="0399EA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F4A90" w14:textId="2C9F59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46732BB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328D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6365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452,98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4B87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74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77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32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592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0E7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C6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AF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724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D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C40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A1DD" w14:textId="533D2B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73EC" w14:textId="791864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205D" w14:textId="02B552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84E6" w14:textId="5F8362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141B9" w14:textId="6B43A0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538A5B1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6055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BE24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453,69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9060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91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17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F0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A4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8EB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00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89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D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E1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BF9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DB8F" w14:textId="2AD196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ABA1" w14:textId="4A2862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1F8C" w14:textId="5A6FFE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1274" w14:textId="7BBA82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8C8C1" w14:textId="5063E7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58AAF2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D49B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6DC9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454,62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C50E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1D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7D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2E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1D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7D8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5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0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6D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31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E13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DA76" w14:textId="5D0BD4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D5E8" w14:textId="7E66E6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F47B" w14:textId="00B413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EC4D" w14:textId="6A23C6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902BD" w14:textId="775FB0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6456776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2299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6BCB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456,15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7D8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C0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E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E3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5DC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AD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30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74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28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4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8D1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8404" w14:textId="126E6A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7873" w14:textId="2BD0F7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BC4D" w14:textId="13CE38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BEBA" w14:textId="41D447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C967F" w14:textId="40991C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2FC576D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3083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1EF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456,53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347A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92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35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E78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9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70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A2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C9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4C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B5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2B5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9BD4" w14:textId="422954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EC81" w14:textId="3E9340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FE8F" w14:textId="5E3BAF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8ACB" w14:textId="4233EB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F553A" w14:textId="29BB9B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0C26C22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6D48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80AF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457,78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E71C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FA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20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78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8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C48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FA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7B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07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B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798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2AA4" w14:textId="247D3A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A30E" w14:textId="4B511C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22E1" w14:textId="43F3D8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06ED" w14:textId="0B1986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F8F3B" w14:textId="7706BE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02EA2D0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F3CF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6C40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459,14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E821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42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BB9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70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C5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34D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CC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D7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E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CF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151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4645" w14:textId="2E7106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99CF" w14:textId="3A4150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84BF" w14:textId="58086F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7877" w14:textId="02206B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E4858" w14:textId="58058C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6D784A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CDAC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5202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459,32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32F6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E2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58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939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2F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A88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DF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54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92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455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12E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8BF4" w14:textId="1CDB09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15EA" w14:textId="667879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78AB" w14:textId="45A9BB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F69D" w14:textId="3120C4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AAB3E" w14:textId="1CDB75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391DD7C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DF6B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27E0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460,94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ECB8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1A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53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D3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CE3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40F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96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7F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2B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2D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F01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C3C8" w14:textId="6DF167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8F6B" w14:textId="280BFD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EBD0" w14:textId="0A0A35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72C9" w14:textId="78AA80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A7C42" w14:textId="6C19C1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538BB38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EAD0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4F3E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461,46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22BA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A4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A3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FE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7E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B8D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E77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8F0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3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F0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876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A762" w14:textId="5414D4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460C" w14:textId="0E25F3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2656" w14:textId="008841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5AFB" w14:textId="4A7BE3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D0954" w14:textId="0CEEE2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49288CD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7438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B532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462,49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705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CA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68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AA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4EC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A0F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BE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DB6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7A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42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52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FD96" w14:textId="5E075A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4E57" w14:textId="5FF092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3A32" w14:textId="09737A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5ACA" w14:textId="3C317B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0F44B" w14:textId="3D0EEA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3754044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B07C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A378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463,43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56C5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D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0F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0E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8A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324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CC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CD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432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48E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DD5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2C23" w14:textId="4070D5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1D9F" w14:textId="1638FC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2D9D" w14:textId="1456E7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9322" w14:textId="766ADF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C7AE8" w14:textId="47CF2F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184F6E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34E4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213C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464,05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266A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1F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53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94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25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367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D7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BB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97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78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1A0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9F95" w14:textId="323E92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DA7D" w14:textId="14F7CA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D290" w14:textId="65BF85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C064" w14:textId="4EB490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8B39E" w14:textId="0EE48F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6C23E17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4DC2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31E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465,01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BCD4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45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E9F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3A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44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F16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56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FE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D4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6D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19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58C4" w14:textId="795081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4D25" w14:textId="2CA136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3453" w14:textId="05D302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0A40" w14:textId="4B7344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E18A3" w14:textId="18CC6E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7B4AC0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8D20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C31C2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465,66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F14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4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71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A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DD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E2A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5B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C1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6E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16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BB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7969" w14:textId="1B1764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A162" w14:textId="4AE012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30B4" w14:textId="07A02E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25DC" w14:textId="20C3A7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532CD" w14:textId="0F4EB6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2D8F886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B6D4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FA26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466,22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9913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2C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86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43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E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9D7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7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186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42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DD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347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A19B" w14:textId="57E2F9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6949" w14:textId="350EAD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F547" w14:textId="7FE414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83E2" w14:textId="7C1AB0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71578" w14:textId="047E03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3C15F16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713E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748E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467,13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9EBD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3F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4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BF5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19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C0E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DD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2FB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24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A28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BA7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C4FB" w14:textId="65EC4B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8C87" w14:textId="7F4899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EB7D" w14:textId="3BBEDE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E916" w14:textId="141F87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CC031" w14:textId="0B140B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2B5ADE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DB52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FE1C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467,16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AA23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50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51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A0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95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76B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4C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08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F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DB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FB5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0DF6" w14:textId="5724E8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5395" w14:textId="4B7065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6454" w14:textId="348389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C540" w14:textId="726E36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B272E" w14:textId="0AB096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2DFD7E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03EB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7A5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467,78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B8B4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26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78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CF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D2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961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D5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35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71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7B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AD4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9E5F" w14:textId="314CEB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9766" w14:textId="49FD07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0BAD" w14:textId="7D2AF3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F411" w14:textId="187339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F12B5" w14:textId="638F13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351CE33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DC59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5BE5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468,22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74AE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17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54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5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65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5F7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52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AB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36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02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AC0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ECF0" w14:textId="6A99C7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68FC" w14:textId="0F2F2A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756C" w14:textId="4F96A3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886E" w14:textId="7F9979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A8F6B" w14:textId="31D4F1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40095EC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44E1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8C2B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468,51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5DFC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70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81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E2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7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64F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48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49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05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D6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BA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FAB4" w14:textId="058D89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A947" w14:textId="23DF56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D31F" w14:textId="4558B6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2D4B" w14:textId="152878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E78B4" w14:textId="142B90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308FF23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865D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C0A3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468,69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476A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DE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2C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B7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5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C94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B9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6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F3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62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BEE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D3A4" w14:textId="468EAA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08A8" w14:textId="3C6173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D2D9" w14:textId="2F78EA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A30C" w14:textId="72969D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D09DA" w14:textId="4019F7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742539F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4B47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0A68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468,82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4C8C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1D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68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12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A6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314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9A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9B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6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4A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053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F07A" w14:textId="1C2A8E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3AC7" w14:textId="78D268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E8EA" w14:textId="6B1169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4653" w14:textId="554BF5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ADEE0" w14:textId="6CBEC4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74A03EB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2DF6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5190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468,82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2241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E0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9D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0D4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09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CBF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7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70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693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DF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760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630A" w14:textId="010431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659A" w14:textId="5FFD0C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9F3C" w14:textId="136438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95EA" w14:textId="59951C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F1909" w14:textId="1998E7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3E272D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93D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6C22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468,96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783A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B2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EB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B6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F9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099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B7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6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E5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C7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EAF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076B" w14:textId="534AE7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586E" w14:textId="7C3E84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5584" w14:textId="3A3AB2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95D3" w14:textId="196112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29692" w14:textId="176C04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6DAE9EA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08F5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AE73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469,12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8481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73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07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6A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3F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EBC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6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75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E70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4A9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650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BDF6" w14:textId="390478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5E1C" w14:textId="711785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268D" w14:textId="0A2CB4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A28D" w14:textId="46CF5D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4BEF6" w14:textId="04956A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523E86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08A0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0979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469,36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7D4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AF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09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02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FB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F9D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11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75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A1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4B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74B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079C" w14:textId="787BC5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9A6D" w14:textId="7F19BB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2EA0" w14:textId="40B294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8099" w14:textId="55366C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94A91" w14:textId="018E6C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7EE024D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B9BC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7129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469,71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4767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5E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648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BC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8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1E0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B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4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69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43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4B9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04DB" w14:textId="16D8BF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36EC" w14:textId="214E8B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F51E" w14:textId="138439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63A0" w14:textId="38E417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9E844" w14:textId="109EA5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6982A5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F1FF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D2A9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470,20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C554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4F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70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79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A4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1A8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B0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A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04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56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77A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5971" w14:textId="0EBB8C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101B" w14:textId="4EBAB1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9D4C" w14:textId="165010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3D03" w14:textId="1E4C7A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C4BBE" w14:textId="12621E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360781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24FA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A317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470,33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B9B3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EC6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55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E0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C8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29A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8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F6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EF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DD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B1B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3428" w14:textId="7F8D42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D3CE" w14:textId="07284B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59C1" w14:textId="76442B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2BBD" w14:textId="58CC7D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5B757" w14:textId="486AA9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4E49F0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118F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C5EE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470,88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5DA3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0C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FE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8A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B2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D26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93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0D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74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AD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B61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8544" w14:textId="36404F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6C8D" w14:textId="024732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37D0" w14:textId="767FD8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F130" w14:textId="26229F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2BB57" w14:textId="3A6759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4F7CB3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AD1C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2F0B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471,71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DDBE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03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8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3A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0A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FF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A7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EC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4D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F3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49F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67DA" w14:textId="0800CE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D9DA" w14:textId="7E0A13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8139" w14:textId="646E20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3975" w14:textId="4A6434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DF781" w14:textId="02D3BF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15C0C84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030D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274A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471,77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5439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FE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38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27B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0A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3C7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62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67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78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27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14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28D5" w14:textId="4B4E6A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3E28" w14:textId="723870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6902" w14:textId="00AFDB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61D2" w14:textId="642382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884F1" w14:textId="39253F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6004697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CF09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4B233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472,91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7505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27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BD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3C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8B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E2F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09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B2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CB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C9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30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E7F0" w14:textId="7FAC37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E2FE" w14:textId="1B81BE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E70B" w14:textId="746EE1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5063" w14:textId="2BD53A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AB311" w14:textId="6D92F6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4FF7804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4FEA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D8A8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473,18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B7C3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660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89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A6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9B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483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365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76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D2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13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9A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23EA" w14:textId="103FDA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CAE8" w14:textId="6BD2F4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0CB5" w14:textId="3FCA8F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6147" w14:textId="7B1007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6E5B6" w14:textId="2363C4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2F92389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0247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6B49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474,34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DCA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FB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D8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A4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14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763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0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9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7F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80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CB5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B202" w14:textId="4464A9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C3AE" w14:textId="1C1635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B298" w14:textId="35E43B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3687" w14:textId="20B4C6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1B38E" w14:textId="4E1ACC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4E23936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9293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2DFB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474,60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1E43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32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98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59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19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99D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25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A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D3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8CD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BD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A1B2" w14:textId="46DB6A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F6FE" w14:textId="259B62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3322" w14:textId="3ED60D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766C" w14:textId="1D9265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4C341" w14:textId="3BD025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</w:tr>
      <w:tr w:rsidR="002E201E" w:rsidRPr="003E2BAC" w14:paraId="280B61C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DA4A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57D6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476,05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BB77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E8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3F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1D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0C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FA5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7C9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C86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4F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A5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CE7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34C8" w14:textId="3375AA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BCA4" w14:textId="5405A8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AD35" w14:textId="6B0FF3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849F" w14:textId="4CBAE7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2B4B6" w14:textId="0E95B5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64CB765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B35A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A96B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476,11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7E5A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FC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DD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94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00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F75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DB9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C1B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FC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6B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B19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CB4F" w14:textId="158073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608D" w14:textId="4736D7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ECAC" w14:textId="6C8808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483E" w14:textId="6E6CCD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B507C" w14:textId="4C8C50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3B0996A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87EA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4A9C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477,48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6556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32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BF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9B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59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E71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13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B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05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67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CA8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9226" w14:textId="4CD8CB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7534" w14:textId="337372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049D" w14:textId="1E2319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C1C5" w14:textId="20D481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E6806" w14:textId="6AC638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3D9B045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E480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19B2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478,06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E0E3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6A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8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BE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298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D92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C77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A0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3B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5F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108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65BC" w14:textId="197316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CBAA" w14:textId="70337B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2806" w14:textId="5E6154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6458" w14:textId="3283E8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248AD" w14:textId="4A72DC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1F51D43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0262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7F6F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478,96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E3EF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2DD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89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E4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4D7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1BC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06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7ED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7D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E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E11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BA56" w14:textId="3DA843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5574" w14:textId="512BD4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FF50" w14:textId="3A7546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4E12" w14:textId="53129D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0D040" w14:textId="50CA49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19D214A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46CE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6C9E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480,35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068F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8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4E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D3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C0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A2A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14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4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1B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E9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717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4D28" w14:textId="1C7B54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F88E" w14:textId="352980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57B3" w14:textId="37495D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2806" w14:textId="77952A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E3848" w14:textId="0A63C5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87B62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6EEC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7DC1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480,37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6672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B6B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80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C6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C6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3B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90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16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FD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4C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9FE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F213" w14:textId="408F07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8E34" w14:textId="10F71F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4FC8" w14:textId="2FB19A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A544" w14:textId="0CF1B3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CF40D" w14:textId="08E163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0,03</w:t>
            </w:r>
          </w:p>
        </w:tc>
      </w:tr>
      <w:tr w:rsidR="002E201E" w:rsidRPr="003E2BAC" w14:paraId="278F9C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6F4E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3469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481,84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AE77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C6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79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28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7B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CD0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A3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0B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39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40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8A5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C720" w14:textId="58D56D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D856" w14:textId="4A9050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408C" w14:textId="43F460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0484" w14:textId="1451F8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504A2" w14:textId="6068AB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5425DD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61CF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5A82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482,94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3F1E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5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4C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64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B2D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9C6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93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99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7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F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DF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863A" w14:textId="0A451C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3F5A" w14:textId="7CE495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4932" w14:textId="691C4E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D36A" w14:textId="0B5A2C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B5196" w14:textId="20FBE8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3CF708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B53A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9B54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483,26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F840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AA9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15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6F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D55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53D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A4A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BA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C1D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47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EFC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9B48" w14:textId="1A7413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CD28" w14:textId="492881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539E" w14:textId="38098D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B74F" w14:textId="1B7413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8FC30" w14:textId="35A526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CD196B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1D33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46E5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484,74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D1AF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6E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1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E6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42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3E8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A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838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7C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E2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5B2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5F3E" w14:textId="1D5555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B740" w14:textId="65F8C0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D109" w14:textId="616960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4EB7" w14:textId="6BDC26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7937B" w14:textId="59B699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48BED2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9004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FC61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485,83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2F85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7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AA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50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E4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392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0C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065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56E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F65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11E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439C" w14:textId="2A5856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81ED" w14:textId="408814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3B2A" w14:textId="09AE0F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7A78" w14:textId="6DE4F7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940FB" w14:textId="30018C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BB4B38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AD82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7D8D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486,15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BA0A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19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06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D0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52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CDB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63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64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8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CD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131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D552" w14:textId="308F5E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ADB0" w14:textId="6428D3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1F5E" w14:textId="32EEDA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183D" w14:textId="14E595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8B3C1" w14:textId="10DCE4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243374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590A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E76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487,61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9AE3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AA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2B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B2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68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D62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D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95A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4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A0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01D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394D" w14:textId="007F48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40F" w14:textId="7652C3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790F" w14:textId="575CBA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0479" w14:textId="3EFA52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56F80" w14:textId="5D1ECC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CC8AC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AD48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C289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489,04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2C4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D39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B2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99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9C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BD9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65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51A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02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CE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EF4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F0D3" w14:textId="196BBB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9FCC" w14:textId="2C752D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4A72" w14:textId="4C05A9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E2A4" w14:textId="13326A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85E5B" w14:textId="254601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BAB2BF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8B32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28C9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489,04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CCC3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18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72D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FB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90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EE7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0F6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CA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CB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9D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6C5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2FF9" w14:textId="0C71CB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526C" w14:textId="62DE53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F9D0" w14:textId="4171FA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EB6" w14:textId="19E069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C2744" w14:textId="1B39B7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9E7B2C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C1F7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4944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490,50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C2C5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42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72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1F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B00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4D2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4C4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90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F2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6B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C05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BB6E" w14:textId="4DAD08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2C5F" w14:textId="6A10B4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284E" w14:textId="4CC939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127A" w14:textId="3D5088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29981" w14:textId="71AD61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55F5F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C1F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6B9D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491,92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95E0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A5F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01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95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BE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F89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C6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38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B2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0E1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1FB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69D3" w14:textId="5A034C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AB6E" w14:textId="618831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477" w14:textId="0D6219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0A56" w14:textId="2D6FED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16EAA" w14:textId="1BA8F8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5EB680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DBBE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3268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492,57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F032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6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D30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7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5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40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F0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0C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8D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CC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C11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AC95" w14:textId="79349A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A2A0" w14:textId="6D832A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AD71" w14:textId="0AB8FE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8F4F" w14:textId="0DD87E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79993" w14:textId="7235F2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6BAE141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01D2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FF92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493,42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9D7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D1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B6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A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82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626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DE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42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CAF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35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B0A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E9DD" w14:textId="6CE602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9988" w14:textId="5CA28D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AC81" w14:textId="021C93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B03E" w14:textId="1CE21F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4437D" w14:textId="156F7D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C8843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4660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E538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494,81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C4CE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39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9D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65A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4D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600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B5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131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5AD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2A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485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725E" w14:textId="7D885F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4514" w14:textId="23C295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14AA" w14:textId="284E46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9619" w14:textId="1D4281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D1CD8" w14:textId="420576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23F9752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8675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57CE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496,34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8F6F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23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51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3F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438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6BF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2D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9F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C3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0F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4D9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439F" w14:textId="635597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D791" w14:textId="149286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C759" w14:textId="2FA046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4380" w14:textId="74821D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058BE" w14:textId="5C791F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47CCA53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1078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FE6C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496,42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9969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68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63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2A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03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3B8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3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30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85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2C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324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A88B" w14:textId="39335F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C672" w14:textId="5B6DE0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D71D" w14:textId="02A9D7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22E4" w14:textId="63E6CA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756E0" w14:textId="60E440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4963DD6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EC1B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E817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497,70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E7E6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FF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27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36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0E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3A5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F6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FF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57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E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C81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21DE" w14:textId="2C5873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0ED4" w14:textId="1E0361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91F0" w14:textId="4232FB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8380" w14:textId="7A2068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57AC6" w14:textId="1C7B87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7C1BD8E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310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216D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499,16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6CD9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D2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FC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7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34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E6C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DF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B4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27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27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6BC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324F" w14:textId="51FAA6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CA35" w14:textId="4D51CA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0E00" w14:textId="235395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D90F" w14:textId="1DA40F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A0418" w14:textId="37B65D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0E8D474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5DA5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A95DE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500,52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746F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F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DA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00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91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DC7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199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6B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86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72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84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7E6E" w14:textId="37DEEF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0F49" w14:textId="57E5F3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4EBD" w14:textId="686DC9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A62A" w14:textId="093CB5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57CB1" w14:textId="50BC53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3472412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F432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3D86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500,59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6E54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2A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EC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8B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8D2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48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88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C2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98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A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6E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6978" w14:textId="1FFCBD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12C8" w14:textId="3FB23C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7BF7" w14:textId="6D3B9B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8F91" w14:textId="1D85E9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D898A" w14:textId="300852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BCF76E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3992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B876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502,02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ACC4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68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C8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44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49A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A70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8F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28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9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FF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3EF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4688" w14:textId="30BAAE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ADAA" w14:textId="3A1381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3FED" w14:textId="058628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59E4" w14:textId="74DE65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03DCB" w14:textId="0F2541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315F62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1153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C908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503,47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585B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53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680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C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57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424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49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8F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63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ED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E9A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41D1" w14:textId="03EBFC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EF5B" w14:textId="6E2C2B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366D" w14:textId="109752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A832" w14:textId="31ACE1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973A3" w14:textId="2EB0BB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AD1C02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910A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39F8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504,78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0881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0B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C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C0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7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1E9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DB8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E3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A8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64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D5F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2B5C" w14:textId="3C5A77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1EAB" w14:textId="4C8170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7371" w14:textId="7144CB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906A" w14:textId="3D6EB0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90E99" w14:textId="655CEC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2AA126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C45C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1C7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505,10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71AB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14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28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0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D1C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797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9C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E4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561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0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6B9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0B3E" w14:textId="1BB363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1E6B" w14:textId="0DE330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C0FE" w14:textId="5AFE72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AD1B" w14:textId="62C751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6E708" w14:textId="769BA5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7114BB1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917E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9C55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506,92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98D2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E9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9F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80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33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20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F5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E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9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E7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8E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8C89" w14:textId="010BDE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2869" w14:textId="57D9BD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F6F0" w14:textId="56FD7F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25A1" w14:textId="4E28C7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B3173" w14:textId="66DD6C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41F0B6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5A4D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53FB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508,55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D511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9A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C3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A6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4EC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8FA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DA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1E1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10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11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6C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DE13" w14:textId="6484D9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2053" w14:textId="3714CF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C413" w14:textId="2B6FEC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0863" w14:textId="304A68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27EA2" w14:textId="7C9FD7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6BEC6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A7D8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23DE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509,10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1B73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F6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07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C3D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7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264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26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DD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F7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F1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573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079C" w14:textId="3E7D11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CBE2" w14:textId="5F50D7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5944" w14:textId="34ABB8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8070" w14:textId="7BC6C3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11066" w14:textId="30C84C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B9F790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BF3A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62D9D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510,37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021F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FB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6C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1B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D8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751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5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40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1F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94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C01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8435" w14:textId="0B4463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D844" w14:textId="2B5C35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A1F0" w14:textId="71A2FC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4A21" w14:textId="52B0C1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BBAF0" w14:textId="641572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017ED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F3EF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2C14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512,04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10BE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2E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06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61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E4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B1F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6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72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01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F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6D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53F7" w14:textId="640BB8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2B14" w14:textId="546A1C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A450" w14:textId="3F5559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6941" w14:textId="1913AE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5B470" w14:textId="3C9F34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B05A39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04E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EB04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513,38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0BDE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CD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A7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2D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3A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153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1A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9F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43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5A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F1D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7F89" w14:textId="48FC67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8A9B" w14:textId="00F220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1BFF" w14:textId="68D15A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EE9D" w14:textId="5BC527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9C2DE" w14:textId="68DBC3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AFD39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6132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C8A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513,81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D985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54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C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8D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A8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3BA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A2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E7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3D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59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FC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4267" w14:textId="0DFEBC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1BFE" w14:textId="631D45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D06B" w14:textId="6B0962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6273" w14:textId="63232B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1BDDB" w14:textId="152995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852AB8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93AD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66A0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515,51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1D18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FA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F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0E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97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D8D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5E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029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3D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72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A15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9501" w14:textId="13A27D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1968" w14:textId="100DB9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A703" w14:textId="70DD29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FE39" w14:textId="614292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9AC45" w14:textId="19BD4B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4B0711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8C54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8A24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517,26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BA38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A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B3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E8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CB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D19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A21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2B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51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D7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9E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16B2" w14:textId="13CCC6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84A6" w14:textId="0E0F00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DA48" w14:textId="4D0089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A6F0" w14:textId="41FC9A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93A86" w14:textId="50568F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45C8EDD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40E2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3449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517,54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E734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BD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F8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89C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FF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448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69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E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E4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82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9E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D40B" w14:textId="6F9A37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AA6D" w14:textId="27270D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D7F7" w14:textId="35147D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D355" w14:textId="3DA372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72AFC" w14:textId="310B9A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3BFB1A9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5971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6ADD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518,93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C067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5E1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E8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26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6B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F08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37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67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24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91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E1B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82A1" w14:textId="1ED9EB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1144" w14:textId="29C4F5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08B6" w14:textId="366563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11FF" w14:textId="64E099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14258" w14:textId="7B2505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50DEFFF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37C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C91C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520,71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4A44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73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F3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C6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B7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6B4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E9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9E9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C7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80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5AC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089E" w14:textId="72EE9B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7262" w14:textId="06F838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0367" w14:textId="07289B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4C2D" w14:textId="08C7DE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A3850" w14:textId="5E858B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C52EC4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0FB6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DAFB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521,48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F67F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E5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29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3F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15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0EC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E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A7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50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43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1B7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98DC" w14:textId="7AC005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021E" w14:textId="3A0693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1CB4" w14:textId="2191C7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FD23" w14:textId="106BDC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9CFBA" w14:textId="361CEF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14D7697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3E9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6BC3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522,32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3FAC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07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EF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72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E1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F6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F6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1B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7B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BF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23F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0BC5" w14:textId="09F00A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4D52" w14:textId="5AFFBB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2AF0" w14:textId="2C04E6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2575" w14:textId="7C53FE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2E567" w14:textId="1BE875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6EB6EEC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F624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E79D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524,16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8601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39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1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76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44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F45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F4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334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1D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E8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0B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1BFB" w14:textId="45AD8E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2E1E" w14:textId="760B0B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2F1B" w14:textId="4D8C44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028B" w14:textId="61881B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F38E8" w14:textId="467EC5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2735DE8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F32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5D24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525,13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5E8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24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6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C2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67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BA1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12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CA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8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55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8C0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688E" w14:textId="077B50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C503" w14:textId="577864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CB20" w14:textId="12FBFD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4597" w14:textId="7D04CA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AB02F" w14:textId="120D10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69E8199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A5D6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146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525,71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974E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CF6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5D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06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50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801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7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3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FF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76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CD9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92BE" w14:textId="4CD1E4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4DBA" w14:textId="4CEFD1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B615" w14:textId="0AA13A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117B" w14:textId="1DEA8C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46AF6" w14:textId="26F87F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1A4A260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2A6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DE0A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527,60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4A8C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50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8C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FED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2C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887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14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A8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02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7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252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5076" w14:textId="51BF84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7A36" w14:textId="1018C8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3E0F" w14:textId="1E9B51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BA7D" w14:textId="5CBAD6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61CC3" w14:textId="265219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0ED006D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A1B5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BA2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528,43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EF52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B4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C8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5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7B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B96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E0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74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C5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5A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48D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9224" w14:textId="07F3A3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56C7" w14:textId="2CB1EC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F91E" w14:textId="0A4F0A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D229" w14:textId="52F438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335B4" w14:textId="52FA8E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53A4719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A264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ECF3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529,16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50A4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F8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3B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96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01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0E1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F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83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AEF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AB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C1E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E54A" w14:textId="077B4B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1211" w14:textId="2E469A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C2E8" w14:textId="5977EB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28FA" w14:textId="0891A6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2F1D6" w14:textId="732D6D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1201525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A769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93C3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531,06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ADDB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76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B4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10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51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84F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61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07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7B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E9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4E4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EBF4" w14:textId="5889AD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D790" w14:textId="0394B4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AD0A" w14:textId="5334C1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50E5" w14:textId="1DE788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82933" w14:textId="2853D9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6529B69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C15C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FA12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531,41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A47E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4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A7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B9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E0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638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69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E5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BC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B9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673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A99E" w14:textId="39B81F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0424" w14:textId="6B1326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A8BB" w14:textId="14F552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C4A1" w14:textId="227948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C4541" w14:textId="2628AC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1876048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4F83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6FA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532,62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8B5C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82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7D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98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7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95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E3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31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FF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1F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4C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5524" w14:textId="6143E4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FDE6" w14:textId="2FD8A2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46C3" w14:textId="649DA9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5107" w14:textId="18296A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E3722" w14:textId="6CD0D7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521C078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98AA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CA1E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534,11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F15B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49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AC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32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F9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58F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8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16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F0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2E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08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82CB" w14:textId="3359CB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82BC" w14:textId="06B840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29BB" w14:textId="706E31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D70E" w14:textId="401011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81220" w14:textId="71B5CC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0689436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599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2F34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534,50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0124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88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FD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48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C3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594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70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06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86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4A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08E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CA0A" w14:textId="632EE3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A479" w14:textId="5318B1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6A56" w14:textId="10E426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22F2" w14:textId="4E6C2B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F7ADD" w14:textId="0E857F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4AA2D4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EC3A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9B5A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536,49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F6A4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F7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7B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EF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C1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FEA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29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7D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93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0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E66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CB2F" w14:textId="0DA003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B72D" w14:textId="5E531F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D871" w14:textId="09994B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4F81" w14:textId="33F96B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1DA5D" w14:textId="45649D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773AC6D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C81D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30A7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536,53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8D04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78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F1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50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FDA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97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70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D1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63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F8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594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224C" w14:textId="53AFFC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9413" w14:textId="2FBF95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8E45" w14:textId="11D770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C02A" w14:textId="4FDDE9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ACF97" w14:textId="16422A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2AE3376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EC2B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5F32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537,88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2E3D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21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72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84,09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EC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54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43A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86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D6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84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89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780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2735" w14:textId="40F703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C89D" w14:textId="0CF2A1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F6E4" w14:textId="6552BC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6A15" w14:textId="38110A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F9EFD" w14:textId="5A18D4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2D10251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D0A4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553C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538,71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027B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11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04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FB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8A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D12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3FB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7E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78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90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909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E84A" w14:textId="7214BF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4CA7" w14:textId="3F4FE6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808D" w14:textId="39239C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91EA" w14:textId="56A74F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69F0B" w14:textId="50E6D4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2C4B05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6BB0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68CE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540,04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BF59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FB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3B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31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5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79F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9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54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82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A0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717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4106" w14:textId="07F44D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5155" w14:textId="1E9AC2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EEAA" w14:textId="13BEFC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BFDC" w14:textId="07447B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E1510" w14:textId="409449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225DD30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13F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4FF5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540,63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8A63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C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D5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A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D7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767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6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E6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70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6D1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2D1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8CA2" w14:textId="7109DB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0ADA" w14:textId="293EAB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2B87" w14:textId="41A453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CE2E" w14:textId="6A9807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BA962" w14:textId="70EE96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2BCCF3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752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41CC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541,38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5381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86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07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577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48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4F2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AA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A0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08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BD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EBB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9BE6" w14:textId="279EF4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8F50" w14:textId="7668FD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B1D9" w14:textId="70CFB3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BE1A" w14:textId="002542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8D76B" w14:textId="18891D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6D7725E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B571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D8EF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542,31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5955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34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F5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65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A9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489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D1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FA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93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E2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33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307B" w14:textId="634BC1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9EE7" w14:textId="5D2C45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AA95" w14:textId="35C0ED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E57B" w14:textId="66A212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E60E0" w14:textId="7ED417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7A784BD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F5CF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1538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542,96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25A6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E1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D3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43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EE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F72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F1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34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3A7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09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9DC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C9D7" w14:textId="0EC752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1778" w14:textId="06ED36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32AF" w14:textId="19447C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201D" w14:textId="64B4EF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6EFBF" w14:textId="057F01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33A52C3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02BF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7527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543,72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6757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F4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8A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00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0D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82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6B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72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61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37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D9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F030" w14:textId="430839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3A61" w14:textId="24B9C3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6605" w14:textId="246DD7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8BEF" w14:textId="3F286E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4198F" w14:textId="6D5243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4B5C095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9ED6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A580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544,85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38D8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2E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EF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4C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946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37A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95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DF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77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DB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A35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63C6" w14:textId="74BCC5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8409" w14:textId="1E2AAC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36B2" w14:textId="610F88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13F2" w14:textId="058E3B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F71E" w14:textId="5F3E11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1E38916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DE7D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7A16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544,86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BCBA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C86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B2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30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3A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EE0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2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76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0FD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81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4DC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D23B" w14:textId="32CAB5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08FD" w14:textId="3C7B7F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866E" w14:textId="6500F0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36D3" w14:textId="6D44B4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42914" w14:textId="5251BE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325DD3D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2DD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ABCE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545,49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1801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20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C0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66C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D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036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B3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BE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0C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FF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C3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422A" w14:textId="24AA82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0060" w14:textId="745B2A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48C7" w14:textId="0C205E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D555" w14:textId="27FBAA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9EBF3" w14:textId="430CEC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7FB9FB8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93F3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AF482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545,73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34E8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B2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B8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7D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A1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CCF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DD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7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11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36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01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7C64" w14:textId="4D6F94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DE0C" w14:textId="4D531F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4467" w14:textId="4E0C3F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1FA7" w14:textId="0634E8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B0349" w14:textId="17181F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003CC09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F2A2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3F1E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546,31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761F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D2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C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16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73E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933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A6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20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18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33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8FE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01FC" w14:textId="4D36E9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13C9" w14:textId="0981D5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EDCC" w14:textId="3CF92F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748B" w14:textId="584990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BAC46" w14:textId="1FD31F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3F45D9C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B60F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8E60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546,39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104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F9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8F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FA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22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185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B0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8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2C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45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27F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CF63" w14:textId="4ABF7F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E918" w14:textId="1B04FB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3FA6" w14:textId="19722B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7594" w14:textId="139185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0AA66" w14:textId="70A094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40400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C18A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D81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546,88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FE3E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AD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C4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AB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7D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F59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9A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BC3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7A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50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6CD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6356" w14:textId="10F2F7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C5EA" w14:textId="63FE2E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7C85" w14:textId="6C9FB7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E457" w14:textId="22F565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2B844" w14:textId="012840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6E04FCE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9A4C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6953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546,92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A431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861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D4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B5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9C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1B0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769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2E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24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2D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EB2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FA07" w14:textId="7C399E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D201" w14:textId="12A558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6D0B" w14:textId="63A8F9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226E" w14:textId="5B53D1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D8ADC" w14:textId="777A6F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0FDB29F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6701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ABA5E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547,22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CD8F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68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B7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2B9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2B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16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6C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0C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58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FD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967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D435" w14:textId="74AD8F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CB33" w14:textId="7D46FF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241D" w14:textId="0309D0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5C68" w14:textId="7AB887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7BC9A" w14:textId="6B21F8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00FF987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E620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8C09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547,46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5F49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D7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EA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9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6B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B4C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25B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6C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C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2E4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9C0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F491" w14:textId="6FBFDF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0E7A" w14:textId="58BA9E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5A2D" w14:textId="276B5D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53DA" w14:textId="1F9CE4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DB46D" w14:textId="17AED1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4BE661F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8898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56B6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547,63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A3A5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E7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7F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A7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CE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DFE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77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72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F9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FC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157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4CE3" w14:textId="643E3D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7F1A" w14:textId="54E7E6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CBBC" w14:textId="128F13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A31E" w14:textId="34A185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99C19" w14:textId="26B304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48607B8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4A31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4F63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547,76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B282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F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7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BF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7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85A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A4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28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52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F3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B4D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BD46" w14:textId="15F627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0B82" w14:textId="04941C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5558" w14:textId="1BFA5A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BFA6" w14:textId="736B31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3235D" w14:textId="7C404F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41D6F82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6FD4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3B89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547,77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2770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7C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C3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E8D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2B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59E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D2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C4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70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032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5B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1DFC" w14:textId="05DCF1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2005" w14:textId="5AD416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20A1" w14:textId="7DEA09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9EE6" w14:textId="120F40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AB24D" w14:textId="33E7AA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AF4B98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FAFB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936A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547,89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7476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23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F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74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48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288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BD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EA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835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1D3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42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D4D7" w14:textId="0464E6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2ED1" w14:textId="430256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F0BA7" w14:textId="0A4018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C5BC" w14:textId="280B68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47C62" w14:textId="49D746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0F83F0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7F6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CC7B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548,04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9BB9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35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FA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37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BB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41C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B9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A2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8C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A5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27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3899" w14:textId="342DE4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2916" w14:textId="40226D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133A" w14:textId="5E3A62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5091" w14:textId="79EA4A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BA2DF" w14:textId="7E0356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07A4955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AD12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BBAD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548,22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0438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73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D5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8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4DB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476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6A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A9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77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24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482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2D8D" w14:textId="52B7B7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75A2" w14:textId="1E2206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819F" w14:textId="51DD33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8C52" w14:textId="2FC1E9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224A5" w14:textId="4DAF9A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5665B31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0255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892F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548,47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FBB0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CC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DE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144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7D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C37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44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40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D67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D7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B0E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DF21" w14:textId="3EBD03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D5CD" w14:textId="4A84B0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C0A9" w14:textId="5F6768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ED2A" w14:textId="5069B4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B089A" w14:textId="3C0D13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4C7ACDE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946D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3C49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548,80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D562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32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7A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B1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FE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533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1F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35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92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16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DCF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8765" w14:textId="1DF667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EAE8" w14:textId="6E30D2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AF7B" w14:textId="408BE2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DC6B" w14:textId="5EBA5B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9F3CE" w14:textId="3A0E4F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E3597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3AB7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9A5D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549,15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FA5B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08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2A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29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04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07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88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63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2D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73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52C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59B6" w14:textId="793CE9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8212" w14:textId="06E440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B60C" w14:textId="4C0CF6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A51A" w14:textId="710031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8BFDE" w14:textId="22B504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31EBF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FCC4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0449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549,22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74E6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F8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F2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6A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9D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DC9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01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93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C2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9B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C41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27BB" w14:textId="3E8936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02C1" w14:textId="51BB38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8D71" w14:textId="2A325F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EE08" w14:textId="18872B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29BC5" w14:textId="16C39E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090792C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B63F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A30E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549,77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8133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65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F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14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0D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C9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FC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29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B4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18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4CC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193C" w14:textId="5C8EFF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EAFD" w14:textId="1C31BF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BDBB" w14:textId="21D51F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9642" w14:textId="11E4AA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64E54" w14:textId="3EF9F7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E83932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97BB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08E4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550,16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34A7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25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1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A9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CE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F9D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9B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C8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2E4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20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193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6592" w14:textId="3A27AC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6D73" w14:textId="10A630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C5B2" w14:textId="10FA16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0D3D" w14:textId="73E75A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2B341" w14:textId="28300D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6E39FCF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B08D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2B24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550,45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22A5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4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5F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6A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2F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BB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F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E4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5F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5F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B02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4EAD" w14:textId="7C444E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4081" w14:textId="10F456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5FDE" w14:textId="0AB9D7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9AAC" w14:textId="4E0497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475DA" w14:textId="02DE13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652822D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AA88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46E2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551,28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6259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79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D7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F3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FA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D4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A6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23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EA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125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445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940E" w14:textId="59E14F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CC95" w14:textId="770DAD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2E66" w14:textId="41AE42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B05B" w14:textId="68E67F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180D4" w14:textId="7763FE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637676C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CCE2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1562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551,52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5E88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33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4A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4E0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746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82B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4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F2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86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BD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C62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6E48" w14:textId="0CC36B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7DC0" w14:textId="6FAAD7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EE11" w14:textId="354A81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C850" w14:textId="119DA9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65924" w14:textId="4650D7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48A9AED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B742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7947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552,26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C8D8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5C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CE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6E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F1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C4D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FB1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09F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67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22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E77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AA75" w14:textId="6A549D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12BC" w14:textId="3077BB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9409" w14:textId="5A78CF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D9A9" w14:textId="2C32BC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311AB" w14:textId="192552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50D79C5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A4CF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B7B0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552,56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FC93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ED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9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06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B6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C95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C8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C9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7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49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07F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1CBB" w14:textId="1F1A2C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F60C" w14:textId="18EE3F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E21C" w14:textId="12720F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050C" w14:textId="020409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44BAA" w14:textId="093F94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3EE4694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9578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3A61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553,36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C65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CA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6C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A4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58A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3FF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85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AC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25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2C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8DF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945B" w14:textId="3B986F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23D3" w14:textId="76FC3C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3B67" w14:textId="2987F2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D1E1" w14:textId="3A1E9E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3A16B" w14:textId="6AE1F5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FD7C7C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A88A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CC02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553,90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936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5B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AC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54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A7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56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5D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4CF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73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D2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011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A8B3" w14:textId="5ADF01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ADBF" w14:textId="3BD9B9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669C" w14:textId="32D234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29A4" w14:textId="06D743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D508B" w14:textId="336D4B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8D6046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17EA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909A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554,57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889C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4D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40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12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670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12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F8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AC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47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75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3C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5EAB" w14:textId="6075CC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9326" w14:textId="1A2B75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E828" w14:textId="1DA50B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07B9" w14:textId="3C590C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F8BB" w14:textId="2C5A35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E1E3DE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7502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F72C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554,96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80B4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82E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ABE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95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7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0E1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B5D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F8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AF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67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85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6434" w14:textId="2B14D7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E58C" w14:textId="367A1D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10B7" w14:textId="162EDA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02B0" w14:textId="2EEA6C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3FB59" w14:textId="5E267F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B6E5E8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39A6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A51A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555,88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085D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2D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56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CE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A6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F30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4A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B9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0F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A2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ED5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0D26" w14:textId="12907A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356E" w14:textId="0C10BF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B9DE" w14:textId="79675D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4BB1" w14:textId="6480FB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5C187" w14:textId="6B7E76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BDEAE4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2DAF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BCF8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556,27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83E7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AE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B6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26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59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77F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D1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4A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64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BF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495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9BC5" w14:textId="741604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AFC2" w14:textId="17683D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5B20" w14:textId="070DA4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B691" w14:textId="6E289A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C8748" w14:textId="35571E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CDA3BC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CF7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5F13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557,26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6FBC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5C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A9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CD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78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400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32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A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6E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18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EC5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AC22" w14:textId="179646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5C22" w14:textId="28B422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5EA5" w14:textId="7844A8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8EB3" w14:textId="25157E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629B1" w14:textId="400DF8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38ACFC4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33F7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BAB5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557,36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DD8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13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BC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F5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59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70B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4E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E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C9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B3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C0A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8ACA" w14:textId="73A808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6FE7" w14:textId="06B8C9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C8F5" w14:textId="4B7FE5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4941" w14:textId="7C361F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90BF9" w14:textId="5AEA39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6E281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5688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AC7D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558,10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4E20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FC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ED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EB3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8ED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4CA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E5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41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8A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1AA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34E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630B" w14:textId="03C6FD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86B8" w14:textId="53B5D2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2612" w14:textId="188082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69AB" w14:textId="3FBDD7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C7287" w14:textId="1D70F1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C80FF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97B0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68BE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558,73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542D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CB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52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92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FF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768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7F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C4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A1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BB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31D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CEDC" w14:textId="455DAA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7A5A" w14:textId="03D2F2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C3E3" w14:textId="00471D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923C" w14:textId="010284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DFF8A" w14:textId="141EB9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4BC319B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CE8F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64F9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559,26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B5F4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1A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3B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5F0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BC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A8E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7F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93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04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8E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FC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8BBE" w14:textId="10DD30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DA1A" w14:textId="44A860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0EBC" w14:textId="579311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FC5E" w14:textId="6B94F5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A733A" w14:textId="27CAC2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7404DAC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BE4A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35B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559,75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E65D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F2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10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AA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4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E7C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4E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B7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2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7E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010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4F38" w14:textId="490CBA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FFF2" w14:textId="05E61D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B045" w14:textId="09488C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1A3E" w14:textId="0EDD90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16176" w14:textId="05EFC7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42CDBB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493E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DFA4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560,12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B069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3A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14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79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4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E2F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0F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186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E7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CD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8D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0A4F" w14:textId="2D3F12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7348" w14:textId="025A0C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714A" w14:textId="3F895F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FF71" w14:textId="02070F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D90E8" w14:textId="33385E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2AA5A6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F4CC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5FA5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560,26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4E0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3A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E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D3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1B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8D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44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A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9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F1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7EF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A501" w14:textId="273E81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D1CF" w14:textId="3B0E22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BFC0" w14:textId="0EC752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0283" w14:textId="3AC815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C4CA9" w14:textId="68EC4A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1F98B8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F2F0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FB55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560,71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0FFB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3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44F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8E7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73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156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A66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CE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ACB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7B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F33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CA79" w14:textId="09BC7A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56D3" w14:textId="52608F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D8CF" w14:textId="768A95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5637" w14:textId="6CDDCD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E4DBA" w14:textId="45DF76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58BA7A5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FB4C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B522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561,84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0501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66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F9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12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DB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512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AE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B2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79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CB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374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FDE6" w14:textId="43559D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39DE" w14:textId="2BA68E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E744" w14:textId="28B2A2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11F1" w14:textId="37AE21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E164E" w14:textId="0F64D4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2EEAFB3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F32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832B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561,86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2616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F3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C4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D4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8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F3F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7E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8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DC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26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72B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A964" w14:textId="7767F8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51CC" w14:textId="50007A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CB3D" w14:textId="42DA4D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AB9E" w14:textId="6D6FE2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198AE" w14:textId="6FA827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041B069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B53D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076E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562,15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174B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59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2F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40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99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AE0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9A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ED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99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34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8A1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C44C" w14:textId="6458C3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4F82" w14:textId="205D52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F508" w14:textId="223446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3234" w14:textId="6694C0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19B2E" w14:textId="76F5CA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AC9E9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D857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B1D1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562,41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C88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DC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BE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1C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FB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2C6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62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5B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A5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5F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6BD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9BE8" w14:textId="2A044E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1115" w14:textId="4B0F2E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51EF" w14:textId="79C5D8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08AE" w14:textId="7C8B03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CC04B" w14:textId="741483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0C4877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04D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13C4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562,92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6D70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58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7B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8E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013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CD4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B5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88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8A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D9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8FD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9EF2" w14:textId="5557C9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9B5B" w14:textId="4E34E0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CC0C" w14:textId="2679CE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C7F8" w14:textId="663A0E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5463E" w14:textId="711CDF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EC5464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8EFE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BB26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563,42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CD31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A5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2B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E4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33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4E0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E0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15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8F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E9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63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432F" w14:textId="6FF905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3B04" w14:textId="529411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D33B" w14:textId="1A4355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62EA" w14:textId="4CFDC7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274BD" w14:textId="5F38C6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353394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2721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470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563,51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E13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28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BC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1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59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AC7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D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FE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AA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8A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337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D810" w14:textId="6C0269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A466" w14:textId="1602A2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9494" w14:textId="00FB0E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BC17" w14:textId="4C42C4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4C5C0" w14:textId="3D5D9E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608294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C953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990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564,55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12E7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A1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FD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CB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D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288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43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AE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CF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CE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59B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168E" w14:textId="65CA26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3035" w14:textId="0A219F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4D60" w14:textId="41C7E4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39D5" w14:textId="1EBC1D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1980B" w14:textId="6D13BA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DD5602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897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4D0F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564,96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5473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3F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35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53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25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82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F4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811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6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E3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6D4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C33E" w14:textId="5737B6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DF6B" w14:textId="2DB342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C0B2" w14:textId="6CCB26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48AE" w14:textId="1E7636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2FC49" w14:textId="18BE2E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5A6DCB4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D5F8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A1B1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565,22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2DE2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C5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1FF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4C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A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2AF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4E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D0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A3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24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423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12B8" w14:textId="68968B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F6D6" w14:textId="5C362F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28FD" w14:textId="27E742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430F" w14:textId="3DF24A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6656C" w14:textId="6F1237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DE21BF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1D5E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CBCF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566,28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E9C4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5C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49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47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AA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E53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69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1B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2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E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FA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9440" w14:textId="165091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25CD" w14:textId="712333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1F69" w14:textId="6DA0F8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D563" w14:textId="53B7D1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C136E" w14:textId="740F42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CAC35E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584E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D376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566,97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7E5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D1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BB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14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68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A10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84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8A0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99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12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565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0854" w14:textId="4A1AD5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57D5" w14:textId="67FA1F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4DA4" w14:textId="2790EE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3618" w14:textId="2036F2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DDBF6" w14:textId="5C949C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0A11DEC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9CFD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A366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567,03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9F69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B83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AA6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4F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B0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FF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30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5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F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C5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462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8BA0" w14:textId="386E0A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24F5" w14:textId="1777A7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AECF" w14:textId="7C7A29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12F1" w14:textId="206A53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D75ED" w14:textId="2532CD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89EF8B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9CAF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F6F3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567,78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E975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C3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13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2D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A97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4FD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EE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ADB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4D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D8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9BA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0C66" w14:textId="06FBF0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5ED4" w14:textId="468395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A037" w14:textId="37A088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3678" w14:textId="335F06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C874A" w14:textId="070EBD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552C23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B8BF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863A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568,74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84E5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6C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07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9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6B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1C4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7C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08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52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D8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5D1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9E74" w14:textId="66BFF5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9C37" w14:textId="5E0CF8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95D1" w14:textId="524766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305D" w14:textId="6AFD3F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45DE4" w14:textId="01C894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0CDD848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F11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2EFD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569,08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CDE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4C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F3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3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78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40D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14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C5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B4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52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229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85B6" w14:textId="2EF1A7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8497" w14:textId="5DAE3E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56CC" w14:textId="277B8D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7D96" w14:textId="4B89E5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ED83" w14:textId="7E67A2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CF1C9F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32AD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259C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569,84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EEA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64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BE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A6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682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DF0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6A0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23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FA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25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21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98FA" w14:textId="10B630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6EBB" w14:textId="004E9C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F9D0" w14:textId="566A64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8065" w14:textId="493A1B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388BE" w14:textId="16A841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F2B891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DF27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07FB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570,53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40D2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B8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0A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56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9C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3A1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C8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EA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271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B7C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0B8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EE3B" w14:textId="7132E7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2BFE" w14:textId="17657A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91F5" w14:textId="22CCF2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1FF2" w14:textId="58FC45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F6CBE" w14:textId="3A71FC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E05A82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372F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3607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571,15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D68E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14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43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29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65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ECE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10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A5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0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92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426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A4A3" w14:textId="1AB5F0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A7A6" w14:textId="22F556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9279" w14:textId="43C359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1FDE" w14:textId="38BDAC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087C7" w14:textId="4F2E8D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05F17D4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107E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E0B6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571,90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C3B6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3D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32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6B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98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619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31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2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29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6DC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ED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BF2D" w14:textId="4F28F0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CB62" w14:textId="610F7E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44A0" w14:textId="0A4742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5AD1" w14:textId="10BA2C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8FE52" w14:textId="3278FE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59606D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5F35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8E98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572,31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7D9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0D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4C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D4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1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846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2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7B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3B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E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0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4076" w14:textId="2069C0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BC15" w14:textId="1D9646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3F37" w14:textId="71C4F6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1160" w14:textId="3409FD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75508" w14:textId="70C229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3C87CD7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917E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BD8B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572,63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AEE0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B5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8F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69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6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B41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05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CD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F6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3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F60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40E3" w14:textId="16D2C2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3574" w14:textId="796580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A00C" w14:textId="4E2CAD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BE67" w14:textId="5A22AA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F71A7" w14:textId="63C5A3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68F8B9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E11D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2BF8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573,97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F258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7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72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97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AB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EA1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A1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4C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B9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71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E05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A6EC" w14:textId="0580A5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B5E6" w14:textId="1C565E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36A9" w14:textId="773420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BFD9" w14:textId="72642D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3A220" w14:textId="7D5F43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2E0ED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EB75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F55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574,08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35DB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8D9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88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06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B88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E6E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84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A7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DF2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58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E5D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C8F2" w14:textId="78717B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D438" w14:textId="0F2918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2436" w14:textId="2101A1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0A79" w14:textId="56E890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6C282" w14:textId="6E0134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6C9563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039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947D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574,69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A72B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12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17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D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3B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915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6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D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23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6C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F96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1C1A" w14:textId="1E2E2B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170C" w14:textId="799BCC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D5BD" w14:textId="324ACA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9E35" w14:textId="76DD54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63C56" w14:textId="7799A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9BC819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29DC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F5EF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575,82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F41C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A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F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99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6D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2CB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8F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F9F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276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D4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580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DFFA" w14:textId="386D01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449A" w14:textId="6A3B2A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8610" w14:textId="473F7B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DD8A" w14:textId="7FB7ED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EED25" w14:textId="209856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13CEB8F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C3D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E10E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576,03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FF7B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37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D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72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69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83F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13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C9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3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E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C3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D967" w14:textId="769292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1976" w14:textId="52D23E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A3ED" w14:textId="42CCA6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8FB1" w14:textId="4461A7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A55E9" w14:textId="39C6E2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3B6318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9AB6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489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576,76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34CB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E8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96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6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7B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D1D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2D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FF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5AE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8D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1C5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3E22" w14:textId="4B72D4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99FC" w14:textId="365B99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274C" w14:textId="3E2507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64C7" w14:textId="33306F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6FBCA" w14:textId="34585F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A1E73E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96C3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5E6A0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577,51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AB2C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4D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72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58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BC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C01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21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37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30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69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470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2394" w14:textId="1743C4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AA39" w14:textId="027CE0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3529" w14:textId="7FE638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2150" w14:textId="1211E1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4D57A" w14:textId="15D285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72D5251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5027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196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577,52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38EA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42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2D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07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8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C8E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26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9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49C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24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6BA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EC5C" w14:textId="2BED56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5093" w14:textId="253103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F85D" w14:textId="007227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BCE9" w14:textId="79A0CE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B082B" w14:textId="1EDD96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25F3C98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FC20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472A7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578,83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9705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F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1D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0D0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7C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51B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34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DF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FB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CB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801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6EBB" w14:textId="2FD90C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FE62" w14:textId="31CB43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D895" w14:textId="55F94A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A3F2" w14:textId="564450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05042" w14:textId="668C9E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5B4A49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87C3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75DF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579,17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00AD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79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15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28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ED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7CC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B4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1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ED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85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74C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0706" w14:textId="0FD4A2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2122" w14:textId="2EDF6C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F8C9" w14:textId="5F430A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EBEC" w14:textId="5D5F8A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6795A" w14:textId="6953E3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6A806C5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F2FB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B7D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579,57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8247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61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70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74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6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A6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D1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58E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B4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5A4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27A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9303" w14:textId="6F4C6C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D199" w14:textId="76BA28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CFFF" w14:textId="371405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3551" w14:textId="3351DD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62970" w14:textId="7B5430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4980B0E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C8A6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AE7A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580,13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A09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E1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B1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7C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C1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F0F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98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F3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40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80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87E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7272" w14:textId="3AF98F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6D8F" w14:textId="2EC60A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E163" w14:textId="33ECA9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7605" w14:textId="470723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A7CC1" w14:textId="29A514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045EF0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0FA8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BA1F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580,76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5DCB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E1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42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C4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CF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0D2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686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7C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BB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2A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A2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37C8" w14:textId="5E9062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D968" w14:textId="03ACC4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5E3F" w14:textId="5692F9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6D35" w14:textId="1D46E8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A4751" w14:textId="00D3C3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08CD92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2C05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E961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581,31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5F74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83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C2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EE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C5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417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6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3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AE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67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59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6DC1" w14:textId="7FBE10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5FA1" w14:textId="7ED4D6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6726" w14:textId="5C0F59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F778" w14:textId="319E23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88830" w14:textId="5A81B0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149DA23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6F67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D14F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581,64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E25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70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3C2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F9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784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1E6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8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F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11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85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CE2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48046" w14:textId="513988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AE48" w14:textId="6E0B25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EA7B" w14:textId="178692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40DC" w14:textId="7BE493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BF90A" w14:textId="447049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57A1EB1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640D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55D3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582,11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AB68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43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6B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18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13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27A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B0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A2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7D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B0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C0B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580A" w14:textId="2E31B9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3AFF" w14:textId="411644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076D" w14:textId="1F9449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C2AD" w14:textId="769A18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A6999" w14:textId="728D9D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33781F3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C3FF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2377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582,28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B196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82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BA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16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E5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68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8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F2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79D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1A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1E6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436A" w14:textId="0BB90E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D9A8" w14:textId="3C7C0A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B296" w14:textId="041ADF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F2F1" w14:textId="7C5781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BE835" w14:textId="7EA7C3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5B3277A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52FC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4AB45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583,18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831B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D7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99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9FE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93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C7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4C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3A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D3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D3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86D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F81B" w14:textId="529412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0656" w14:textId="7135D9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0BF9" w14:textId="76E2E5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3DAE" w14:textId="21A311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7F72E" w14:textId="46E631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1FE877D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260B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85BE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583,35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E2EE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3D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7F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B3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A5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127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BE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0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87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277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D2C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F074" w14:textId="6F572E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6F47" w14:textId="736CD8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C82B" w14:textId="1D055C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D724" w14:textId="721E18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3386C" w14:textId="1B4D20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3F6BE8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4AC0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C16A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583,71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1CA0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44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12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64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30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5E1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AB5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D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43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31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33D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DE3A" w14:textId="3BDFED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4178" w14:textId="3467BF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6FBD" w14:textId="66F55E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62A7" w14:textId="0B8AEF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874F7" w14:textId="3EBC4C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56DC38F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C21B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940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583,71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B42B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C9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0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13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0F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312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8E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63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CE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49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237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F244" w14:textId="7DF704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222C" w14:textId="17B6EC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DB6A" w14:textId="6735D0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146C" w14:textId="2C10A8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665CD" w14:textId="0D7766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39B1817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827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326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584,29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DDD0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5A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B4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D9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CB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A68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2F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E3B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EB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7B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D9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D988" w14:textId="336920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2287" w14:textId="712BF0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7315" w14:textId="5A8E54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9E87" w14:textId="3040EB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FA033" w14:textId="40F99B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1B69C8D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BFBF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2BA0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584,93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C7D5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AF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77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F7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D0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8B2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4F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53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FE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EB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88C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9BF5" w14:textId="5D4C6F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EAEF" w14:textId="042650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A013" w14:textId="4A4DBF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DD29" w14:textId="2898C7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D22B8" w14:textId="62B480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0F1944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4B55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1BBE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585,04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58EA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52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FD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6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11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168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69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6FA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ED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41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BC3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4ED1" w14:textId="7E5CA9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866A" w14:textId="2C2D04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45DC" w14:textId="625EFF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C8FD" w14:textId="42D682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D5101" w14:textId="03BCCC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391707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693B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227D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585,51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472F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E68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56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D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1C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FCA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FA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C3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A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15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2FA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239E" w14:textId="042B74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516B" w14:textId="0133E1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5ABA" w14:textId="30DE07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57C7" w14:textId="7FA179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B4EB3" w14:textId="011E18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5FBA8BB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9947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59D3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586,15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1D07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2D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26A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BA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DA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9EC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DB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D6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71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31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F29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4514" w14:textId="570432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FE1C" w14:textId="11598F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5D1A" w14:textId="7BA269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7B9E" w14:textId="1B6658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D600B" w14:textId="41CB10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6A2A760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8FDA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C60D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586,26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084B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F4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D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61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A9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94C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2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45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2C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BA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C6A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56C2" w14:textId="1E4879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2D9C" w14:textId="086976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B169" w14:textId="309856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C6A9" w14:textId="29B596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6201A" w14:textId="357947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77EF31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001D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89E0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586,73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82C7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48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C6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2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9D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815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16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93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AD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18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05B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766C" w14:textId="5E0E54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EFC4" w14:textId="673150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0693" w14:textId="6CFF59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FD1C" w14:textId="2A95DB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9EE7F" w14:textId="38F11D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616E56E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826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331B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587,37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A619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13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B8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1E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DD0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CC2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BC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AE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E4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720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406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EC8C" w14:textId="29A591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AEF8" w14:textId="5DE713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4074" w14:textId="31D957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6C3F" w14:textId="0DA5EE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B7903" w14:textId="08D943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074FD1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08F4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A8D8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587,37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782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73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F4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E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94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E72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926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3C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58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B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62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1AC6" w14:textId="760861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CEF0" w14:textId="42B1C0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78B8" w14:textId="665C2C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1924" w14:textId="165FF7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952F2" w14:textId="655EA5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65664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2D8E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ACC6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587,95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A6E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D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68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CC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2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F74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42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54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B1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4C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1F9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8DDF" w14:textId="03F2E3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5C83" w14:textId="78E94F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BF6B" w14:textId="7A6920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3DB2" w14:textId="53B415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396A1" w14:textId="73111D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D18876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5942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576D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588,36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1F0F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B0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82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47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1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873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B8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D1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78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DA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A61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39E5" w14:textId="1C6A71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B505" w14:textId="228480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6ED0" w14:textId="0DEBFB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EDEA" w14:textId="1FF1F8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5075E" w14:textId="5B0CCA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30CA58C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1038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4590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588,59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C04C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2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FF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34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078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A7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9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EA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A2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3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91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FD4B" w14:textId="3286A3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209A" w14:textId="32C597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A589" w14:textId="1328CE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60B2" w14:textId="06FF19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06408" w14:textId="5080F8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C6CE28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BD9E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80AD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589,16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8A21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F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E15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1A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8B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16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4B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99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2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F4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45D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297C" w14:textId="24A290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58D6" w14:textId="61E9DF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B49A" w14:textId="3D61E1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4DE5" w14:textId="74AD37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CEFEC" w14:textId="29CF17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55395D4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3B27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5BC3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589,25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5740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CE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6F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F6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6D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667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C4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7D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CE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3D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01B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CD86" w14:textId="1B0E02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64AC" w14:textId="563A6A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EFE7" w14:textId="407D6C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4D75" w14:textId="28B865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C417E" w14:textId="69A9BA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3E4E0D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BB88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77AE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589,80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690B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FA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3E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7C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AB0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91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D0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1C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F6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DE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20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9D4F" w14:textId="55597D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D1F7" w14:textId="3A33D2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CAB8" w14:textId="772528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D473" w14:textId="40A631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B374A" w14:textId="1F6990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624BC4B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931C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BE3B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590,04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0FF0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33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25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086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A8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9F3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54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94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11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11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8A9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A20F" w14:textId="295FF2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F70A" w14:textId="73E078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E917" w14:textId="445B26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E281" w14:textId="548E84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D7630" w14:textId="12129A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36C40D9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C659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6751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590,38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AC2B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0F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74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BEC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93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C2C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F5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0A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91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499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172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AE40" w14:textId="0167C9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B7BA" w14:textId="7F6442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1265" w14:textId="4DAEF5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6C89" w14:textId="793234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16DF4" w14:textId="41A1F1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33A1020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4A65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33EE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590,74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58B0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35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CA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A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9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0EB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FA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E1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63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E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256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56EE" w14:textId="1EC2D3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B052" w14:textId="69FA28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F4AF" w14:textId="3D94D5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AE92" w14:textId="50B887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FFE71" w14:textId="15E5DA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5331A3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D6A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146C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591,02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9AC3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7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3A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A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93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F1C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98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05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03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F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A0F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DF0E" w14:textId="72BDAF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E956" w14:textId="30DF6F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6C7F" w14:textId="0B3856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1F54" w14:textId="64D86D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A8F2A" w14:textId="3BB627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70AA0D6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80C5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1782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591,36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F401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98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F1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B7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C8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C26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4E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A4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7E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22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4AF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668B" w14:textId="3D9219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CE17" w14:textId="28F51A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4243" w14:textId="1D9D2A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F27B" w14:textId="4DF98D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25956" w14:textId="4A5531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C31CBD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D249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539B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591,59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7391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5B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EA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32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AC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B84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F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58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3D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5F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0CE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91B4" w14:textId="385A13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7A8A" w14:textId="31D8F8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B2F0" w14:textId="769E68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5A83" w14:textId="3A4648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80559" w14:textId="1C000B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57813F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6522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F272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591,91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1691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D8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AF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C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A0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70D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CE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D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5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E5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446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B65B" w14:textId="7EF024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B37A" w14:textId="312956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10D0" w14:textId="2CBE0D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A59A" w14:textId="4E2464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4B499" w14:textId="3B4D35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5343CD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6DFD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993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592,40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876B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AC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82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2F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18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9A5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21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1B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56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C9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B21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95EB" w14:textId="477431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4A30" w14:textId="727748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E9E8" w14:textId="409E81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3448" w14:textId="753AA4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CA78A" w14:textId="0E533E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B857D5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0FBB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8800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592,43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991D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27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681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66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5C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868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7F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72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0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DC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F42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6A06" w14:textId="3137A3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4ADD" w14:textId="3132AE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BC3B" w14:textId="632628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E2E7" w14:textId="12F8DE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665A0" w14:textId="2D668F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0AB453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2596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0F1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592,69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D6D7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6D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C9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24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68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21C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DA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22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E1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CB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E58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1C78" w14:textId="1E3E51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EE68" w14:textId="19F282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B1D7" w14:textId="663DA1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8FCD" w14:textId="6E39F4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76758" w14:textId="77014E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0A748DB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F2D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8541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592,84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234F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3C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BD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91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D8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57C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40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3D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1F3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38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113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8812" w14:textId="384C6F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0B89" w14:textId="1CEE24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36F2" w14:textId="57B9B3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DA3F" w14:textId="5EB516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9984C" w14:textId="5AF709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5A3454F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6DE4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E5AF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93E0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0A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D2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22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27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F8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BF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845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21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13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7AA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55C4" w14:textId="1A08D1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1E04" w14:textId="6B73E8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42CF" w14:textId="34606C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0AB8" w14:textId="7A401C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9F0B7" w14:textId="470024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3B2B3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ACD3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27EB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9230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86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69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D31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79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B5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AB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C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8B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CD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CCE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5B0D" w14:textId="39CFF7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CDC7" w14:textId="7D5B05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0CC8" w14:textId="41A0C3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250E" w14:textId="334601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B601A" w14:textId="69488F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78579EC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97E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DA5C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2A56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2F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12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0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8C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4EE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F23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C7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5A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05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E22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AA4D" w14:textId="2DE6E6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1DF2" w14:textId="26C42D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9BD1" w14:textId="24F8F1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5EAB" w14:textId="5EEF39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9935F" w14:textId="60AEBD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33CB0B8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72BD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E3E5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F2B8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11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A9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2A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7F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6E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3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3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2A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1B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FA3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E065" w14:textId="02417D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2BE6" w14:textId="48A43F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1304" w14:textId="42E685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28B0" w14:textId="61D480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8D689" w14:textId="46C1EA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0CB683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8618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53A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86C3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6A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BD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94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4B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D03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2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6B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DD8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53E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A1E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CC65" w14:textId="335614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2D24" w14:textId="712AB0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6783" w14:textId="7C238D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F797" w14:textId="627BEC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B1E05" w14:textId="19F5E7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3C6BA7A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696A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1B58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593,89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0BEA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CC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B5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0F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11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ED6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4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B5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E2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45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3BD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9CA4" w14:textId="4CD217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348B" w14:textId="39EAD5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80BA" w14:textId="317885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3D4E" w14:textId="1A78D4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BBC18" w14:textId="7AABBE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0C4405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0AAD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A32B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594,17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CCCE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FB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29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F8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DE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444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64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4C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B1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1A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CA5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EA07" w14:textId="449C8B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C34C" w14:textId="370787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E94B" w14:textId="09FA7C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9BF1" w14:textId="4178C5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44126" w14:textId="58BFDC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16AA155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82B1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CECD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594,18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A91E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444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69D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86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93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7EA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7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79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FF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1C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616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23C2" w14:textId="05E0F8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8F15" w14:textId="53D602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0F04" w14:textId="3D573D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E5FD" w14:textId="4FC122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41D6F" w14:textId="43ED22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7575821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01D2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E4D5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594,45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D03B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7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E0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0D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37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4C4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00A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CD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B4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E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5C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EA55" w14:textId="030402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823E" w14:textId="7D5098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4350" w14:textId="6E1FA5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3624" w14:textId="74852A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5FA70" w14:textId="71C011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CD842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0C79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9694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594,45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BE8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71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798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CC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E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D2E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A1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1EF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14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3F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6D4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E5EF" w14:textId="2F587C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C242" w14:textId="181E39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6645" w14:textId="2FC406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4E7D" w14:textId="5BA266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F010E" w14:textId="72B24C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7EE414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73E0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70FE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594,71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EDEE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AC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D8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1A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C6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4E4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75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6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BD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D0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937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3468" w14:textId="038B12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2B2A" w14:textId="533EDF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9245" w14:textId="1E58D9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3AC1" w14:textId="556B2B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9E837" w14:textId="78D17D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5655CAD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4A01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310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594,83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2758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9A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AA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14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16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3C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A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C0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6F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44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048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3898" w14:textId="7342D7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0E30" w14:textId="215999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21A6" w14:textId="7FA448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D1D1" w14:textId="3B543F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82A26" w14:textId="73FAA2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07DF5DE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54A9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EF386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594,96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7A90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74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D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367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F8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431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A0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561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A8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F1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603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8197" w14:textId="5FE3A3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2724" w14:textId="0D3B30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6D24" w14:textId="6BC663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C87B" w14:textId="659E86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8FEB0" w14:textId="345869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0411380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2281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CBD4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595,22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A596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6E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42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CC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2A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F9C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6B1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B4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AC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6D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36E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BFF9" w14:textId="5C80D9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7104" w14:textId="0E6921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4F1A" w14:textId="1CB3D7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73D3" w14:textId="2F8EDD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A1982" w14:textId="0F0819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433E86F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9EB6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AC229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595,22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B56A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4E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A7E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82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06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79A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83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2F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B62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BF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0EE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954D" w14:textId="0F8818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5E86" w14:textId="55171A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1353" w14:textId="0593AA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060F" w14:textId="57DA23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A3C0E" w14:textId="71E72D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DE14D0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CC1C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697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595,49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3916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1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87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8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44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1AE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EF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B0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6D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1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314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6760" w14:textId="3AA077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9774" w14:textId="67B59C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2537" w14:textId="5A1E27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9449" w14:textId="3FEBB9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C7E2D" w14:textId="1EDD0D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3E6FB67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54E6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243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595,50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78B3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D46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DE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2F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0A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784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36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72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54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BC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F85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CC52" w14:textId="215C50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6120" w14:textId="74C2C6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BB80" w14:textId="750BB5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0427" w14:textId="13C762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52029" w14:textId="7B7D74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7D9BD8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B89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1E19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595,79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D185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3A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B2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83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11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DEE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C3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13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57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23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AC5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BA69" w14:textId="726905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4128" w14:textId="0F4771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94D8" w14:textId="6E7FEE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D8F1" w14:textId="39B290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67169" w14:textId="0B2877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40EADC5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4801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6BFE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596,13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FD32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72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D7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B9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4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6EC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20A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19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2D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1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75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CCF9" w14:textId="1EB0C3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3763" w14:textId="7409FF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9D05" w14:textId="784190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8A4E" w14:textId="53F79F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7A2BD" w14:textId="2DF5EA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0B6A96E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12D6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CE46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596,16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83F9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78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D5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13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EA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87A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D1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B6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AE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D4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E3A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A5D8" w14:textId="1BC5FB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0E09" w14:textId="3A9813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3C72" w14:textId="67949F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BEB3" w14:textId="4127F9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6B857" w14:textId="16799D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76B690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2B15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D908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596,47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3111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A8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AB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8A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83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B19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9A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BFA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FE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40F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1ED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3839" w14:textId="77136D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B31B" w14:textId="64C316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E8D4" w14:textId="625496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D493" w14:textId="5630FD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0D0CA" w14:textId="0BDA1F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666D005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D264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629E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596,59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65BC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5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E1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B5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3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006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40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97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7F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5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420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5E0E" w14:textId="1907EC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1FE5" w14:textId="2E70B3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61BD" w14:textId="36F42C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8FC9" w14:textId="08E54B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4033E" w14:textId="2305FE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01D5CED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B216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10EE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596,79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9813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8C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D4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C1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7D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159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75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C1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7F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F4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98A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E9A0" w14:textId="67501B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8C4C" w14:textId="4827E7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0C1C" w14:textId="0896AC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7977" w14:textId="2F7718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ACEA2" w14:textId="161913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2EFAAF1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6C7A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AEDD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597,12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61C0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A6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0C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0B5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11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E86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45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A5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21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7C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E1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D90D" w14:textId="2117FB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9BA5" w14:textId="4A744F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CD34" w14:textId="3540DA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0994" w14:textId="0866A0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02365" w14:textId="4BA0FB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1A0F1B8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1CA1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7483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597,75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D681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F6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7E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31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55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04E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E0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42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8D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62D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95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5404" w14:textId="495205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1EC8" w14:textId="1717A3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A5E9" w14:textId="63F336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D1E1" w14:textId="7D8783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396DA" w14:textId="11BC58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309C3D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A037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83D6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597,76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BCC5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181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9D6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016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15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5CC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57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85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D1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AA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E74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7BA8" w14:textId="45239B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C980" w14:textId="7025D5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1BE0" w14:textId="0C6BDB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3B30" w14:textId="2EDFB2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A7FF8" w14:textId="184E25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3562B3B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F569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D5E6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598,52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F4A3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29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B5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534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9F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C85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F2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FE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C0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72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0B2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2E74" w14:textId="5C4147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D907" w14:textId="04B9F0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C6EC" w14:textId="0646AB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1C5B" w14:textId="72F0F1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3B9FB" w14:textId="4AD0D9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</w:tr>
      <w:tr w:rsidR="002E201E" w:rsidRPr="003E2BAC" w14:paraId="06CB9A3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9646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1CA6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598,94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258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D0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69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86E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07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550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6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1B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E6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D9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3AF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D5D8" w14:textId="54B144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9198" w14:textId="2164E6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2AB1" w14:textId="48D38D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A42A" w14:textId="38D933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8AD41" w14:textId="1D4DA6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2F65036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E6FB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55E1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599,43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A78E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6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B3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C3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C1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612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DAE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F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22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11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949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274C" w14:textId="2895A8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9303" w14:textId="314CAF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8C12" w14:textId="1E08F6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47F0" w14:textId="051F1C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17AE8" w14:textId="364617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3047F3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3F65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2D46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600,22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E7A8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06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30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92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0A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9A1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41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8F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C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4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20C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4CDB" w14:textId="10CD40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4DFD" w14:textId="198800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DA59" w14:textId="6FE91F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507D" w14:textId="65EB75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2A22D" w14:textId="79C4B9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45F85A7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919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4B9D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600,47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E779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3A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24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9D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84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4F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1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AF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03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F2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F46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FD50" w14:textId="5B424F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DB8E" w14:textId="15EC3B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82DF" w14:textId="3C5942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65E6" w14:textId="233EDF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90DEE" w14:textId="4E6954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0B9D1EC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B2B2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706E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601,41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5774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9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EB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90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BA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079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90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2F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B7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0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B1D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D328" w14:textId="309725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81EB" w14:textId="586D96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ECC9" w14:textId="1CFEB7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C1C0" w14:textId="37B0C0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A975A" w14:textId="6D38B9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1504BD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B386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462D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601,63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56E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8C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D5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5B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46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CC8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B3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3B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C7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54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86D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F202" w14:textId="7E3CED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0314" w14:textId="4F4682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F3A1" w14:textId="55A4C0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2768" w14:textId="3E8BDF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971F0" w14:textId="18989B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76FF7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ECD3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6AD2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602,69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29A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22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E04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60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0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E4F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BC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D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C6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66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594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AEF7" w14:textId="2AB724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276D" w14:textId="6BB76D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5771" w14:textId="40E307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5188" w14:textId="05BC76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DB330" w14:textId="10A0BB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6AE9F10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806D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EBE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602,90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A327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FB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7F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CA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77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B6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A9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1A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5A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E8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4DF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454A" w14:textId="317809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FB20" w14:textId="188B0B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F343" w14:textId="74B1F7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15E6" w14:textId="76A020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AFA1D" w14:textId="61E474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0,05</w:t>
            </w:r>
          </w:p>
        </w:tc>
      </w:tr>
      <w:tr w:rsidR="002E201E" w:rsidRPr="003E2BAC" w14:paraId="37E3D7B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D109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7624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603,88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617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73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14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CD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E3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8ED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24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56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C1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BB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F86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FE1F" w14:textId="7F4C1E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BECE" w14:textId="23FBFD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D2FB" w14:textId="0CF68A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C19F" w14:textId="145446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DD3D1" w14:textId="38E5E3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6B38467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D732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B309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604,25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8226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C3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04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C3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E28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09F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DB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3B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66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BB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E2F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ABC1" w14:textId="066017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F9C7" w14:textId="7A3B2D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525D" w14:textId="40E4AE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720E" w14:textId="79B0F2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06CBD" w14:textId="412564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123F3C6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F4C2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E55A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605,15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CFB6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E0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4B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05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D4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C8C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C1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A0B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B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DA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2F2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0642" w14:textId="10EF40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D471" w14:textId="3E755D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AAF3" w14:textId="0B74FC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F317" w14:textId="23527F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66AE1" w14:textId="3BD22A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</w:tr>
      <w:tr w:rsidR="002E201E" w:rsidRPr="003E2BAC" w14:paraId="49B80F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FD7F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229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605,68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26FC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56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14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AF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E7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503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55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D0B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6E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E5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B5E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C9A6" w14:textId="273D35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D03B" w14:textId="7B8098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22A1" w14:textId="371FE7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4100" w14:textId="3F2587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C4D8D" w14:textId="385F6A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1821F3F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25AC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67E6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606,36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F248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D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C9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51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CD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250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2D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9F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D8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8C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B1C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E9D1" w14:textId="15CB77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CDC4" w14:textId="4D41CF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C60C" w14:textId="7D6968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9F22" w14:textId="0FDF95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7E751" w14:textId="1F78BD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244DF61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98B6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92A5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607,16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D8C4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8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B1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EE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00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38F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56F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E4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3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82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182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FEF3" w14:textId="06079C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822D" w14:textId="49D83A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C048" w14:textId="47A2CE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4C06" w14:textId="31F108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828B2" w14:textId="080829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59DEEE8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E626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6754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607,66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2D2A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C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EA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90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F8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B19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9E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5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61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CA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FD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475A" w14:textId="0685B0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40EE" w14:textId="2E5191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C067" w14:textId="7F69F2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1660" w14:textId="5C4EE3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80404" w14:textId="43C97F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971BD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72CD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3DA5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608,69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F5BB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E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C83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5D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9D1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D54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1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B3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E0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37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848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152F" w14:textId="127338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8EE8" w14:textId="0E140B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2429" w14:textId="23E38A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167A" w14:textId="402E0B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44181" w14:textId="5E09EB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0EEC729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6D23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F44E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608,83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7F2E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F8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21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9D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F9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5A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4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9C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77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17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B6D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89FB" w14:textId="0B0325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16DC" w14:textId="7D9801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C400" w14:textId="2A5004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F1D0" w14:textId="13BC49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3B325" w14:textId="075572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2FDC1E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F44C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3978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610,14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C5EA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58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07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28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04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DE4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75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991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D7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7E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77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0F8C" w14:textId="4FDA16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56AF" w14:textId="062855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55D5" w14:textId="56982B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B98C" w14:textId="2EB7F0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622A6" w14:textId="1F46F7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17ADD8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900F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9C97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610,26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7164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6B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5E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25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90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D07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DF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C2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51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5A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BBC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0183" w14:textId="46EFB9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E46B" w14:textId="6F90AE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B0F1" w14:textId="542DAF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DFC0" w14:textId="12FAD8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A8631" w14:textId="23C1D4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3FA7087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91EB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12A3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611,30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24B3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25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BE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C9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B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828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E4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C0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C6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6D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1CF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0FDA" w14:textId="4F620D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EDEC" w14:textId="7D3455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4B67" w14:textId="4CE7D9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9200" w14:textId="547CE3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8CCD5" w14:textId="2BFC0F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61368D3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FD2F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0D58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611,84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05F5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4D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60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1A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A2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3B3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FB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C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E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CB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1B1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B50D" w14:textId="6EC872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A10C" w14:textId="215640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FD5C" w14:textId="1F4767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8E83" w14:textId="622EAF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4F421" w14:textId="03FBB6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62F130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D3B6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200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612,62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31DA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AF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9F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50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0F9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229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C0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F2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BD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44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20A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28C6" w14:textId="2C396E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07ED" w14:textId="75CA20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DA54" w14:textId="17A05F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8A14" w14:textId="510D9E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AF8A1" w14:textId="1E9608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46933BB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E7FD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FEC4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613,44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BDD3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F1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90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51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99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64A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56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8E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D0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49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20C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31C" w14:textId="211BA6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0F91" w14:textId="311B15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28EE" w14:textId="67EB15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2AF1" w14:textId="182651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262C1" w14:textId="1A0700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567176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65A3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4DD4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613,76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D919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A2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7B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5C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69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186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A78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FA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E7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1F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42C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C4E3" w14:textId="6061D4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2B68" w14:textId="702232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00AF" w14:textId="3ADC1E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137E" w14:textId="64F038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47B0D" w14:textId="310CAB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A518AB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EEBC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D0A5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615,05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6E09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CD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28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0F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6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9E6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FD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B6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7E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1F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47C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9263" w14:textId="0BCC53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959D" w14:textId="722FB5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83F9" w14:textId="0EB677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BC6C" w14:textId="435246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A7AB1" w14:textId="6A07D7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07BB3F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43E4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AC6C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615,10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D10B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B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D7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DC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98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E11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E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AF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DA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C2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E50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BD4E" w14:textId="6E44E9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0DDD" w14:textId="2B6703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976C" w14:textId="59E46B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F6A8" w14:textId="083045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F7581" w14:textId="2DF7FB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7D26A48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B436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0A2F8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616,23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3631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5C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32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C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DB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516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F2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2E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2A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17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A5A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2A2A" w14:textId="707839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53B1" w14:textId="2780DF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7D41" w14:textId="1E663A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D2D2" w14:textId="3A1C15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1A293" w14:textId="306E7B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7DF42E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8312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6501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616,67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0146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9F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F4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1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42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1A8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21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E9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91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E0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996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86E8" w14:textId="03A7B7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5F99" w14:textId="3DA755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7162" w14:textId="0CD4B8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9FBB" w14:textId="1B8140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AAEC2" w14:textId="792BF6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8E6D2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16B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7139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617,58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C777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DF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F1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61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385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F6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E0F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28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91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C6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556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868A" w14:textId="671FDE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2BEE" w14:textId="28AB12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3475" w14:textId="1DB8EF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5508" w14:textId="6ECEE0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1D64C" w14:textId="26B526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D2B1E8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27C3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7308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618,28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27EE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85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96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AA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77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AC0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42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0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03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EB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6D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2A23" w14:textId="03A718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6C9C" w14:textId="129B34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8C18" w14:textId="199AB0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2C04" w14:textId="67AC4B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E713D" w14:textId="3B7B43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4B58B96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400E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8925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618,71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6D17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26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14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2B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F7B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5FB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9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1F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44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16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FB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1576" w14:textId="262974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36AB" w14:textId="006AD6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200D" w14:textId="2A9907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7C12" w14:textId="065CAF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1A736" w14:textId="47426D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F86FA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CC94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606F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619,80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A3A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D9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9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FB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44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3B0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5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BC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7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6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51C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1C92" w14:textId="0EFF22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F351" w14:textId="69C010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41F2" w14:textId="522C5D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9A63" w14:textId="3B476A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E87A7" w14:textId="140D96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0C2087B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4A51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2FF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619,88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2AAE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D2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43F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47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0F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CC4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45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E2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C5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BF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A7A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17CA" w14:textId="05E230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6DB6" w14:textId="64EA04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A3FB" w14:textId="615256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84E2" w14:textId="30464D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6D4D9" w14:textId="501461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19597A7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0232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4F5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620,45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EC4D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A9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B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37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09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962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41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04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03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FA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4AD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EABD" w14:textId="4294A1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0F7A" w14:textId="4F3FED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ABB7" w14:textId="504FA2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50A4" w14:textId="53F84A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67028" w14:textId="53065A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1363BF4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BACE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86D2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621,37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51D7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62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5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EC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0A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1B9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C2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9B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7A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FE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B39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3D77" w14:textId="693CF3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E5DC" w14:textId="47642F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E46A" w14:textId="0219B9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98E4" w14:textId="48DE17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82943" w14:textId="5D8BE3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6FD4C7C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AE4C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B7DE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621,46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DCBE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E2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E6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49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8D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8D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3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40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68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D4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005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F89C" w14:textId="7B5751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7DE6" w14:textId="6B3830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9287" w14:textId="71D979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4B2B" w14:textId="63B976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474E2" w14:textId="75547D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3734B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0141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27E5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622,16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9F68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F1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91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B20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8F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90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79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E5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4A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A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366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7B98" w14:textId="4CD18D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7478" w14:textId="11A40B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2258" w14:textId="553760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6277" w14:textId="2E4E66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D1033" w14:textId="3B556E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2AEE698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1F42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59EF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623,02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34A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74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215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09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19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875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75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C1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D8C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04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54C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6C11" w14:textId="572122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AF21" w14:textId="4B9469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4E7F" w14:textId="4560CD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18E2" w14:textId="590ECE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9592A" w14:textId="237EDA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61BF71E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539F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1475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623,12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F2E9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1F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77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DAC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5A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66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60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846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BE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C1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334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89AA" w14:textId="4B27A0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E19A" w14:textId="45C3AB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962F" w14:textId="1A6E44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3641" w14:textId="17299D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949C3" w14:textId="36A5C7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51330B7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8201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6FA1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623,85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973B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2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7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EA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DF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D8E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A25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4F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F1B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52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0BA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F661" w14:textId="771531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D204" w14:textId="569319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A7B6" w14:textId="52F738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DD29" w14:textId="082067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66B67" w14:textId="776C72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046F65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4C6F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55718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624,54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461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F6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45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12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73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EEB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CF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48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A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59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00E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D63F" w14:textId="76F819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EA00" w14:textId="633230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0E45" w14:textId="0F76B4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21BD" w14:textId="382802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6441A" w14:textId="196866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236D0C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9B60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DAAE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625,31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557F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AF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BA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FE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3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D7E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98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9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08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D7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1E6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F491" w14:textId="5169A2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5450" w14:textId="1D1804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61CB" w14:textId="138AE9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95B2" w14:textId="2BBD36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98557" w14:textId="0749B5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5EE1F66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85B0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BE6C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626,04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5B55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96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ED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B5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A0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07D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E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B3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2F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AB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F03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E647" w14:textId="6068D3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EC04" w14:textId="68745E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0E1A" w14:textId="4F0D70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BB35" w14:textId="1E6D5F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AD032" w14:textId="14D41A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0CA4AC7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B627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0ADD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626,63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E6B2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A5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A8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7D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9F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02E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67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6A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1B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757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885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5EE7" w14:textId="64151E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7CF1" w14:textId="00DFA0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E5CB" w14:textId="2AAF4B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7816" w14:textId="3379C6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7A793" w14:textId="1BD7FB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2E201E" w:rsidRPr="003E2BAC" w14:paraId="4C95DAD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7900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184C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627,50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3D20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7F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B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DC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45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344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13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2A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E8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68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2F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BB66" w14:textId="70CB5A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EA55" w14:textId="456BDA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9425" w14:textId="184A1E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4468" w14:textId="48B5AE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E1204" w14:textId="7593C6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2E201E" w:rsidRPr="003E2BAC" w14:paraId="13260AC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F8B3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0786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627,80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AEA8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E48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4E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6D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20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41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DC0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1F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B8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FE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B1E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4283" w14:textId="7A27D8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8623" w14:textId="57E64E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D1CB" w14:textId="2C3519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33DB" w14:textId="591FBB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453F7" w14:textId="0C1845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2E201E" w:rsidRPr="003E2BAC" w14:paraId="73C02AE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78BB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D042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628,92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916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9B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F9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AD1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FC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02C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CE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5C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FC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95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6CF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9259" w14:textId="22053E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2BA3" w14:textId="6B80D5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D4BE" w14:textId="32F0D6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76A2" w14:textId="1D7DF2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8F732" w14:textId="503533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2E201E" w:rsidRPr="003E2BAC" w14:paraId="4A9A19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AD5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2DE8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630,26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4106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A2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A7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81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49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F03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878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7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2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9BA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BD8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2D1B" w14:textId="73BB66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5EA5" w14:textId="21789A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A0E7" w14:textId="15CBA4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AA43" w14:textId="1BE327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EBF35" w14:textId="6C7EF4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2E201E" w:rsidRPr="003E2BAC" w14:paraId="584B979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C524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150E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630,32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CF79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E0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56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9D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E7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F8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3D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F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6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DC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D68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9B4A" w14:textId="66C9C8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4AAA" w14:textId="59ED26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1AFF" w14:textId="429764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8E2A" w14:textId="45D97B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0BFD2" w14:textId="68301D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2E201E" w:rsidRPr="003E2BAC" w14:paraId="45C652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03F7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3F27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631,24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E91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FE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E7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AB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7E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72A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81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2E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7D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A7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53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5E05" w14:textId="7FFF44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D23D" w14:textId="703F40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41B5" w14:textId="51202F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8488" w14:textId="64A87E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45610" w14:textId="631AA1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2E201E" w:rsidRPr="003E2BAC" w14:paraId="07994AB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5D4B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291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631,69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C153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2F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E8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24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4B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872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5E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C7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1D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C9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4C8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F4F" w14:textId="37E909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19E9" w14:textId="6668A0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BBD0" w14:textId="7BB048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EEEF" w14:textId="5A80F9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B0E88" w14:textId="2675BD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</w:tr>
      <w:tr w:rsidR="002E201E" w:rsidRPr="003E2BAC" w14:paraId="5EC2AD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D49A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43DD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632,04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A2C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C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B3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CDA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64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F56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3B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E2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98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0A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29D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01A7" w14:textId="45C224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1FD5" w14:textId="45EE80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291D" w14:textId="2D416B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053E" w14:textId="61C0E0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7EED7" w14:textId="5B7FBD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</w:tr>
      <w:tr w:rsidR="002E201E" w:rsidRPr="003E2BAC" w14:paraId="35C3383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8EDF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204C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633,05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2943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BB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EC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DF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96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81A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75A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81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66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2D9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0FA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9C03" w14:textId="5798A3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0CB5" w14:textId="10F66E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71FF" w14:textId="1BBA72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E907" w14:textId="00F9FA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37D84" w14:textId="6C3672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2E201E" w:rsidRPr="003E2BAC" w14:paraId="620E961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4FD1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A166E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633,57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A84E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ED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3F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2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AC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0E6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5F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BE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5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CC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CD8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AF59" w14:textId="47E031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CF03" w14:textId="2A9628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6C4B" w14:textId="7160E8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8104" w14:textId="5B6D4E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E5563" w14:textId="57EBE7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</w:tr>
      <w:tr w:rsidR="002E201E" w:rsidRPr="003E2BAC" w14:paraId="469E777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A217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65B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634,42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8B3E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24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DA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DD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95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361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0F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E8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58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CD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0F9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1979" w14:textId="6CF458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1F42" w14:textId="1A6C93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FAD3" w14:textId="1B9DCF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2DF3" w14:textId="420F59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166B8" w14:textId="0555FF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6F9675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59CE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4B16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634,73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9F29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A2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87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E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0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454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2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FB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64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45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757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8739" w14:textId="13D453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8DD2" w14:textId="5938C4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6B48" w14:textId="4596C8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999F" w14:textId="1446A7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25B55" w14:textId="4C4DEF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6F0A1A7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13E9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F4B0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635,80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3540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5F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48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B1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79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69F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18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CD7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DD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2E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CBC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5A3F" w14:textId="087641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E679" w14:textId="4490D5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914F" w14:textId="681AA6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53CC" w14:textId="162FEE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8999D" w14:textId="4AD57C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2E201E" w:rsidRPr="003E2BAC" w14:paraId="6341904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A525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89B4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636,04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D835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50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31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C0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F5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423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7D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CD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60A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67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3C1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85F3" w14:textId="7AB811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AF7E" w14:textId="4CE50A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4420" w14:textId="033D26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40D1" w14:textId="0E7BAA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E4673" w14:textId="16CCA6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2E201E" w:rsidRPr="003E2BAC" w14:paraId="3104580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48E0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CE71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637,17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E32F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82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01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1C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C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3F8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B5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DA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E4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6F8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C07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9E76" w14:textId="3F8A47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D408" w14:textId="1D3F78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1577" w14:textId="78DF30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590F" w14:textId="659F1A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984B2" w14:textId="4B6721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</w:tr>
      <w:tr w:rsidR="002E201E" w:rsidRPr="003E2BAC" w14:paraId="6757651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B234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82B3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637,21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2B4A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33B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E1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87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15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79C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8BC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5E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A4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9B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E96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913C" w14:textId="625AEB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7A26" w14:textId="13E155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C4FE" w14:textId="6E5E4D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1F29" w14:textId="7BDC54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74E66" w14:textId="473A14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</w:tr>
      <w:tr w:rsidR="002E201E" w:rsidRPr="003E2BAC" w14:paraId="6FEEA41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CEDD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015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638,51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61CA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0B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19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F9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87D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DEB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72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28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35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5F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901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A3C5" w14:textId="272B5C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906A" w14:textId="309F47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EFCC" w14:textId="6D2C2E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5547" w14:textId="4B54D8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B5B69" w14:textId="025736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2D3091D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19A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B92C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638,52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E151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1F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3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291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E4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2C1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B1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1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40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0A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75D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3138" w14:textId="4F5E1F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FF31" w14:textId="5DD11A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F071" w14:textId="2B41EB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D96C" w14:textId="75AA8E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BCAD2" w14:textId="69E1D0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41A271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56A2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B3E5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639,71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860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5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40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4A8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9C4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DC5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0F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42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43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50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281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CA04" w14:textId="427E9D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0193" w14:textId="4C3330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43A3" w14:textId="3416AE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98E2" w14:textId="76D6BC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7F9AF" w14:textId="6DBE48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796981C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E5A3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CCED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639,79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C687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0D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BA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75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04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F42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ED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DF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31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0B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D55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E10E" w14:textId="5C20FD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9746" w14:textId="400611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3352" w14:textId="063C3C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90ED" w14:textId="551EFD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FC085" w14:textId="3A0639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2282F3C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A4E3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ACD3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640,99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406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76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7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6DE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89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278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C2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C3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5D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F6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1B3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2A8E" w14:textId="28C5AF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5470" w14:textId="50BA06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3822" w14:textId="03FF09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5C53" w14:textId="7BE19B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EAC40" w14:textId="0F679C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1200F15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CE31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54E7F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641,00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72B7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FF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99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AD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AD7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82B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D7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4F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E1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91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E88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DDF2" w14:textId="0DEAF3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5E36" w14:textId="118C36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1A88" w14:textId="798179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8FDF" w14:textId="0BB8E2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24E41" w14:textId="0BAD05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47BE6DA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37C6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B723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642,08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D0C9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95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90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80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93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CA7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AF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DF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05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1B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A69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C1DA" w14:textId="1083F1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7681" w14:textId="013943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F014" w14:textId="7D0710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1878" w14:textId="15A742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167F7" w14:textId="15B54B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0D4C1E2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81BA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E411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642,20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7BCA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BB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BB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0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60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C8E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82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744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E82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1D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EBF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83EE" w14:textId="13898E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238A" w14:textId="2BAF53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5C6B" w14:textId="67DB32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554F" w14:textId="444E62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06269" w14:textId="1ED587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3014F07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2D87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A0D3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643,01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E87B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A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3D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D3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1D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FE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49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6D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9D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F6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2FF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DA37" w14:textId="3AD551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470D" w14:textId="7BB400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73BF" w14:textId="0B43A0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3ECD" w14:textId="7136C9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92533" w14:textId="028600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46C2321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5AD8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3F18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643,47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8A0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2B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62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E74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44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CEC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43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A9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B6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B4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24C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B476" w14:textId="505683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073C" w14:textId="5292C6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3FA6" w14:textId="506B1F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7548" w14:textId="034BB9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32AE9" w14:textId="258942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0B1B08D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0889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90CC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643,77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00FB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6E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F8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87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DA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793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F8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46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EB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20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1A1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99F7" w14:textId="22C69C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3B20" w14:textId="6F66BF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FC6A" w14:textId="328487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346B" w14:textId="62E103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AB267" w14:textId="4A3F17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094184F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2ED7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0D46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644,38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4630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10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BD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D9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C9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1BA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B2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A1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8C4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7F1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EEE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0776" w14:textId="332122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0159" w14:textId="3AC3FE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981C" w14:textId="3F1592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4FD9" w14:textId="205CE3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F2455" w14:textId="299AE3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6EC2B53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9667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14F6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644,69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3F6B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B4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68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E6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90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DC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8A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CF5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01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E2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5A6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77FE" w14:textId="4A8C80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4F13" w14:textId="44E368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52DC" w14:textId="5EB974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9C49" w14:textId="367D48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F789C" w14:textId="04BE6E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36CB48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AEC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67D1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644,85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DF10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59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2C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62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05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C76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845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CF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0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2A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24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0BD9" w14:textId="088162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50C8" w14:textId="22E884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F767" w14:textId="0985D1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EFBA" w14:textId="15BFB7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28D15" w14:textId="121ECE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33CE1B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AF09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05D3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645,20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8EC1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68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CF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2D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BE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86C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AD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75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01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D2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24C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2EDF" w14:textId="02464F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D1A4" w14:textId="6B387B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55FF" w14:textId="20937D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F42D" w14:textId="692C0D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C2255" w14:textId="189EB7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4AF5841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0A8A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6AB2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645,47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4CED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12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D6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61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1C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2A1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D3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62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95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06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DFC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5011" w14:textId="3015BC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63F5" w14:textId="0700C7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884B" w14:textId="60B4AE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7A5C" w14:textId="021858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728D0" w14:textId="43ABE6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5B856A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DA0A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C353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645,66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5F9D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DF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18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74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58D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41F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D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74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FA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81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BC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A60E" w14:textId="07615F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498C" w14:textId="7CD55F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26E7" w14:textId="32A71F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1162" w14:textId="3453DF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AF8C" w14:textId="26F9D9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115110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582A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6941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645,82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F552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CC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9B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DE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44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206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65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0B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C0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15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7F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5684" w14:textId="78ADA0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BFA5" w14:textId="4C72A7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17E6" w14:textId="2C190D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BAA2" w14:textId="2F2C5E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997CB" w14:textId="300673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3A1F24B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EF08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1688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645,94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7662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6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3D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45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13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931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87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9E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74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78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783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A52F" w14:textId="421F3C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D1A5" w14:textId="0DE079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6B0D" w14:textId="3EE5BC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AFD6" w14:textId="59B6C4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75D9D" w14:textId="5763F1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6E0727C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CFF0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5C43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645,94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8E6E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92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630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14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03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FB1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C3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CC7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3C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AC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BB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EFE4" w14:textId="123909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F15D" w14:textId="26A343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8070" w14:textId="6E9701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01B5" w14:textId="6F8237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05F5C" w14:textId="38694B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71D658F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8D27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2E54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646,07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6A56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27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2F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C5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72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FC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93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28C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6D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85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5BE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01F3" w14:textId="5B335B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81CB" w14:textId="12E55F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43A2" w14:textId="4C7FBA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4D22" w14:textId="2C7FD6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5DC6F" w14:textId="686F62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083063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1F5F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9360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646,22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DB5B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E0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7E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C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3D2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A3E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AB5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6BF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0D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6E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6D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B6AF" w14:textId="083747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2426" w14:textId="465086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B812" w14:textId="76C9E3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6473" w14:textId="7C72BB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68EC7" w14:textId="6A409C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3FD1479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764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FBE0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646,40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CD35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A06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B4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29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1C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1A6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25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2EE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BF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A7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25B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617A" w14:textId="078AF9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3DBD" w14:textId="6E15E5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7340" w14:textId="74AF76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0DD4" w14:textId="3BB390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F64F7" w14:textId="0FD608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4E2C28F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B499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7BBE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646,64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3DC8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2B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BF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2F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77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86E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19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BC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9E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82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CFD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21B7" w14:textId="05ECCA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2AD2" w14:textId="2D0A53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7CC0" w14:textId="33D901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B003" w14:textId="609354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829E5" w14:textId="16EA76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57F2CCF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2D0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D2C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646,96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6C1F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C3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B4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0C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E5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684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E2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3D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4E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75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CBD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2252" w14:textId="6075D4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5191" w14:textId="611224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2735" w14:textId="051C66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D5B9" w14:textId="1EF811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C0043" w14:textId="0519FC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1FB154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AD72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0D70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647,10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B081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4D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F6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600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B1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2D0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73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CC3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5F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24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BF0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6001" w14:textId="385FAA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F269" w14:textId="72AA20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7D4A" w14:textId="44381C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3CE1" w14:textId="7CC392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F31AB" w14:textId="207A6B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5319AA8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F8E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A218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647,37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9942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DF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64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A52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27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568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B7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F4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94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8A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49C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EA3F" w14:textId="202F7D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2C35" w14:textId="728105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C55F" w14:textId="6471E3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985D" w14:textId="200FF1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7133D" w14:textId="0602C6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7163FB1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B0E7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AFC2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647,90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CA22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59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0A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A4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1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676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7C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5E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3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0CD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414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BB09" w14:textId="572E52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3BCF" w14:textId="02E9D7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517C" w14:textId="4561EE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E15B" w14:textId="3AC0FA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93BB2" w14:textId="6C60D2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1813EC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A5BD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7092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648,08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9F2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26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0E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00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D8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75E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50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20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2D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B0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91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5D55" w14:textId="71CB68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414C" w14:textId="15F058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DC06" w14:textId="76AE55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9CBC" w14:textId="3F5A4F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BA7E0" w14:textId="5D27C8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26A9EF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5596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7522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648,56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B99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1C5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08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0C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5A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9A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09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AF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86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0F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BCF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8AF8" w14:textId="30DDDE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50F0" w14:textId="4B164A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0956" w14:textId="7A1C69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15B6" w14:textId="6A27BD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9CF7E" w14:textId="7C7436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</w:tr>
      <w:tr w:rsidR="002E201E" w:rsidRPr="003E2BAC" w14:paraId="7F85402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5C0C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6799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649,19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7CEF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0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D1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67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A8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ABE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A7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5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D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2B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C4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410C" w14:textId="18D8D7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619F" w14:textId="325482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D8B2" w14:textId="79848E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E687" w14:textId="0BCFB1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595EC" w14:textId="2C1567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</w:tr>
      <w:tr w:rsidR="002E201E" w:rsidRPr="003E2BAC" w14:paraId="5DEB5DF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FABB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EDC6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649,36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F5AC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81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75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40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39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38D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FF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5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A6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8C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99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7857" w14:textId="53F24F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72C1" w14:textId="02533F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2517" w14:textId="025A26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A810" w14:textId="453F08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F5D4F" w14:textId="6380DD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</w:tr>
      <w:tr w:rsidR="002E201E" w:rsidRPr="003E2BAC" w14:paraId="6823C4E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80A4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2FA4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650,23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C520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76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A4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CD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28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E4E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A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30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1D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26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54D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2E7B" w14:textId="7ACC71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D1CA" w14:textId="4D7947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198E" w14:textId="411859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615B" w14:textId="6FDE89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BDB2B" w14:textId="7A69AA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2E201E" w:rsidRPr="003E2BAC" w14:paraId="7991F05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44D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1711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650,31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F475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D8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97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11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F9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E32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0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C5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58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99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2D1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4E89" w14:textId="7F4A64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AC4C" w14:textId="27C67C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A0DF" w14:textId="3FE5D2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6CDE" w14:textId="00FA66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66307" w14:textId="5A5A73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2E201E" w:rsidRPr="003E2BAC" w14:paraId="65706B8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BE09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815F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651,34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2F4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A9B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BA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15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68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66D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CD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2D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C8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8A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28E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F986" w14:textId="0F5BE5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8670" w14:textId="362D13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3ACC" w14:textId="2552D9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8237" w14:textId="36F038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A7D94" w14:textId="2E7BE8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59BB78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D944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3045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651,38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D43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65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42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FEC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50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A6A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80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F3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7F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6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FDD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A41F" w14:textId="0EBBF9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46A" w14:textId="312437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3778" w14:textId="5A6370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ABB8" w14:textId="017500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B835E" w14:textId="2F00AB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71439A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0E82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ADE7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652,37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975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C7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8B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A9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61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59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BB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6B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D5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79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56E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0EF9" w14:textId="587E4B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4730" w14:textId="117AFB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E963" w14:textId="2A09B2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32A3" w14:textId="70DE0B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A6F7B" w14:textId="4EB93D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</w:tr>
      <w:tr w:rsidR="002E201E" w:rsidRPr="003E2BAC" w14:paraId="47A023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89F7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DBC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652,56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4592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D69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A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596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D4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A12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BD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E1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E9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B8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21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0FF2" w14:textId="48C3EF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BB8A" w14:textId="4B090C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6418" w14:textId="188BEB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A0B9" w14:textId="7A24C1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88EEF" w14:textId="51E0CA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</w:tr>
      <w:tr w:rsidR="002E201E" w:rsidRPr="003E2BAC" w14:paraId="08BCF24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799D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AF19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653,49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62CF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8E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7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FC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D4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9E4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69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A7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87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A6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C5C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EB62" w14:textId="003AC7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00A6" w14:textId="207616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7EF2" w14:textId="5AE615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1547" w14:textId="6C8B38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D4AD7" w14:textId="476DCB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2E201E" w:rsidRPr="003E2BAC" w14:paraId="5F71550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A81F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CAA6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653,85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5A2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53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783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B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A2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4E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15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88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A2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820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52F7" w14:textId="327E5E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B1C3" w14:textId="209404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4C32" w14:textId="62E6F6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0982" w14:textId="4D03EC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59711" w14:textId="5915F5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2E201E" w:rsidRPr="003E2BAC" w14:paraId="1CB787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D785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2CFD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654,51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1246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9E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BD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74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69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88B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F9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56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81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4B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BE7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A89F" w14:textId="6E9721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ACFC" w14:textId="222085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157D" w14:textId="3AAD3E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435D" w14:textId="06102D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41071" w14:textId="73E164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</w:tr>
      <w:tr w:rsidR="002E201E" w:rsidRPr="003E2BAC" w14:paraId="478AD04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DEF2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FB3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655,24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DD9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35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16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53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44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326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C3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A5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DD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75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E9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25B7" w14:textId="144E2C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94EE" w14:textId="11C5E7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31D2" w14:textId="387DF4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2A72" w14:textId="7282F4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01321" w14:textId="6B3D11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2E201E" w:rsidRPr="003E2BAC" w14:paraId="3C33258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64ED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0608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655,63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7B79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39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E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BB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BB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EA2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40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23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E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89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4C3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FD5F" w14:textId="7FEACD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FA8F" w14:textId="51ACDD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F9A6" w14:textId="79216D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038A" w14:textId="756D13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D7B61" w14:textId="55EB53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2E201E" w:rsidRPr="003E2BAC" w14:paraId="159E208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34B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EB8E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656,65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9014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29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2C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77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35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713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9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FA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1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6D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74F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CBDA" w14:textId="487AD0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5532" w14:textId="7AD796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2153" w14:textId="7BDCC4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55E6" w14:textId="61514C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E5636" w14:textId="2423A7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2E201E" w:rsidRPr="003E2BAC" w14:paraId="155C543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5366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9FE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656,71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743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7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A1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F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70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439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86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FA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E3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F0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38B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E737" w14:textId="18C877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1960" w14:textId="0E2EB2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3D09" w14:textId="4C6E37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4EDA" w14:textId="332139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FA6BC" w14:textId="237BD8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2E201E" w:rsidRPr="003E2BAC" w14:paraId="0B3C794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1774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D3DD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657,77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DB88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EB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D0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6F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8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11C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FE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5F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F6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17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649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35A5" w14:textId="79F4A4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C80A" w14:textId="36F4B9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2451" w14:textId="75835C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F47E" w14:textId="28BF2C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96109" w14:textId="05FDF1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2E201E" w:rsidRPr="003E2BAC" w14:paraId="54A7D0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046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7FB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658,26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6384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DBC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31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4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6C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949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8E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C95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A53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32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9C3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4757" w14:textId="3EA46B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AD66" w14:textId="0D7B46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DEE5" w14:textId="2E2E06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E3EA" w14:textId="386FE0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850FE" w14:textId="372436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6C0720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FA8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A12F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658,80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9D35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18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03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2F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A6D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33C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2D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CA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D6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37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496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A56E" w14:textId="34F2AA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7256" w14:textId="4549A3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0D01" w14:textId="00EA34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CF4E" w14:textId="04B618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DCB90" w14:textId="7B35EF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6476A75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6AB9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503C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659,89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2D42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FBB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7F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1D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51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387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07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94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6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57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2A4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25F0" w14:textId="034D2C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3FEF" w14:textId="3A0719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72D7" w14:textId="53F0C0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72BB" w14:textId="09F94F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C347F" w14:textId="10A190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35E6A3A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FE2E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0466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659,93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4C46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6F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FF0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27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4B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713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0A1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0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A8F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1A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12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D84B" w14:textId="36D0FE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827F" w14:textId="6F08D0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2665" w14:textId="1969A7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A584" w14:textId="5EC80B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394F7" w14:textId="3B51F3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2AF569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21AC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D3C7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660,93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9739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63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7C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C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3D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F6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06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8E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AE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EF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BD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AFB6" w14:textId="663EE0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9FC7" w14:textId="0025EA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53C8" w14:textId="485FD7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0C3A" w14:textId="38E7BD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4F9F2" w14:textId="0B93B2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67DE18B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DBEF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6E59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661,60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7241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38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8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697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95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54D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7A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1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86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0A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3F6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0A9D" w14:textId="689AA0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F7C8" w14:textId="7E342A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B031" w14:textId="73A06E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F715" w14:textId="4BE9C6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EABB5" w14:textId="21F48C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3FBAF3F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6810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52E8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662,05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9B1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39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DF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6F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73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A5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17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C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7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3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80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EAF2" w14:textId="030691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346F" w14:textId="51E116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5D16" w14:textId="7540C3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223C" w14:textId="70F7CC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D1A69" w14:textId="5504A7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7B772D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2EAE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DF7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663,08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829A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02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08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20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4D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094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1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1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CE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D2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C66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A979" w14:textId="398E03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32A4" w14:textId="46075C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9372" w14:textId="3B8278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5C65" w14:textId="251B73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982AE" w14:textId="44937A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7DDF9B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2A63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37DD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663,41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2CB9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A5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53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25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0F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E61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B3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4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8D1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92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90D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903C" w14:textId="45AFAB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06E5" w14:textId="0A7DD7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4267" w14:textId="3ADF35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40A2" w14:textId="3AB95C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1712D" w14:textId="5570FB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757DCC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610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FCBD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664,18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069B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9F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4E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C4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9A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BA1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04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4D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83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BE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677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FEC0" w14:textId="7409DE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DD6C" w14:textId="1999E2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519F" w14:textId="22EDC8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355A" w14:textId="0287C1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88972" w14:textId="6D3860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6698C75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24E8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0B53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665,22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84DB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02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CD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48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F0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2D0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B8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23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9E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40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B8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A76D" w14:textId="341F05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C529" w14:textId="3FD912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7117" w14:textId="08BF4F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45DD" w14:textId="5B21DB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60634" w14:textId="225C10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45F1D9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2435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1C31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665,31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9CD2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B6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AA6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75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7F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FA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D9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6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31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67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41C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21F8" w14:textId="00C60C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EDD3" w14:textId="40B37F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A37A" w14:textId="1BB93D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417C" w14:textId="4765DC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5F46F" w14:textId="6F2899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44C890D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0001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3FBF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666,31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A505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BC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1A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17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A6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B2C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91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D34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9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B9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479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DD13" w14:textId="0F88C1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05EF" w14:textId="40FE05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681B" w14:textId="20243C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BC30" w14:textId="52DC7E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B31F7" w14:textId="6149DE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1DEF36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6A81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E663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667,31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712A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BE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71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DB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68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9BF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6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4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5F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77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124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1CC2" w14:textId="0BA3E6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22F4" w14:textId="4567CB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DABC" w14:textId="00FE02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2DF2" w14:textId="2B904B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779FA" w14:textId="3099A8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31E905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0010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8DCE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667,37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2816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BE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21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D6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BC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284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E6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5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E1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B7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C6F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76D6" w14:textId="163D15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D98B" w14:textId="3A61C7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6F42" w14:textId="532AD9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EE93" w14:textId="7BFB87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54EB3" w14:textId="7A549F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763833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95AB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CEA8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668,46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2A92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976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5B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7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9D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FA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2A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DDD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6D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48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1D5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1104" w14:textId="74504F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8758" w14:textId="0AEB44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F9FC" w14:textId="737DD8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092B" w14:textId="2E76D3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EA18A" w14:textId="1536E4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0203817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0E46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B4F5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669,42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4D23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82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51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21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D28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80C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B7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0E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A1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54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DE4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CBC4" w14:textId="3C98CA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F2B9" w14:textId="0C4A12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78DA" w14:textId="1EF744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0E46" w14:textId="30E355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56D6C" w14:textId="60B67B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076B4DE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8B1C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DDE6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669,51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DB0C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C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65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6F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C3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AAA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E2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9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DF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165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49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3FA0" w14:textId="43EE22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E891" w14:textId="725737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DDDC" w14:textId="31F133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434B" w14:textId="7C9428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B968C" w14:textId="1BDC70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06D657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9876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192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670,59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56A4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00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3E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81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F8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25B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DF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DF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4B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36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5D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EFB6" w14:textId="62D47D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E8FD" w14:textId="0C574B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23E0" w14:textId="14BAFC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2CC8" w14:textId="567C95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1B76B" w14:textId="249D69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738E4E8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ED0B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D5FD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671,65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6FDF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E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33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42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3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4F8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C4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52A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88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71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7F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7818" w14:textId="1F0708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18CC" w14:textId="596038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090E" w14:textId="07F240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0160" w14:textId="0AE82B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7AEEB" w14:textId="25EEAB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92523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6867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5BDD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671,65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4F83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59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32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3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2A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D04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628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D1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38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F0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D18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4F7B" w14:textId="44B7B4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0A82" w14:textId="70664B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FB90" w14:textId="761375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9117" w14:textId="544E2B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5E7AA" w14:textId="5BFC53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E3A84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C054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7EE5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673,11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3C3E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B6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E1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54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E6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D6E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EC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C3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48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CA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85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24ED" w14:textId="3EA7FC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4BDF" w14:textId="2D06F1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978F" w14:textId="309894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11DA" w14:textId="356CD7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4CE47" w14:textId="139497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48841BE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EDEB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7BB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673,99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9EDB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3B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8C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7A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7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167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4B4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E0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4E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CE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54B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4357" w14:textId="43AC3A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2490" w14:textId="0421F6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9ED9" w14:textId="46471F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D24E" w14:textId="32F2B2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CF4B3" w14:textId="11FEB4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3BFA0B0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2EE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9780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674,56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28C0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DC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13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A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C0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C4C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E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60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CA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23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1E1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3517" w14:textId="6762C2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755E" w14:textId="6483CC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71F5" w14:textId="6E2B8D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C9E6" w14:textId="5461E9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56D2D" w14:textId="61857E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508E6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86B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651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676,45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523A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A7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D3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5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15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A3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02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1A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B4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19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13D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6B66" w14:textId="0AC7C8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D05F" w14:textId="437170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7559" w14:textId="36C663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B0F2" w14:textId="45C7AB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8170C" w14:textId="0551BC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45D87F3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8920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BE21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676,45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1B61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1E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FD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C7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5A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4B1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B7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D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33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C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0FC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68AF" w14:textId="5727EB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F350" w14:textId="4799B7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3A14" w14:textId="6945EC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C80A" w14:textId="2B96E0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7F901" w14:textId="2AA5F4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2EE1D7F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964C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FA43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677,51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0C8A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F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82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9D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E6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999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84B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D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C8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5D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033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A8E8" w14:textId="28B91E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95DC" w14:textId="440DC0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00FF" w14:textId="28C1C2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1BF1" w14:textId="2A0E8D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3B634" w14:textId="6E9912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5CFB30C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25CD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368F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678,52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35CA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9B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8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68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104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90C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5C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79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61E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DB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813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0185" w14:textId="757EB5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0A08" w14:textId="26AEFB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B005" w14:textId="2BF17D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84DD" w14:textId="58F1DB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1CBFB" w14:textId="28CFC1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363DFC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8B2A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E6A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679,00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9519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D1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10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56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43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7C8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2F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E0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40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18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644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6F4C" w14:textId="1E1E9F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9C5D" w14:textId="5022CE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690A" w14:textId="2B62B4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6286" w14:textId="64139F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889DF" w14:textId="6AAF51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51CCEC0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12D8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0D6E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680,36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4C99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15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48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DE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77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AD7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A6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0B6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DB6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1A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9E0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AB99" w14:textId="4F6528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C90C" w14:textId="12E91D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C19A" w14:textId="2965AD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0EAF" w14:textId="57844A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90BF8" w14:textId="670E43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02770A7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86C4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1CBA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681,33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3E24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6E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F6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A6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19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145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C7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78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B3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0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C7E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F366" w14:textId="2A809C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6B3F" w14:textId="2EE6C6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058A" w14:textId="2D91C5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34B4" w14:textId="530848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0D8BA" w14:textId="6623F8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113BEB3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D89E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034C6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681,59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A368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1E4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4E4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CC9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7C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A85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9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53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19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35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39D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5255" w14:textId="7F8281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5D1F" w14:textId="0A053C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4AB9" w14:textId="5DD7C3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7A96" w14:textId="2669CD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AD577" w14:textId="3EE584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030CF5A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BB13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F4F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683,29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1378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6C1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77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7EE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B6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86B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E3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C9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7D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E9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9EF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C572" w14:textId="2CE966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7B28" w14:textId="305446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9814" w14:textId="23FA6A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1C58" w14:textId="3EC928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B3716" w14:textId="042F4E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15F7A50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39A7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DD54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684,20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EFE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B3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18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8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DC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7FE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15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7B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9E1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BD6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9E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EA51" w14:textId="2DF2EA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1C44" w14:textId="2EB805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1353" w14:textId="25682B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40F5" w14:textId="7EAF8A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59666" w14:textId="7B6AC3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42AF2F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827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7929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684,42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4B7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40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BB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53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A1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6E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5E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DC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22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D11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0B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031E" w14:textId="5BEF86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4626" w14:textId="74270E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1F1B" w14:textId="1085CF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4007" w14:textId="0BE8E8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311B3" w14:textId="3FB690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638C691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B7E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1ED3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686,20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9F94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5D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3C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7F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9B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3E9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91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58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92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CA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A50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31B9" w14:textId="2AAE34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764D" w14:textId="3C7B0B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379F" w14:textId="545B2E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ABD2" w14:textId="4E4E8B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C880F" w14:textId="7154C3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44837E8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A84F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F817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686,79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A260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E6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73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A0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2A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FBA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8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46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74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C4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84E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E3C5" w14:textId="1D49CA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E5FD" w14:textId="510D6E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0AA1" w14:textId="2A95FD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95A9" w14:textId="139CDF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73FB2" w14:textId="2348F9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03C57F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9B07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6FDB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687,68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421C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BE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AE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5B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2D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35B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FC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B9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65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38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C5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34F9" w14:textId="2F7046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1D6E" w14:textId="2AF18E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F129" w14:textId="196C81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7077" w14:textId="1B3697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B2C0C" w14:textId="6A370C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6950572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B0CC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A0CC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689,11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E040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35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87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5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1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32F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1F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2B6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B1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CE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A9B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1199" w14:textId="5711D6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F64B" w14:textId="2A1C51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81AD" w14:textId="1A288A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88EF" w14:textId="04A612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636C8" w14:textId="5501B6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26A9DFD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2CF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D3D4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689,32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8DC1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E4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08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80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48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C44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71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4B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5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057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668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45CC" w14:textId="6D0BDB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7BAD" w14:textId="0015C3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6A27" w14:textId="6C8511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0686" w14:textId="5E954D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D30E7" w14:textId="00FB07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2651268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FC1C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EBE5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690,55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DB1C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64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47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B9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74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C0E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04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DA4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66C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3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024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4042" w14:textId="3A36B2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1485" w14:textId="0CA4F6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0590" w14:textId="60DDA9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3795" w14:textId="7CD6F5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339E7" w14:textId="2B4E40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3C1B74C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404A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8596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691,76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E2AA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13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2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DBA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A6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F19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13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F0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7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28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11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E67C" w14:textId="27D659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D579" w14:textId="41819F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6629" w14:textId="4C229B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1F9E" w14:textId="00E2CF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4B974" w14:textId="48567E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4EBB47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5CB8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15A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692,03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0F82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70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815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92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1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289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6C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88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C3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402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89E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A3F8" w14:textId="0CF647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5FB9" w14:textId="7D388A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1527" w14:textId="19133D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1D96" w14:textId="638151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7C19B" w14:textId="670212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797A8B6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AF0A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220B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693,44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15ED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AC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74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9F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BB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B9D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59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37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56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E7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3A6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31E2" w14:textId="577B4B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5E5A" w14:textId="4D644B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85D3" w14:textId="6FDF60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D568" w14:textId="072725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FC3E2" w14:textId="22E547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4DF3BF3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436B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7844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694,06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E174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7B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B7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6D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74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874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C9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70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B3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A6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37A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D9ED" w14:textId="22C862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3FE7" w14:textId="5AB0AB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3C7B" w14:textId="62D208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4A65" w14:textId="739BFC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BED84" w14:textId="58F2C2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206AB11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FB6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C97C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694,93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C5F5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1E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6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96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77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B7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1F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36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4D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AC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7CC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7567" w14:textId="559CC6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9235" w14:textId="78ECA8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F863" w14:textId="21BB72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C57A" w14:textId="25BA96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BDF85" w14:textId="5EA5F2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2E201E" w:rsidRPr="003E2BAC" w14:paraId="5BBDFF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183C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CAA5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696,22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356C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7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75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29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1E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DE6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151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9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1D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1A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9CC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D00B" w14:textId="16B499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24AB" w14:textId="272065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7289" w14:textId="593D2E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D760" w14:textId="1C2902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D540A" w14:textId="7B58A5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2E201E" w:rsidRPr="003E2BAC" w14:paraId="692CF2B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FF41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9370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696,31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40BC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0F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59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C1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CE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065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95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D2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73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1C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60B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8663" w14:textId="5A41BB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6107" w14:textId="1ECEFF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13F3" w14:textId="1E903D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12EA" w14:textId="4A71E3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57957" w14:textId="7224F8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2E201E" w:rsidRPr="003E2BAC" w14:paraId="586E42B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6951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6FD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697,85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BE7D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2C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AA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A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85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3DE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B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61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34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2D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2C1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291A" w14:textId="757DE4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9C0B" w14:textId="11ACD4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246B" w14:textId="67CA7C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EF38" w14:textId="5DCF9E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D02B9" w14:textId="7AB4F1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0,19</w:t>
            </w:r>
          </w:p>
        </w:tc>
      </w:tr>
      <w:tr w:rsidR="002E201E" w:rsidRPr="003E2BAC" w14:paraId="5368413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01E8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4FD2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698,23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46E0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F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C7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8C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9C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527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5F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ECE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A1E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36F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B1C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E35C" w14:textId="4AA52C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0009" w14:textId="68D314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B47" w14:textId="473994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DCC0" w14:textId="2F2DF9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96FF2" w14:textId="6AD151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2E201E" w:rsidRPr="003E2BAC" w14:paraId="6553CDE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9BFF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B069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699,24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D50F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9F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8F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3F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F7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6D9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F4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E3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B5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8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AA5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282F" w14:textId="3B9626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75AF" w14:textId="42C2A2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6F8D" w14:textId="0D35D5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37D0" w14:textId="72D272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ED3E4" w14:textId="7F725A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2E201E" w:rsidRPr="003E2BAC" w14:paraId="18B47A7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0F35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8B9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700,13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195A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BA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C6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2C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09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EF3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C61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F9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92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4A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8E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663F" w14:textId="7AF64E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2972" w14:textId="04FE06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DAD8" w14:textId="669573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87E8" w14:textId="24B509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E976F" w14:textId="73F4A9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2FE13D5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CA9B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A9D1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700,75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D14E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9C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497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34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5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C3A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58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62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7F3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1F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866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A214" w14:textId="7657FB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CAC8" w14:textId="1E3F28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3B9D" w14:textId="3564AA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D185" w14:textId="36922D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6D333" w14:textId="0A56FA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2E201E" w:rsidRPr="003E2BAC" w14:paraId="2E7A54D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FB2F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57A6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701,00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A2A7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B8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A0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90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3E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E16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9B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931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2F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B0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1D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1427" w14:textId="510E70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0750" w14:textId="59C29C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7EAD" w14:textId="40174D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7B02" w14:textId="715B8F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AAC21" w14:textId="7DCABF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2E201E" w:rsidRPr="003E2BAC" w14:paraId="42C125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168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E66F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701,48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48C6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1A0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9D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E6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06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501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01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4F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1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0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448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6791" w14:textId="182840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CBF7" w14:textId="69DF20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959A" w14:textId="363E2E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163D" w14:textId="26C2E2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209DD" w14:textId="702835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</w:tr>
      <w:tr w:rsidR="002E201E" w:rsidRPr="003E2BAC" w14:paraId="2B1F688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D1EE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BD1D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701,93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12AD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9A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80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B0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9A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FF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78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C3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6F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4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284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9E7D" w14:textId="658AF1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CB98" w14:textId="176413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6A2D" w14:textId="291A10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0B21" w14:textId="1D35ED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9AF1B" w14:textId="417C33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</w:tr>
      <w:tr w:rsidR="002E201E" w:rsidRPr="003E2BAC" w14:paraId="15CDA9A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FA4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53E6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703,16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C6EB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77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731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EF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C1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F3C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93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F2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1F5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B3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14C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4EEB" w14:textId="416426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83FC" w14:textId="60A5F3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22B4" w14:textId="723932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2A29" w14:textId="567198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D2769" w14:textId="76E03E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6EBD631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F35D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547A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703,39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F571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9C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66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30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3B2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69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C7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8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22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1E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12E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D6A6" w14:textId="3927F6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6004" w14:textId="0F4956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5EC2" w14:textId="68C9F0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0222" w14:textId="04DA31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99B08" w14:textId="03D25F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6F1CF33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8F33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B322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703,65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30F2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60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0F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77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16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B2A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CF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CE7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CD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48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312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0092" w14:textId="042172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DABA" w14:textId="13276A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C473" w14:textId="3F5611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3011" w14:textId="3E491E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6D02C" w14:textId="5FC5E9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2342740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AB46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BE19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703,67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F5E5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0E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B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F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9C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156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F2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ED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C5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0B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3FC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26FE" w14:textId="28C2ED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90D9" w14:textId="31007F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C5F9" w14:textId="23E642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C5F1" w14:textId="560ECE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B51EA" w14:textId="1F6491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</w:tr>
      <w:tr w:rsidR="002E201E" w:rsidRPr="003E2BAC" w14:paraId="762A1C9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69C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1C22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704,05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51B0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F8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BC1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69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814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54C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4A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D4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B8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98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193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8581" w14:textId="0C2431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7450" w14:textId="263208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01B9" w14:textId="60E770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D5D1" w14:textId="7291A6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CBB4C" w14:textId="5490D3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</w:tr>
      <w:tr w:rsidR="002E201E" w:rsidRPr="003E2BAC" w14:paraId="7C53FFA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96A4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3FA9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705,31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5646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57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C7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05D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A1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7F3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55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C5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DA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6E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4F8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2CE7" w14:textId="4649A1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40BC" w14:textId="4611C2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2339" w14:textId="7AA7E3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11A7" w14:textId="78E179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0FE99" w14:textId="334848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</w:tr>
      <w:tr w:rsidR="002E201E" w:rsidRPr="003E2BAC" w14:paraId="5B5BB74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82D1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B3B6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705,53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7DF9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BF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83B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AA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1D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AAA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6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22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2E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07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9E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1631" w14:textId="0A28D3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586" w14:textId="31CE68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D27C" w14:textId="469F38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D0B6" w14:textId="69A39F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EC516" w14:textId="5458BE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</w:tr>
      <w:tr w:rsidR="002E201E" w:rsidRPr="003E2BAC" w14:paraId="5FAA36E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931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63D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706,58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2716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51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F5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47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A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056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A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FC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38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01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BE5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FECE" w14:textId="659EDB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0053" w14:textId="1192B8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41AC" w14:textId="619A2B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554D" w14:textId="626F76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C4183" w14:textId="43EEEA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</w:tr>
      <w:tr w:rsidR="002E201E" w:rsidRPr="003E2BAC" w14:paraId="5D10CDC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09F1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6F4A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706,92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9328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E9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DB9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49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0C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049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A7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3B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AD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2C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757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B0FE" w14:textId="5DFC7F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CE6D" w14:textId="2401DC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F062" w14:textId="05A0B9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AFB2" w14:textId="07CCC9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A4688" w14:textId="1DF2F3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</w:tr>
      <w:tr w:rsidR="002E201E" w:rsidRPr="003E2BAC" w14:paraId="25ACD2E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B468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1AAC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707,44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660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B0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29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B7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33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FEE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51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9A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7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C2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B2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004E" w14:textId="67DA8E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9FC1" w14:textId="19C522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8CD9" w14:textId="2E19DA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4397" w14:textId="4A9660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FBAC5" w14:textId="341403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</w:tr>
      <w:tr w:rsidR="002E201E" w:rsidRPr="003E2BAC" w14:paraId="65275DE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2409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7D86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708,23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8BB0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95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27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A6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26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53C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EB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59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87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30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2CB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5822" w14:textId="177D85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D657" w14:textId="59E294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6DC0" w14:textId="5C4B6A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FD52" w14:textId="597C57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910D4" w14:textId="43E8A1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</w:tr>
      <w:tr w:rsidR="002E201E" w:rsidRPr="003E2BAC" w14:paraId="11F02B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4AF6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DDC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708,49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AFB0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CB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6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F4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7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C6B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CD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08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9E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36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D38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8742" w14:textId="2E3C7A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C0E0" w14:textId="6F0E81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194F" w14:textId="3F6F32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AD8F" w14:textId="0881D3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73A31" w14:textId="4F7371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</w:tr>
      <w:tr w:rsidR="002E201E" w:rsidRPr="003E2BAC" w14:paraId="4F91301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BC66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A7B8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709,09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4D2C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F0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5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B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7A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8D8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F1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0F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5B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EA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80E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D9D7" w14:textId="5359C3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E513" w14:textId="6A2DD9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C6D2" w14:textId="416083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339D" w14:textId="29C8F0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2F942" w14:textId="794342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</w:tr>
      <w:tr w:rsidR="002E201E" w:rsidRPr="003E2BAC" w14:paraId="04C871A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EFD2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61DB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709,88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3E3A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99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13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C9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46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194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1C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C7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2D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A1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72B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AAC1" w14:textId="20B1D2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98F6" w14:textId="7C9726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EFF5" w14:textId="25B189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54A2" w14:textId="01533C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CA164" w14:textId="7D080B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</w:tr>
      <w:tr w:rsidR="002E201E" w:rsidRPr="003E2BAC" w14:paraId="5923BF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BD55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8BF2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710,03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D4F5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E8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E6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A9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30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7B2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8E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B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61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B4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E97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E89D" w14:textId="093445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AB7F" w14:textId="643728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0685" w14:textId="4076F5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FEEC" w14:textId="243937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C7F13" w14:textId="4D7497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</w:tr>
      <w:tr w:rsidR="002E201E" w:rsidRPr="003E2BAC" w14:paraId="366A0EE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75F2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D5CB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710,66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EDCC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64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BE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59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B9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3E6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049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CC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2E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88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43E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95D4" w14:textId="000B02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E312" w14:textId="1708A2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0985" w14:textId="5109A4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2761" w14:textId="644D94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C9C03" w14:textId="25C3F4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</w:tr>
      <w:tr w:rsidR="002E201E" w:rsidRPr="003E2BAC" w14:paraId="3D72B2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C9CE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F9E7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711,52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3AD3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CA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C4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A4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F5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A24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81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AE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B2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83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D3E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2E45" w14:textId="27CE3D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C4AA" w14:textId="2F9386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7F0E" w14:textId="1C8BFE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1900" w14:textId="27BE52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AD178" w14:textId="65D39A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6E5DDE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35A9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B60E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711,53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5004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82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CE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54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80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081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E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9C2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8A2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67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ADB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E626" w14:textId="7D5E88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1BE4" w14:textId="50033A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DCBB" w14:textId="2E0B0E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E925" w14:textId="3A7F3B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909E8" w14:textId="2BEE6E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3E7A3B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2CB5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4D1D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712,31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8476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0B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C8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DC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7E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01B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1D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451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D2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4C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060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7B74" w14:textId="304E3F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F09A" w14:textId="342B5E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0728" w14:textId="1C2098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60BF" w14:textId="6E91B0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E69B6" w14:textId="5F3746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201D29E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444D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53A0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712,97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36E2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5E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AD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10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D1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F37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FB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94E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E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C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689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7371" w14:textId="3A1DD0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7E0E" w14:textId="503D90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CE47" w14:textId="1376D0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68E9" w14:textId="267D97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79ADF" w14:textId="481894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5ED24F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DCD1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540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713,18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B56A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41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9E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68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EB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D88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0D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1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9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E6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DE7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8658" w14:textId="2AF9A2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E0B8" w14:textId="405144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CB56" w14:textId="49BEF1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6994" w14:textId="2A305A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D033E" w14:textId="030C6B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7FDA2D2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3BAD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8C42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713,95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E7B2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D0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FE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CD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A19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154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44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BC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3C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E5F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E5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D88D" w14:textId="2E023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7ADB" w14:textId="081A0C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F109" w14:textId="3A0065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B910" w14:textId="715202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D9001" w14:textId="3C445B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5F28E5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00269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8655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714,33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788D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B0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1F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1D3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0A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2BE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A9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64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55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F1C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147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2824" w14:textId="155894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DD78" w14:textId="78A868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301D" w14:textId="3BC91E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BB8E" w14:textId="1A9563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4E317" w14:textId="4ACB9C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399A3F4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F9AB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392B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714,82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3598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17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15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7E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FD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4D6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25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0D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9A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AA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1C5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6469" w14:textId="178979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E57E" w14:textId="2DB8D3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C1FB" w14:textId="78C954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7E4B" w14:textId="64A70D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8E15C" w14:textId="63618D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50BAC52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7AF4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1298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715,59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749B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8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B2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EB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61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5E2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40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B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5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61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8A8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63D7" w14:textId="1D157D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03DA" w14:textId="7DAED0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8662" w14:textId="62E7BC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1C52" w14:textId="5B03FE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62A8B" w14:textId="6BB710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7AB8E79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2B2F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C67D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715,60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C4A8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8A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12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0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5A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56E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AC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3C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9B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74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BD5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EC8A" w14:textId="60901B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41A6" w14:textId="05DDDB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5D23" w14:textId="0777E0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EDC4" w14:textId="75C459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C612D" w14:textId="0F4553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67A51C5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9A84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D220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716,48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3BF7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9F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CDD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7F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A5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E2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6A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D3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D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DA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72A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A697" w14:textId="3F4C53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CCAB" w14:textId="6295AB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7F7A" w14:textId="220F87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76D6" w14:textId="7C80C4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5D1FA" w14:textId="3BCD09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3FF218A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3C27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C8A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716,75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370D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45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D9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18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A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B50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07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CE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9D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73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B5B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2D47" w14:textId="35A958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DA3A" w14:textId="5DB4AE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D051" w14:textId="29D544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86D2" w14:textId="246512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C0680" w14:textId="20AD8F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52323E3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A92C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1CA5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717,23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0533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8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A8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C9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FE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6C1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A2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CB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C0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C0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395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000B" w14:textId="003BC9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5521" w14:textId="553142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9021" w14:textId="2BAD63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2438" w14:textId="69E7C0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45735" w14:textId="183F48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</w:tr>
      <w:tr w:rsidR="002E201E" w:rsidRPr="003E2BAC" w14:paraId="13704C5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8A3D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5A5F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717,78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1D4E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9F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7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7E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71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7A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15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4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74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CC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46E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F8F6" w14:textId="1826F2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BD01" w14:textId="0B3063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80D1" w14:textId="670219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A745" w14:textId="42D847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FD7A3" w14:textId="4B20A3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</w:tr>
      <w:tr w:rsidR="002E201E" w:rsidRPr="003E2BAC" w14:paraId="7B15B08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2CEA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23EB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718,13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113B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405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53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4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A6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5E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E3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F8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C8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B6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A80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AB6B" w14:textId="0C54E3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169D" w14:textId="3660B7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70DB" w14:textId="6269BE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6A16" w14:textId="73FE85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9061" w14:textId="666D42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0999ACC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221C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A5DB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718,65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DAB4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F3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88B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3F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12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99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C7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81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35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44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62A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ECD9" w14:textId="6CBA0F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F25B" w14:textId="5CA787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8FBD" w14:textId="3658E1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F0BE" w14:textId="6FFB9B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493DE" w14:textId="305E64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1185D3D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851A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5243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718,87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F813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BA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FF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9F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B7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512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2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041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AE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F4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0DE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80E3" w14:textId="69A144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6725" w14:textId="3DAD55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D8BF" w14:textId="2C7A82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FD36" w14:textId="23C8D0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3FB1F" w14:textId="13F91B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2E07243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1DAC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5CCA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719,37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C042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3A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CB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B9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AC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149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3C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69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BC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D5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62B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F74B" w14:textId="031B7D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9C6F" w14:textId="727632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4443" w14:textId="767ADB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9495" w14:textId="060E74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FF497" w14:textId="3561B8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4DDCA46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061A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3DAC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719,78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1114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C3D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2E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06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3C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95E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A2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12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B4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A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2A0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EE70" w14:textId="60AE83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FC35" w14:textId="19C488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359A" w14:textId="60E82B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1F33" w14:textId="7A0F03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1C197" w14:textId="583E56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540EFA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9D03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9663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719,93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6284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3C9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8A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1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61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6F4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DF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AA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AE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FC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849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80FD" w14:textId="49A236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5FD8" w14:textId="166C6C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DE13" w14:textId="463B00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5B5D" w14:textId="060605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3DE2C" w14:textId="6C5CEB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581E73D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A25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0CA5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720,37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3ECA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58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B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4E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6E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735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EBE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03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8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56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05B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C5F4" w14:textId="3077BA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EF0A" w14:textId="4575C7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44D2" w14:textId="79C64A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2599" w14:textId="20AE4F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13B58" w14:textId="0AB9FD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1FFEB3C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4FB7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3BED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720,47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17A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B2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90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7A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6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727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82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62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3F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3B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6B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56F1" w14:textId="3442D2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013E" w14:textId="72FDD5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6903" w14:textId="5D58E3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7F7C" w14:textId="15CBD4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675B7" w14:textId="6B3159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05BD220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4328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6AA0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720,71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A76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73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75D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A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D8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FDD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22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E3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DD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6C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C3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4FC2" w14:textId="5FCDE4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9CEB" w14:textId="3B2249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BC3D" w14:textId="62D7B1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33F8" w14:textId="490053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899B3" w14:textId="6B10E4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4E04D66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CF0A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CA5E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720,96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9DCE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D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C4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3F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12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6A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BB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B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E5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D6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1D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FA91" w14:textId="095F37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543B" w14:textId="18427E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472E" w14:textId="1AD896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9130" w14:textId="3E43A8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CEAB4" w14:textId="1C165D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1CC38F5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A308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782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4180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96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DF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CD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6E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CD7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E2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DF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5A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C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09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9DE5" w14:textId="12B758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2ABE" w14:textId="278A3B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789D" w14:textId="01EC0A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04B7" w14:textId="3A64A9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CA6B1" w14:textId="63AAF9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1AD5CDC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5F01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D8DA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32FE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31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11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3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43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C71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0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58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3B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B1E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B1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AA37" w14:textId="7CD303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D853" w14:textId="346876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A18C" w14:textId="152A64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56F2" w14:textId="4A0496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E48A5" w14:textId="591D6C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3503D40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439A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85CA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B7C1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4D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3E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5D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A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995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F5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FC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0F8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02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EE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E0F7" w14:textId="5B2EDD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5219" w14:textId="026C2A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7847" w14:textId="21921D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048D" w14:textId="1826BF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15702" w14:textId="685A93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38D1080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E8C9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8B35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97C7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F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A6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12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C08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82F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96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46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9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5A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D1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82A3" w14:textId="739583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94AF" w14:textId="6C92FB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E5F3" w14:textId="1A7D0D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7618" w14:textId="55B01D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32FE3" w14:textId="7577A7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4359F2B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2D07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97AD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F0A3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3A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81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ED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36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36C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1B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9F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1D1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D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0C5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60E3" w14:textId="71FC45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CCFE" w14:textId="32A619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EEAA" w14:textId="7A992C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A0B0" w14:textId="5C33D0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94ADD" w14:textId="050EBC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1991B9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C0A4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84F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C4A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43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C9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6B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EF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A92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38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12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E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43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029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CE8E" w14:textId="42065A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1A91" w14:textId="7DFAA1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059D" w14:textId="2D0985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492E" w14:textId="27622F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127D4" w14:textId="3C98BA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6169B15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8FA4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94CA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721,90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22E9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5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77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4D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16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980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832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236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85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3C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D2A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9EFE" w14:textId="192C59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54E9" w14:textId="5B0D01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31EE" w14:textId="6E4FF5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55A5" w14:textId="04E8E8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09825" w14:textId="44CC7D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0CE65D9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C602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4E0D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722,07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5984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725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7B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0D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53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400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F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53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8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00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5E5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74FC" w14:textId="5D8DD1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A6CA" w14:textId="655F8C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528D" w14:textId="5989A4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A36A" w14:textId="38F59E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C228C" w14:textId="3FEFB0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7EFE68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A1C9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C82D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722,15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9385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69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17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2B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B8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02F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A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784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EA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42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FDC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789D" w14:textId="228C8C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1E90" w14:textId="2DBA8D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5A25" w14:textId="0C2D6B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237E" w14:textId="5E9855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081C0" w14:textId="18ABDF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0D7CA16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01E0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1ED3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722,49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A54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0A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C78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42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1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1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E7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F05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C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AC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6D5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17DD" w14:textId="7AB3E0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4436" w14:textId="0A64E8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BE08" w14:textId="3FD814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20C2" w14:textId="32272B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F82DF" w14:textId="026713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5438557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486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ADC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722,84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D073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75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C4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DC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2F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30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E8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5F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BF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D1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324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8F3B" w14:textId="079DBB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C4A4" w14:textId="34F293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AB4F" w14:textId="057AB8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C67A" w14:textId="54E6FF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CE275" w14:textId="4C4985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76BA37C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333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E278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722,92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3DD0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9A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0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1C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9F5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D56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A0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C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8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A7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584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D113" w14:textId="4DD00C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AE5A" w14:textId="502FB8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947A" w14:textId="5E86D1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E7BC" w14:textId="3850A9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9E1DA" w14:textId="3D7A4B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4CE8604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FA56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DB5F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723,48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FE81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FF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35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CD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D7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45D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35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F2E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DE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D6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FB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A4F2" w14:textId="707AC1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B22A" w14:textId="7208E5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AC1A" w14:textId="2C1575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6026" w14:textId="0B4601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471A3" w14:textId="246034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2C25258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C1F9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9A0D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723,49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0FB4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51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36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E6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4F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F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EF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513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109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0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214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0735" w14:textId="602436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7230" w14:textId="5C26ED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97E5" w14:textId="2E6897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FACA" w14:textId="08E719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F05FB" w14:textId="388D8A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38556D1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1E9B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3A41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724,19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FE36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87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D1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A9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37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E15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0E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E8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07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13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20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DBBD" w14:textId="1B1BF6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C1CB" w14:textId="09D398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644E" w14:textId="73877F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0330" w14:textId="2EBDD3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D3636" w14:textId="590122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0FD5BDC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45E8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F6B4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724,25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87A3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5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BA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93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F01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1AF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3A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9B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61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77B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EAE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CE46" w14:textId="2B388E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0419" w14:textId="5E11F4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F8CE" w14:textId="72902E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BE21" w14:textId="2A69E8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0DE88" w14:textId="243ADD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2A1062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DF5C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F54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724,89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40A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9E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21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2E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97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CFE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EB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06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49F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81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8A1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2F0A" w14:textId="501251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54F2" w14:textId="6C3299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983D" w14:textId="633271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2B35" w14:textId="5C3542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1824C" w14:textId="72CAEF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0095516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A42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483F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725,06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BB50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38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56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77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AE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85F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E3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CA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A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EC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977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E721" w14:textId="43B2BD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D505" w14:textId="041B22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2092" w14:textId="69770D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4F57" w14:textId="21D9FE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68F54" w14:textId="678DD9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5866BC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5F8A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5B78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725,65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2D1F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7AC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27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16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AB1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91B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85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AD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27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DD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EA7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E697" w14:textId="40DA2B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05FF" w14:textId="18FB2C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EAFD" w14:textId="3FB0FD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E691" w14:textId="0013EB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52FC7" w14:textId="4E10DA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4690BFF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6351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2D7C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726,07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FD80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FB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E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9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72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F9C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59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39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21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E0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AF0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0F19" w14:textId="6125DC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1823" w14:textId="1A65CA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B97A" w14:textId="0C09FB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5116" w14:textId="448EBF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EBC0A" w14:textId="600C6B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</w:tr>
      <w:tr w:rsidR="002E201E" w:rsidRPr="003E2BAC" w14:paraId="76606DA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227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391B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726,31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CF50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36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5E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A7A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F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75E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27E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4F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C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E5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65D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1A33" w14:textId="39B0EF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EF64" w14:textId="62AB3E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B981" w14:textId="54E920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4C1A" w14:textId="381565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64ACE" w14:textId="315CEF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</w:tr>
      <w:tr w:rsidR="002E201E" w:rsidRPr="003E2BAC" w14:paraId="0B0BED0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5B1E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A41F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727,06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58FF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DE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BA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07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1E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3B1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AF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DD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E7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64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EA2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077C" w14:textId="00377E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1F0E" w14:textId="7633D7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0AFF" w14:textId="65DE65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80DF" w14:textId="23615F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FD99A" w14:textId="2D1AEE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</w:tr>
      <w:tr w:rsidR="002E201E" w:rsidRPr="003E2BAC" w14:paraId="448EE4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91A1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4FA0B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727,22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A72D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00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23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F7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E7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4CF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2A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DE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D5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88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082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6BDE" w14:textId="149801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2B1E" w14:textId="6709BF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0753" w14:textId="6F9C1B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C46E" w14:textId="43D165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3A287" w14:textId="7FE85B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</w:tr>
      <w:tr w:rsidR="002E201E" w:rsidRPr="003E2BAC" w14:paraId="38128F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E277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13E1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727,72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BB3A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2A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03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67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4C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BD0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EF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D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AA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5F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92B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0F53" w14:textId="4C73C7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C42F" w14:textId="179A8F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2189" w14:textId="0E2259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2BCE" w14:textId="578C37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C7008" w14:textId="422366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</w:tr>
      <w:tr w:rsidR="002E201E" w:rsidRPr="003E2BAC" w14:paraId="3AAE82B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178B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42F7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728,47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17B5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A66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09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0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A99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A0A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A3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F9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5F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2E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DE4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427E" w14:textId="5BDB30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D948" w14:textId="213144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5C39" w14:textId="2C1AFD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D1F9" w14:textId="344669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8FA12" w14:textId="3FF00B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</w:tr>
      <w:tr w:rsidR="002E201E" w:rsidRPr="003E2BAC" w14:paraId="488C11F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D9A2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2FE1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728,47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D7CD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68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52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1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76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E53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64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B3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E9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E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F70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CC4D" w14:textId="1A2124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76F9" w14:textId="4A1812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EF7E" w14:textId="72A90B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A817" w14:textId="14F695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B42BD" w14:textId="4B0DF5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</w:tr>
      <w:tr w:rsidR="002E201E" w:rsidRPr="003E2BAC" w14:paraId="3319FF4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9A31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6DF1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729,13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D024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BA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3BC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D4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8CB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B05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A4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14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74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847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2EB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E1ED" w14:textId="6EC8C7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F685" w14:textId="54DBD6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39B6" w14:textId="338EE2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DC74" w14:textId="058A54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2FFBE" w14:textId="46B087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</w:tr>
      <w:tr w:rsidR="002E201E" w:rsidRPr="003E2BAC" w14:paraId="017444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6420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45DE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729,82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7A2A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F3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CC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2E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A7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EF6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3D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7B8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79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1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CE2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136E" w14:textId="4163FB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3C1F" w14:textId="53A067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774F" w14:textId="5EB5BF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E9E3" w14:textId="4CBDC5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6A1A7" w14:textId="429002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</w:tr>
      <w:tr w:rsidR="002E201E" w:rsidRPr="003E2BAC" w14:paraId="0E17CF7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79C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E79E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729,87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AEA7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7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82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85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6C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53A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D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F6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9E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D5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0D6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F4A1" w14:textId="765110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A5AB" w14:textId="550149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8183" w14:textId="47AC05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6A1D" w14:textId="3A15AD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0A71D" w14:textId="0AF2C4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</w:tr>
      <w:tr w:rsidR="002E201E" w:rsidRPr="003E2BAC" w14:paraId="161AFC8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7DD5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784D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730,61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4548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2F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8A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EDD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AF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8B6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62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EC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2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F1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BEC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5433" w14:textId="79B4E1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15B3" w14:textId="32877D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4074" w14:textId="1C4A8D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8679" w14:textId="3FE329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28BD4" w14:textId="725655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</w:tr>
      <w:tr w:rsidR="002E201E" w:rsidRPr="003E2BAC" w14:paraId="6C02E01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5605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289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731,25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E17E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6C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1F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DD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9E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0DF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60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1C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6B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8A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D7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968A" w14:textId="5E4E33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079F" w14:textId="2B6F93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304A" w14:textId="248B79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2BF9" w14:textId="667476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1C5ED" w14:textId="1F8183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</w:tr>
      <w:tr w:rsidR="002E201E" w:rsidRPr="003E2BAC" w14:paraId="0B83347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5C1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2370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731,28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B15E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5D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69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9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B8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57C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DF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A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8A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A7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94D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A289" w14:textId="2620ED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6C2A" w14:textId="6D45BA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4D9E" w14:textId="294BB7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6F60" w14:textId="71AF49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EB2EE" w14:textId="220C2B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</w:tr>
      <w:tr w:rsidR="002E201E" w:rsidRPr="003E2BAC" w14:paraId="620D4A2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7FC7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03A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732,01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D1FB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12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CC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AA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20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276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27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E1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F7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C98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13D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1261" w14:textId="555F54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EF2C" w14:textId="2A2683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6650" w14:textId="59D5D4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0AAA" w14:textId="4D8C91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40269" w14:textId="3EF138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</w:tr>
      <w:tr w:rsidR="002E201E" w:rsidRPr="003E2BAC" w14:paraId="799D70B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E212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E522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732,69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603B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F60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AE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60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D1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4A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75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E2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1A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A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159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78C0" w14:textId="1E44ED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1FFD" w14:textId="29E4F5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F643" w14:textId="6D9F34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61E0" w14:textId="6AFA66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D99AE" w14:textId="6C49DC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</w:tr>
      <w:tr w:rsidR="002E201E" w:rsidRPr="003E2BAC" w14:paraId="57FE78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FAFC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ACB5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732,75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B86E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C9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D7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BF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15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AF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84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4D7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61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F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A11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45B1" w14:textId="35EC68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4FF2" w14:textId="42925F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DD0C" w14:textId="14ABAA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B894" w14:textId="14E85F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1C77A" w14:textId="53847D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</w:tr>
      <w:tr w:rsidR="002E201E" w:rsidRPr="003E2BAC" w14:paraId="0755643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665B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DBD0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733,37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D454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A3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1C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D8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2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E5A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0E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97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23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8E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DEC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4B48" w14:textId="135460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03F7" w14:textId="700A94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E968" w14:textId="4048F4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09FB" w14:textId="73E9D8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4BBCC" w14:textId="3DC076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</w:tr>
      <w:tr w:rsidR="002E201E" w:rsidRPr="003E2BAC" w14:paraId="6F6ED32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F35D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66A7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734,31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25B3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85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6E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6B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3A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691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D0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0B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1A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BB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135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3330" w14:textId="653D9B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AA1B" w14:textId="000B05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9658" w14:textId="7E6C0F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5AD9" w14:textId="478DBC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92F78" w14:textId="00E125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</w:tr>
      <w:tr w:rsidR="002E201E" w:rsidRPr="003E2BAC" w14:paraId="428F5E0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A76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3686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734,39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C843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A1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C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41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CF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BD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1C3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8B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75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A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382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EBAD" w14:textId="07F300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339F" w14:textId="7654C5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4A8E" w14:textId="73F0E3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03BB" w14:textId="4A5301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FBDC2" w14:textId="4A585F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</w:tr>
      <w:tr w:rsidR="002E201E" w:rsidRPr="003E2BAC" w14:paraId="04F10C4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16B5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3F61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735,39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8E1F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5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DF2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02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1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EAB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8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12E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CA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9D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F7A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A18D" w14:textId="2C77FF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79CA" w14:textId="083DD1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F7F9" w14:textId="775930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F122" w14:textId="6A6F8D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D91D9" w14:textId="696FFF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</w:tr>
      <w:tr w:rsidR="002E201E" w:rsidRPr="003E2BAC" w14:paraId="1C42FC7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7096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03C02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735,92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2757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C5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2A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ED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9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F69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8B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0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11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ABA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12D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0C3C" w14:textId="59BCDE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42C6" w14:textId="509EA0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6BC4" w14:textId="5A732A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FCC4" w14:textId="17283D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9DEBF" w14:textId="68E78B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</w:tr>
      <w:tr w:rsidR="002E201E" w:rsidRPr="003E2BAC" w14:paraId="730EB61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DC01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3BF6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736,49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5EC9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C7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31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ED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36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3D5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67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D4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A1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953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B4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24BA" w14:textId="6E4D24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C9E3" w14:textId="0A0C12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ECE5" w14:textId="155563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E875" w14:textId="22F7B9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C8D1E" w14:textId="5F08E1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</w:tr>
      <w:tr w:rsidR="002E201E" w:rsidRPr="003E2BAC" w14:paraId="3E97EA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6BF2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4720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737,08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AF8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C4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BE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AB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53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500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C5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FE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36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25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ED9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9DC1" w14:textId="62DAC6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D82C" w14:textId="20C954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C868" w14:textId="01FEED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0F02" w14:textId="3AB150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16F4E" w14:textId="4EA3E9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</w:tr>
      <w:tr w:rsidR="002E201E" w:rsidRPr="003E2BAC" w14:paraId="251422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03ED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C89D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737,59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46D2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2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37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89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42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F45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29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DC6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DA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2D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E18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CFC3" w14:textId="38A65F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2D1A" w14:textId="610DCB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204C" w14:textId="1F2830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0C5B" w14:textId="050DC5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CC590" w14:textId="1E0DEA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0,27</w:t>
            </w:r>
          </w:p>
        </w:tc>
      </w:tr>
      <w:tr w:rsidR="002E201E" w:rsidRPr="003E2BAC" w14:paraId="0DDA02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7FEF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1A5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738,23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0CDF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3C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6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A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A5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07A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7B3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0B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56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87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6FD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0C82" w14:textId="38A81B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B710" w14:textId="03F578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A080" w14:textId="5241BA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3779" w14:textId="081F96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60928" w14:textId="0CA4EB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3CF22A5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8F4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872F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739,28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2CFC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27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3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2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DE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BA9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EEB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02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F7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97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857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7070" w14:textId="5A1E21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268C" w14:textId="579AA4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82A1" w14:textId="40FBA7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360E" w14:textId="69D0DB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56936" w14:textId="435F60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</w:tr>
      <w:tr w:rsidR="002E201E" w:rsidRPr="003E2BAC" w14:paraId="44DC949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4E15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AB2C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739,30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E11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A8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ED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32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20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A3C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41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52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8D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F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3BD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36BE" w14:textId="749BAD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E973" w14:textId="5048F7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8CC4" w14:textId="36C588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E038" w14:textId="6814B4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893D7" w14:textId="51C941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2E201E" w:rsidRPr="003E2BAC" w14:paraId="378A5E0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3D5D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46CE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740,42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6E43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D9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15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70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07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840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CE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E7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59A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1D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4B8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1BC2" w14:textId="5CCAFE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B22E" w14:textId="03FD19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4AE1" w14:textId="72AC59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6E1C" w14:textId="6011A1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7EFE0" w14:textId="08C969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0,20</w:t>
            </w:r>
          </w:p>
        </w:tc>
      </w:tr>
      <w:tr w:rsidR="002E201E" w:rsidRPr="003E2BAC" w14:paraId="47E6FF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473E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3CCC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741,06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8190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C6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05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CD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5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2CD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D3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C8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B6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0C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CC5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CA7A" w14:textId="7006D1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8A4E" w14:textId="21884F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A009" w14:textId="0CC7B8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60F8" w14:textId="244D01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FF2EB" w14:textId="6A2980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2E201E" w:rsidRPr="003E2BAC" w14:paraId="14087A9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EC90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717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741,48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571F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C9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DC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79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4FA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30D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64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9C2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AA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DB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E70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5619" w14:textId="7695B4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ACF6" w14:textId="39F2BE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35D3" w14:textId="06759B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E567" w14:textId="628E69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E5CBB" w14:textId="55935C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441C62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5462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6117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742,64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C29B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21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F9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EE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D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0A6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0B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7C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8E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65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2B7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B6D0" w14:textId="17C0A4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36E2" w14:textId="2070C8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5678" w14:textId="0C65D8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EF51" w14:textId="20A325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6D954" w14:textId="4A2329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5A2D3FF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0453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F255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742,86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C57D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53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71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FA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BC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A0B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54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68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6E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45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EFB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EBDC" w14:textId="619AA3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0FDE" w14:textId="4CFFD4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934A" w14:textId="497C05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36FA" w14:textId="7ECDA9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5FE65" w14:textId="263A67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1B373B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FC71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9A21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743,67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FF21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BD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8A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82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A3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5D6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6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DA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BC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94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2AC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D3B0" w14:textId="1D1777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E280" w14:textId="0D2CD7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20FE" w14:textId="0E2F25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779C" w14:textId="0327C7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54C26" w14:textId="489701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60E1C25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F834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CF2EF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744,69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D08F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AE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9C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60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B3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E97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EB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01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0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B15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23A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50F6" w14:textId="3F3533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CF00" w14:textId="6C91E5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007A" w14:textId="78F3A3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1B1E" w14:textId="188E24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31CB9" w14:textId="25EB8C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79E0CB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E97B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2D9C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744,83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D91F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1F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23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77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46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98A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E2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57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8E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28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664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44EF" w14:textId="00EE68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4ACF" w14:textId="037980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B3B3" w14:textId="4668B9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C553" w14:textId="310332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BDF31" w14:textId="08FECC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85BF85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5A2E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AA7D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745,87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AD66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DC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D3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59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12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DC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AF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FD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A0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05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6F6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0E7A" w14:textId="2B4857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4B0A" w14:textId="7BF367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AE0E" w14:textId="11394A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0662" w14:textId="149027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3B963" w14:textId="74986A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7C66FFE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53C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633E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746,55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5168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90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26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812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21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89A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18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2C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2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5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389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C23C" w14:textId="74BFB5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578F" w14:textId="79B542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C1AB" w14:textId="0BBEB7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AA38" w14:textId="575DC7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4EBCD" w14:textId="3A79B2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4EAF7A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74E2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D22BD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747,02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CA69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F7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63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CE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A3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BD2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16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E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21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A8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3D5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F315" w14:textId="1988FA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7766" w14:textId="71F047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46D0" w14:textId="6D09BB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93B2" w14:textId="3B7928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6F059" w14:textId="6AB25E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0,07</w:t>
            </w:r>
          </w:p>
        </w:tc>
      </w:tr>
      <w:tr w:rsidR="002E201E" w:rsidRPr="003E2BAC" w14:paraId="50CBB4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FFFC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738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748,07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3B1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7F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28F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2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16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03E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5D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3C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9E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53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590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671E" w14:textId="34096B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A863" w14:textId="70636A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D8EB" w14:textId="1F0142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5668" w14:textId="016AC3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4C5F9" w14:textId="7BD974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1B9CCB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D4B0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77A9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748,43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B271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6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1E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04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D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19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6D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4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9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C7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D3D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502A" w14:textId="325F4C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36AB" w14:textId="28983A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2F09" w14:textId="18016F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6249" w14:textId="4C8689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24138" w14:textId="1A7B05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37F69BE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4146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3622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749,20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CEB1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DB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8C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00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83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65A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B8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2E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1E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E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09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4E54" w14:textId="34A1C5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F5F0" w14:textId="4CADE7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B0C1" w14:textId="357D8D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E1A4" w14:textId="2B46F1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B05B4" w14:textId="609CFD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723DF6C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C82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C3824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750,27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D6C2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BD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51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B0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E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531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4C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2C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0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E6F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6F65" w14:textId="0D5E77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21AE" w14:textId="7D9555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B539" w14:textId="5B5EB5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4192" w14:textId="044127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64D3D" w14:textId="6DF136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</w:tr>
      <w:tr w:rsidR="002E201E" w:rsidRPr="003E2BAC" w14:paraId="7C9AB6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30ED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033E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750,33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78FD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D9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27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BE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AC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92A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37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74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9E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AA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D32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DA89" w14:textId="57D481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ADFB" w14:textId="3A8CDE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6BD2" w14:textId="1B9996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37DF" w14:textId="66F1F5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E4506" w14:textId="4E7D37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8B89CC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692B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B669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751,39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E6F1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06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ACF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F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52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28F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80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66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C7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EC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945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79DA" w14:textId="376127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4728" w14:textId="166817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B4C2" w14:textId="5B6956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32A6" w14:textId="426EE6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1B84F" w14:textId="779AB6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D199F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6304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BF51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752,22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AE4D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7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45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27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57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170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98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29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71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2E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E81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2E55" w14:textId="754AA2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5CE8" w14:textId="7ABEB0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F00B" w14:textId="57B4FC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C5F1" w14:textId="75ACFB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27043" w14:textId="789FA2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0CD9CE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0E46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B724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752,46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F6FF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41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9B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C2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DF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879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F7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07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1A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78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69A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12D4" w14:textId="24DFD5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0F61" w14:textId="4FD3EF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D733" w14:textId="2FE2A6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AD00" w14:textId="3AC844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E9B03" w14:textId="41CE4D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9C57E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0929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8811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753,59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0D49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4D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7E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64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31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050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2A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AE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8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68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CE5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4725" w14:textId="658B20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0D71" w14:textId="0C5155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67F7" w14:textId="553BC8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4640" w14:textId="432942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4BEB9" w14:textId="79CCD5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04B254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A200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ED37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754,08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7542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7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3E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84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85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17D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1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1A3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7A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C5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859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528A" w14:textId="656D58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25C4" w14:textId="3F8244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9B6F" w14:textId="46992E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B2E2" w14:textId="179954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085D6" w14:textId="324D45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B4886E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E1FA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4191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754,66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85DB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10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5D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B8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B3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A2A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30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48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C0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E8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6C0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ADBE" w14:textId="5DDEEB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1F46" w14:textId="19479B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A4AF" w14:textId="421FDB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A8E9" w14:textId="444FA4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1DC98" w14:textId="4A99B6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0AB04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6C94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927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755,56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B704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64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6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2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E4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975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01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D0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50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F2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78A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5E19" w14:textId="14701F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CDC3" w14:textId="6BA73B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5BDF" w14:textId="0F9FF9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7664" w14:textId="2506ED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CC840" w14:textId="743FDD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B636F9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DD9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C34E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755,87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B235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2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03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30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A4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E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06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D8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2F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F7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812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B177" w14:textId="441FAD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F840" w14:textId="45B03F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76CF" w14:textId="5662A1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A895" w14:textId="78D695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73D9C" w14:textId="2C0A3B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A898A8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BC35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5AF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756,42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D6D5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1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AD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E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C7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F27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B8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28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8F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37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0E5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EF88" w14:textId="3D42E7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2E65" w14:textId="2500F9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8115" w14:textId="0C63E3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B26F" w14:textId="16FBA3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D2FA4" w14:textId="2218EB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4B4CB2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9469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95F6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757,32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2C74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66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43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C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BC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F2F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7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6D0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A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C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B56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BB11" w14:textId="3CF4B8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33C0" w14:textId="623761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058C" w14:textId="77A8BE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998F" w14:textId="6A3D86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6EAA6" w14:textId="6420F1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EACC14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E18F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4151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757,57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CF78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D0D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94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96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20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4D7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E9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1E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BA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B1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B01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2CFE" w14:textId="29BE8B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ED87" w14:textId="1397A3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4B8F" w14:textId="385031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5590" w14:textId="6C5DAE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63A06" w14:textId="1CCE44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FFF57E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80D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F7E6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758,18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4940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7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81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1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3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388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D6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BE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D9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63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FB9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8C49" w14:textId="5FDAB6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9893" w14:textId="7CDC53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00E4" w14:textId="105D3B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FB3B" w14:textId="184219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DB617" w14:textId="40BED0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9C9126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DC7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F6EA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759,08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9AED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D9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38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C1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EA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A07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B2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06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BB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93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51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6B28" w14:textId="268504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9FD8" w14:textId="1B17DF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F1CB" w14:textId="37A201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C7CC" w14:textId="473373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5A8C9" w14:textId="0C7EAE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4BE8AF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D36B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CC4F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759,13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21D9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B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50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C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F3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3A8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2D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0A0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B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60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2B3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AE33" w14:textId="229FD4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CD3E" w14:textId="06CD32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A0E3" w14:textId="5FBEB7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E461" w14:textId="2B84DD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434C1" w14:textId="2D62EC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F967EE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B2BC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C0838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759,95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743D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88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64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1ED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74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F56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16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F6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A9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28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E35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D69C" w14:textId="6B97C2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F297" w14:textId="5132D7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757C" w14:textId="387A1A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B55E" w14:textId="4FCF6A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5AE25" w14:textId="213FB5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21BAC06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8E7B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31DB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760,52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CBC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433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89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37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20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6F7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2E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8E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F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F5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955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76C22" w14:textId="696B96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3AEE" w14:textId="4BC810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897C" w14:textId="44BE76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4FC3" w14:textId="2760BF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0AD07" w14:textId="3938B7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3E7D20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7522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B7F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760,84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49EB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C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83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AE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F3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CE4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4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DD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74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9B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C6F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2BBA" w14:textId="4B8A7C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714A" w14:textId="03FE05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DAE2" w14:textId="490F5E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D003" w14:textId="212A92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700FA" w14:textId="0E8114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03E51CE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6527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A72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761,71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0B45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41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4D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52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98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795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8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DC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3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60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7EA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B18D" w14:textId="6B6B10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33FC" w14:textId="1A7B43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0226" w14:textId="100105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16BD" w14:textId="4BC132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42D92" w14:textId="2607B1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AD1D17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9160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3EE8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761,71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66FF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04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5F5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DB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4C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6D4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97A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BD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73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C8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C42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76F6" w14:textId="5667D0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6E51" w14:textId="02F241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070B" w14:textId="2CE205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273C" w14:textId="412454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9F465" w14:textId="0338AD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676704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5D5E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041A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762,36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7032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71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FC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C4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B7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27B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14C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0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F8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20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D4D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1A9E" w14:textId="178B2C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1556" w14:textId="443856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5A7C" w14:textId="6C07A7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2382" w14:textId="6ECD03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E119C" w14:textId="7A5218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F8F63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BE2F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22EE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762,67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3540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F3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91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66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20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86C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1B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4C6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D3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24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F8B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CE99" w14:textId="468076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8A03" w14:textId="647AED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8B66" w14:textId="26A5A6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C0FC" w14:textId="7336AE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18A32" w14:textId="1D5B68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6BD352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E431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3C29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763,01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17C8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1E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20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63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3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5EC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58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AC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9D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7C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008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E4C1" w14:textId="2E05A1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A2DE" w14:textId="1D97DF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0813" w14:textId="1EF9D4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8A42" w14:textId="33E402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CD925" w14:textId="2DE382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FD5F4C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01C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E6E0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763,43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4289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1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A0D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404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BD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DE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1B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7B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46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F5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4CA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58C0" w14:textId="79EC6F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732D" w14:textId="227EC7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4C61" w14:textId="345A61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0691" w14:textId="642FAB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7E702" w14:textId="4803FA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7A951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1CEB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70A5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763,66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9205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EB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86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5A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0A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986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58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3B9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E3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B0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821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EA01" w14:textId="58EB59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0F2B" w14:textId="61FBAB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A030" w14:textId="183F8A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3AC9" w14:textId="03925A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119D7" w14:textId="465D81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FFBB1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B139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06B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764,00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21C5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78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A5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93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40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E5B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E7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B19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1C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32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5A3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0D92" w14:textId="570960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8304" w14:textId="55BC30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F65C" w14:textId="15DDAC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1351" w14:textId="2E2FEC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6F9D8" w14:textId="06D248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41F28FC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C71A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5B0B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764,32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D130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E6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0F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44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7B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AF2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45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FE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8C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01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4AA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F6AE" w14:textId="667F21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5937" w14:textId="21291C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4AF3" w14:textId="404D42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406B" w14:textId="2C67A8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11154" w14:textId="0D3B78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7EA3BE5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8335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9A6A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764,43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E5B1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1D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08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E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38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CC0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4C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58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68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ACF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C4E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05A0" w14:textId="755E76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9A67" w14:textId="588CD7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1BA3" w14:textId="1F2103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1B39" w14:textId="592644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E3FD5" w14:textId="33B173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FF4936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C937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70FE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764,74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E690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A4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A4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8A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A0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6A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C5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95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F2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BA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41A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90C2" w14:textId="2131B4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3679" w14:textId="1A02EB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8B30" w14:textId="366525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71FF" w14:textId="6DC632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C415E" w14:textId="41722B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2C60DC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C8CC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589B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764,94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439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8D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C1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F8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CF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685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3C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19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E74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DE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F5A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8422" w14:textId="3B155C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0369" w14:textId="26091B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C50A" w14:textId="367139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C7B4" w14:textId="67F169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D31A3" w14:textId="374D57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5E37FCF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0AB9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7FE3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764,96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3655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EF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E5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86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50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97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74E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91A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0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A8E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B1A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4ECD" w14:textId="5A6E52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186A" w14:textId="7A17FD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83C9" w14:textId="550645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7171" w14:textId="522E0A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5B119" w14:textId="34F2DE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B31A9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F1B8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42B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765,12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399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16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9F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6B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EA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4D7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25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02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7F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FF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891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8F43" w14:textId="2DE8DD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CA4A" w14:textId="2301B3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67A0" w14:textId="1EA53F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50CC" w14:textId="295AC8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97CB2" w14:textId="743D2F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9E16A2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466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26A1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765,25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09AE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8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E8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C4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49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BCF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43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DC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A1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E1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2C6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BF8A" w14:textId="3023C1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D445" w14:textId="086F3E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2B52" w14:textId="486CE4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8A81" w14:textId="29D472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66D06" w14:textId="558415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2F665E5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B328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33DB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765,38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829F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A6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E4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AD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B5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688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AC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2B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BD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6E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0D2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589B" w14:textId="21C3D2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F07F" w14:textId="2D7A75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2F32" w14:textId="1D4737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8321" w14:textId="3C91A2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A6D78" w14:textId="279FB8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D74E88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3D65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7746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765,55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D9C0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3F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84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9F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43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5E1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4E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89C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5B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3A1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4E9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4D7A" w14:textId="5A8ABA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1624" w14:textId="7154A3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39BB" w14:textId="6791BB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AA94" w14:textId="0B9758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1BBF8" w14:textId="3615E9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20324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08FE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173E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765,62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CE26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D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EC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06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47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846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D8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EB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6C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9F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DED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4EE1" w14:textId="2062A5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F4B0" w14:textId="55B642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F3CE" w14:textId="50BFC2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06F1" w14:textId="206946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E34FA" w14:textId="6E3A89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4A3F888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8CC5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874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765,80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CB0E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5F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0F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9A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5E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C19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BD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E2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4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9F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2E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D673" w14:textId="7541A2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D8DD" w14:textId="15EA45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5D05" w14:textId="5659B8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4E47" w14:textId="6875F2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7BBE1" w14:textId="0E921A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0A5ED2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6531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319D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766,18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7393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117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B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1CD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7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5C5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2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8D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5C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B2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68F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4236" w14:textId="4E5C3E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B9B3" w14:textId="271397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0F0D" w14:textId="1A2220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257E" w14:textId="451A76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9F5FD" w14:textId="44FD8D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867616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D0F2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015E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766,28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A099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E7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2C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2C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0BF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F51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E8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F9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23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7D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C07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F1A1" w14:textId="34BB79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86F4" w14:textId="784717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13D5" w14:textId="15B60B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C05F" w14:textId="29B399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5EF3B" w14:textId="4BCDEE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65EC3E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119F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16BE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766,71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9DD2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43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4A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8B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5B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13C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C0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D7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4F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C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9BE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1B9B" w14:textId="122FCD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B690" w14:textId="62655B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A76C" w14:textId="541883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D6D8" w14:textId="6570DB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5D2A4" w14:textId="5C2043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3A8D9DF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8F60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6662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766,93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D88E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39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AB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C1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8C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AA8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9A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BF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14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4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934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A851" w14:textId="68DD62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1B4B" w14:textId="0D3E89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ED6E" w14:textId="491965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5EFD" w14:textId="0A872E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FFB6F" w14:textId="447BFA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</w:tr>
      <w:tr w:rsidR="002E201E" w:rsidRPr="003E2BAC" w14:paraId="4FDAE17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F252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5B26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767,44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D13F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E1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43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A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B5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72D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1B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85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5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A2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2C3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A94A" w14:textId="6EFA42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356E" w14:textId="11C612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839E" w14:textId="02463D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2940" w14:textId="53B7E6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F68F8" w14:textId="16EF90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0DF064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075C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6FD5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767,58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50D9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68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47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8E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85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34D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0C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95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03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5F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3F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A50E" w14:textId="43A1EE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CF06" w14:textId="273397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D0DA" w14:textId="5E6F19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1375" w14:textId="288482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16EA9" w14:textId="6ABCE8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6A01EEB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01F8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A2D9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768,23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72DD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7A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C1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5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42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05F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90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2B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52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C9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C98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2D2F" w14:textId="6801F0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5EA7" w14:textId="2F4C92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3329" w14:textId="16B5FD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ADE6" w14:textId="632B91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009BA" w14:textId="74404D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0F90FE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310E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135F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768,42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36C1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6D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F8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50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46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DC0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02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70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79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6F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1EB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7187" w14:textId="356896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34B0" w14:textId="3C725E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2C50" w14:textId="4789D0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D3DF" w14:textId="7348F0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317EA" w14:textId="12A168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4F86686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E3C4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FAC7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768,89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D68E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EA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CE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BB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86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97B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31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97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82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EC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EBA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EB44" w14:textId="7E217E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419A" w14:textId="41589E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B01A" w14:textId="4A2122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925C" w14:textId="7613FD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FC71C" w14:textId="3AB559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</w:tr>
      <w:tr w:rsidR="002E201E" w:rsidRPr="003E2BAC" w14:paraId="1E775DE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5FC1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990B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769,53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68F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9A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C2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6B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CB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389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A7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2A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07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5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498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53AC" w14:textId="4FBCE7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B8A3" w14:textId="3C33F8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262C" w14:textId="0AEEDB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41A0" w14:textId="294112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95038" w14:textId="68579F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7286D4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5AD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105F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769,68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33AE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07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94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7D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86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E66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B9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84E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9B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56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C09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294D" w14:textId="58D462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2EAA" w14:textId="5997C6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F25F" w14:textId="175A94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EC59" w14:textId="06AB5C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CD0E6" w14:textId="45B985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</w:tr>
      <w:tr w:rsidR="002E201E" w:rsidRPr="003E2BAC" w14:paraId="202994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9BE7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022E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770,19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C778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31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0F0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18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F0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9D4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D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D09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6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E3E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E52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6A48" w14:textId="0AFBBE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0DDF" w14:textId="225DE2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EE74" w14:textId="430865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9973" w14:textId="6BE116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DB22E" w14:textId="459FFD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516492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1FEF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4585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770,84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0D8E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66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8C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18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A2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59A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C8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EE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6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EB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5F3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37A2" w14:textId="5F0B84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14E0" w14:textId="0B4A0A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92BE" w14:textId="1631CB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53CC" w14:textId="6845EE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C8B9B" w14:textId="07DD25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</w:tr>
      <w:tr w:rsidR="002E201E" w:rsidRPr="003E2BAC" w14:paraId="2F7AC1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59CB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1DC3E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771,24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5599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ED7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59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65E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A5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F95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4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C7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C0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12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499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C480" w14:textId="602DDA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1D19" w14:textId="36D902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FD34" w14:textId="5BC4E8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ABC6" w14:textId="15CA45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9BCBE" w14:textId="246837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</w:tr>
      <w:tr w:rsidR="002E201E" w:rsidRPr="003E2BAC" w14:paraId="4A1F1EC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6E9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03E6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771,50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9F06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F5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7B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A7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48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EB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D2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BD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61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8C1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99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C171" w14:textId="592EB0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D9E7" w14:textId="6CDB26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4231" w14:textId="6C8B4A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3262" w14:textId="5CEB62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8B89C" w14:textId="0B039B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</w:tr>
      <w:tr w:rsidR="002E201E" w:rsidRPr="003E2BAC" w14:paraId="7ECE72E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ED68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BDA2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772,14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1B51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19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28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60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E6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22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3B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B8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81D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27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31C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DE4B" w14:textId="3059E1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AB19" w14:textId="7EC6BF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E5B4" w14:textId="0D3BFF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FB8A" w14:textId="0D7C8A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3AC1C" w14:textId="76E453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</w:tr>
      <w:tr w:rsidR="002E201E" w:rsidRPr="003E2BAC" w14:paraId="7843052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1A11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13E9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772,78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E0E2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5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1F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E8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66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862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CD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61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C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C4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A1C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1073" w14:textId="0C4BBC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E10C" w14:textId="654DC8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57F6" w14:textId="4A786D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4099" w14:textId="34998C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40B52" w14:textId="7F127D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</w:tr>
      <w:tr w:rsidR="002E201E" w:rsidRPr="003E2BAC" w14:paraId="41E6036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2A9E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220B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773,07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1970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25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DA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14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77F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C5D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9B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94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6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82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3A5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C80A" w14:textId="2A63EC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E6A6" w14:textId="735F6F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3EEE" w14:textId="2BF5A1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F505" w14:textId="1E91DC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4A25F" w14:textId="1CE68B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</w:tr>
      <w:tr w:rsidR="002E201E" w:rsidRPr="003E2BAC" w14:paraId="533439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1C9D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D3C5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773,44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56D0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6D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F2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48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3D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8DD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01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9D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CC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33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D3D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CFD1" w14:textId="66B8DD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3302" w14:textId="0A0C61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A266" w14:textId="155F2D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189E" w14:textId="043659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E3F03" w14:textId="53CE6C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0,18</w:t>
            </w:r>
          </w:p>
        </w:tc>
      </w:tr>
      <w:tr w:rsidR="002E201E" w:rsidRPr="003E2BAC" w14:paraId="633AB4F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83FF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DE2F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774,10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C4F4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83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84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09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BA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758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EE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3D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AE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74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FA6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84D0" w14:textId="507F11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DE0D" w14:textId="00A48E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854C" w14:textId="28D724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6FB9" w14:textId="13AEAF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F1879" w14:textId="541D09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0,21</w:t>
            </w:r>
          </w:p>
        </w:tc>
      </w:tr>
      <w:tr w:rsidR="002E201E" w:rsidRPr="003E2BAC" w14:paraId="2267BD6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3E68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43F2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774,75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B321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5A2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67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59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A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454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06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3D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48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F8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D8E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4D54" w14:textId="555E93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5965" w14:textId="4C9FC0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5548" w14:textId="7194F5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599D" w14:textId="6B406D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1A731" w14:textId="09CCF7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</w:tr>
      <w:tr w:rsidR="002E201E" w:rsidRPr="003E2BAC" w14:paraId="77C13C4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D9A7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EF61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774,89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7206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A7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79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1D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E4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621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FB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0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CC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C3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8C0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B50A" w14:textId="4F582E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0C03" w14:textId="41A4C8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9E97" w14:textId="6593D4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D5FB" w14:textId="76B42C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DD0D4" w14:textId="36F71A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0,23</w:t>
            </w:r>
          </w:p>
        </w:tc>
      </w:tr>
      <w:tr w:rsidR="002E201E" w:rsidRPr="003E2BAC" w14:paraId="03163A5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31E2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BB10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775,10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6E32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AD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42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BE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D2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7AE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3F1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67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C8D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EC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8BF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9599" w14:textId="26CBF4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F3E3" w14:textId="524A8E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151F" w14:textId="6D99E6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0EF1" w14:textId="58C57A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614BC" w14:textId="4C4B2B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7924D9F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C86D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2452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775,10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7B02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B83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84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91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15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FA8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45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11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AD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46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5FB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2F4B" w14:textId="15DB6F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21D8" w14:textId="5D0233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2DE3" w14:textId="7615FF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562D" w14:textId="24B9EB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3C7CE" w14:textId="0E4F24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0,24</w:t>
            </w:r>
          </w:p>
        </w:tc>
      </w:tr>
      <w:tr w:rsidR="002E201E" w:rsidRPr="003E2BAC" w14:paraId="1D60481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C9BD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79C3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776,19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54D4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BB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25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B5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A2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2A2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40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EF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86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FE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89F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D435" w14:textId="29FFF9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4F263" w14:textId="34A16F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807B" w14:textId="7D66D4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B139" w14:textId="7A2D57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F9692" w14:textId="4A0D18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0,28</w:t>
            </w:r>
          </w:p>
        </w:tc>
      </w:tr>
      <w:tr w:rsidR="002E201E" w:rsidRPr="003E2BAC" w14:paraId="08A839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BA67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71A0A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777,29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018C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AD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96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4B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E6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4B4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76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FF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4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17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7A9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629C" w14:textId="2CC320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D1D0" w14:textId="41394A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FBEB" w14:textId="0CCBC7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3AAA" w14:textId="0543D3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972DD" w14:textId="76742A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</w:tr>
      <w:tr w:rsidR="002E201E" w:rsidRPr="003E2BAC" w14:paraId="20CD07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AD7D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BA33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777,29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55B7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A2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1F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29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0D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F8F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0B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205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83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92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237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D0AC" w14:textId="055F2B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3245" w14:textId="73429C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6E76" w14:textId="199421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8634" w14:textId="59FDBA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A2A7F" w14:textId="327E43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</w:tr>
      <w:tr w:rsidR="002E201E" w:rsidRPr="003E2BAC" w14:paraId="15FB90E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9471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CFCB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777,80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B9C9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4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DB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40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C5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383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92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24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C5D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80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68A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2FCA" w14:textId="3E7298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616D" w14:textId="1E4068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74FB" w14:textId="277E6E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879E" w14:textId="19E580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0885A" w14:textId="4EDE39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</w:tr>
      <w:tr w:rsidR="002E201E" w:rsidRPr="003E2BAC" w14:paraId="68F77EC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F2CE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DD64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778,29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5330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A3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AB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3F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07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45D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8B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5F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5C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BF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E3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BCF6" w14:textId="2807A1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1FD5" w14:textId="23995B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E885" w14:textId="1A1248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34B9" w14:textId="40C07D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7612B" w14:textId="3F7FBC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</w:tr>
      <w:tr w:rsidR="002E201E" w:rsidRPr="003E2BAC" w14:paraId="42A2DFD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C819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7C73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779,53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6CAB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AA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3B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67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85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C4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4D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42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F7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51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CDD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0ACA" w14:textId="73F97F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A831" w14:textId="696413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6492" w14:textId="126475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3026" w14:textId="0358A7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CE611" w14:textId="208387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</w:tr>
      <w:tr w:rsidR="002E201E" w:rsidRPr="003E2BAC" w14:paraId="52B2CD4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72D1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EBD3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779,58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1AD9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D3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7E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33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D0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23F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89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A7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F2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B1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647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714F" w14:textId="40D3EC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8929" w14:textId="7B028D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E333" w14:textId="204199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1EB9" w14:textId="7D6350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AA183" w14:textId="7623E1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</w:tr>
      <w:tr w:rsidR="002E201E" w:rsidRPr="003E2BAC" w14:paraId="1D2504F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79B0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766A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780,94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2A09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1CA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5E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98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A9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135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3F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EA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2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5D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8AA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DF4F" w14:textId="69BA5D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8190" w14:textId="1F58CC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3D10" w14:textId="207B24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8127" w14:textId="15214C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E9632" w14:textId="7744F8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</w:tr>
      <w:tr w:rsidR="002E201E" w:rsidRPr="003E2BAC" w14:paraId="52374F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3D05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F96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781,91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5E74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89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5D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E4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11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B1F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B8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A6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5F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C4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F18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4F20" w14:textId="78454F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3FF7" w14:textId="4EA412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A931" w14:textId="679311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9B0F" w14:textId="18AF41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47B9F" w14:textId="55D18E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</w:tr>
      <w:tr w:rsidR="002E201E" w:rsidRPr="003E2BAC" w14:paraId="1BCBC3A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E5C8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53E9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782,19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2C46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47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FF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D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6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43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E2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A1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B8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78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BC0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0BF0" w14:textId="416C56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E621" w14:textId="670568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6837" w14:textId="33A447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D2DB" w14:textId="45AD11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B0356" w14:textId="74A4B0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</w:tr>
      <w:tr w:rsidR="002E201E" w:rsidRPr="003E2BAC" w14:paraId="01600C6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1E77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DFFC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783,60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DF2B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68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2F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376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1E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EA5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32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2C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4E1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CF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808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633C" w14:textId="1ED994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CB1D" w14:textId="3C84F2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FAF7" w14:textId="7662F4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B0FF" w14:textId="70D319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9E340" w14:textId="2952DE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0,64</w:t>
            </w:r>
          </w:p>
        </w:tc>
      </w:tr>
      <w:tr w:rsidR="002E201E" w:rsidRPr="003E2BAC" w14:paraId="141F71C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C9AD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0A5E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784,25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E7B9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DC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C1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5C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0A3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B7B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8A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2A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B3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62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A5E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0746" w14:textId="28ACEA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D263" w14:textId="00BABA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DE29" w14:textId="206E31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753A" w14:textId="1E31EE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B23F6" w14:textId="4FF185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</w:tr>
      <w:tr w:rsidR="002E201E" w:rsidRPr="003E2BAC" w14:paraId="1F65104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5DB2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9E1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784,86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E1D4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FC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73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E2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FF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3E2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F3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7D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9F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CF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756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B930" w14:textId="3EB860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509D" w14:textId="474497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5959" w14:textId="60C5A9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7BA7" w14:textId="1971BE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9AB14" w14:textId="2B7C60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</w:tr>
      <w:tr w:rsidR="002E201E" w:rsidRPr="003E2BAC" w14:paraId="7E38D5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2F6B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43E3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786,26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855D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8C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5D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A1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39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FAC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025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BB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90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0D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373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66C0" w14:textId="2B02FD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D3F4" w14:textId="5C1075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0964" w14:textId="58E6AF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FB52" w14:textId="4B9588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E6941" w14:textId="73D0B7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0,66</w:t>
            </w:r>
          </w:p>
        </w:tc>
      </w:tr>
      <w:tr w:rsidR="002E201E" w:rsidRPr="003E2BAC" w14:paraId="4F969DF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5435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8C3E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786,54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357C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07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E8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79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ED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A1C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1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4B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D1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E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4F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6F70" w14:textId="32F34C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0736" w14:textId="6E2257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6F32" w14:textId="5DAF1D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9D11" w14:textId="2C0756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46F17" w14:textId="5B13C1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</w:tr>
      <w:tr w:rsidR="002E201E" w:rsidRPr="003E2BAC" w14:paraId="52F0FBF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3814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86D6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787,53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EE64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EE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DDF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31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9B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789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98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2A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DC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CF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A13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1839" w14:textId="14DEFD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0564" w14:textId="502A18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C07E" w14:textId="035D7A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8294" w14:textId="51CBD8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35BAF" w14:textId="6ECF2C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</w:tr>
      <w:tr w:rsidR="002E201E" w:rsidRPr="003E2BAC" w14:paraId="147B53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FF70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8CB9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788,77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A977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8C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3C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5B8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9B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6D0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C2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4D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1A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6E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116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8BD2" w14:textId="365A4B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A538" w14:textId="1C5C4F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3C72" w14:textId="667E5E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B8DB" w14:textId="36AB4B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F826C" w14:textId="2B82FF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</w:tr>
      <w:tr w:rsidR="002E201E" w:rsidRPr="003E2BAC" w14:paraId="2A81393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3BA5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4749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788,92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E819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6C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D2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A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60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CB8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E4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F94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E5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23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86B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9F7C" w14:textId="003A40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1E7B" w14:textId="5F7FD7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24A1" w14:textId="3C665F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2D6D" w14:textId="3DAFD6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968AA" w14:textId="00E89F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</w:tr>
      <w:tr w:rsidR="002E201E" w:rsidRPr="003E2BAC" w14:paraId="7F4091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7BFB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5F8F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790,34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1D0D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B4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19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87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7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DC9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326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2D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D3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9D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DA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2559" w14:textId="2EF491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7CD5" w14:textId="55F3FE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C560" w14:textId="5E1924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F774" w14:textId="7F5E7F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2CF1D" w14:textId="30A8C9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</w:tr>
      <w:tr w:rsidR="002E201E" w:rsidRPr="003E2BAC" w14:paraId="7C641ED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20B9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1703A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790,92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7F12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CF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2D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37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EE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465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1A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A5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79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73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162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EBD1" w14:textId="44E312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6C7F" w14:textId="3EE108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0721" w14:textId="73A2EC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2FEF" w14:textId="24507B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19BD5" w14:textId="33A1B2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</w:tr>
      <w:tr w:rsidR="002E201E" w:rsidRPr="003E2BAC" w14:paraId="499BDAF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FF4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7A54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791,58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117C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69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A2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D2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42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328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64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7A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3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34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BD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D280" w14:textId="23DFFE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6512" w14:textId="155B52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44F2" w14:textId="24DB0E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D6D9" w14:textId="235A61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321FD" w14:textId="47FB84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</w:tr>
      <w:tr w:rsidR="002E201E" w:rsidRPr="003E2BAC" w14:paraId="70FC35C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2C6A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F169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792,98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63A6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3E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29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4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8F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718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A4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65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B4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15B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51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2B13" w14:textId="43B0A7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2C95" w14:textId="4F4C04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F7D7" w14:textId="4A7083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D749" w14:textId="084350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8DFBD" w14:textId="2E0ABE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</w:tr>
      <w:tr w:rsidR="002E201E" w:rsidRPr="003E2BAC" w14:paraId="48D46B5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A888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84F7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793,01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09C3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FB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0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D2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5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878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F0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00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A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0B0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BB5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EDE0" w14:textId="148A9A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854D" w14:textId="05406E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B1BD" w14:textId="7470E0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8689" w14:textId="617364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B1EAA" w14:textId="3DA475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</w:tr>
      <w:tr w:rsidR="002E201E" w:rsidRPr="003E2BAC" w14:paraId="51F4E31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271E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C842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794,24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A354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D0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E04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A1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63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68C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61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6E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E3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DB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4D5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4D3A" w14:textId="1EC5C5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7BD2" w14:textId="5F2BFA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E149" w14:textId="23A48C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77A0" w14:textId="0E39F1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80141" w14:textId="7F9CA1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</w:tr>
      <w:tr w:rsidR="002E201E" w:rsidRPr="003E2BAC" w14:paraId="3801524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B7F5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5E29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794,93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63F2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75F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D2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03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50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E20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43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E0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3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05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652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0946" w14:textId="52D817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BA2A" w14:textId="2C8BA2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C122" w14:textId="55C0EC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3A6C" w14:textId="4EB146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C31DB" w14:textId="654F81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0,81</w:t>
            </w:r>
          </w:p>
        </w:tc>
      </w:tr>
      <w:tr w:rsidR="002E201E" w:rsidRPr="003E2BAC" w14:paraId="56D895C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BD9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F8D8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795,64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9ACE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6D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72B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D05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06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F7C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63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46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2A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4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9FE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AC51" w14:textId="4D1264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6410" w14:textId="104790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7BF9" w14:textId="5D6CB1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E835" w14:textId="7947D8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5108C" w14:textId="6147D4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</w:tr>
      <w:tr w:rsidR="002E201E" w:rsidRPr="003E2BAC" w14:paraId="3F7BAE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F732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56B4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796,76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4AF2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F5F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E0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2E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8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7E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E9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F1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4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7A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E8A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99DE" w14:textId="6DC5C9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81A9" w14:textId="307F7C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0A16" w14:textId="1B53ED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B1BB" w14:textId="1912CB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60E34" w14:textId="7D19FE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</w:tr>
      <w:tr w:rsidR="002E201E" w:rsidRPr="003E2BAC" w14:paraId="16CCA72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DD1E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F8F8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796,90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6B47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2E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E8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C4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0F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CB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02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C4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04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D1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6FC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8CD2" w14:textId="254F1E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09F0" w14:textId="2162AC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181F" w14:textId="427A2C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5897" w14:textId="7D4288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39874" w14:textId="56CB0B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0,84</w:t>
            </w:r>
          </w:p>
        </w:tc>
      </w:tr>
      <w:tr w:rsidR="002E201E" w:rsidRPr="003E2BAC" w14:paraId="253D3AD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357D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3232F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798,30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CF65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035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D8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7B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0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6EF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52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2D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2ED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88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55F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CBCB" w14:textId="645ED6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FD78" w14:textId="42E90F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AC72" w14:textId="1A80A2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9909" w14:textId="40F007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5BF6B" w14:textId="460E3D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</w:tr>
      <w:tr w:rsidR="002E201E" w:rsidRPr="003E2BAC" w14:paraId="10F2876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075B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4FAC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798,43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9E5A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75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F4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E0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1D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D03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9D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3A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B9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0C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39D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C47B" w14:textId="30EB97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6332" w14:textId="2D09E9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5E10" w14:textId="149119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710B" w14:textId="6F137B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F75AF" w14:textId="131CDE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</w:tr>
      <w:tr w:rsidR="002E201E" w:rsidRPr="003E2BAC" w14:paraId="5B5F8E4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404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175D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799,56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5C6E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BD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B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0B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87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95A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C1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C49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BF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20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C3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9E3C" w14:textId="7B9309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2C7A" w14:textId="35CF6B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2580" w14:textId="7D54BC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8FE5" w14:textId="7F9503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C0959" w14:textId="2DC888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</w:tr>
      <w:tr w:rsidR="002E201E" w:rsidRPr="003E2BAC" w14:paraId="432913A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E1DF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475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799,91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42AD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E0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CE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1EA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4E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27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B8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D0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29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83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387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3C7E" w14:textId="522111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6F08" w14:textId="28B213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8E20" w14:textId="17FAF3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4429" w14:textId="37C4E9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986E7" w14:textId="3FC397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</w:tr>
      <w:tr w:rsidR="002E201E" w:rsidRPr="003E2BAC" w14:paraId="6C9BE2F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E2CB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A3CA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800,85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ADB3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C7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68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EF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FC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AC1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8D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D7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2F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C60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BDB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653B" w14:textId="496963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4307" w14:textId="396434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3F08" w14:textId="57DDF6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E76D" w14:textId="49CD60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5326A" w14:textId="1CB8C7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</w:tr>
      <w:tr w:rsidR="002E201E" w:rsidRPr="003E2BAC" w14:paraId="69EB1BE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5F5B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5280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801,17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220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BA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1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E7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67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315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61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80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6A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2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5CC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1EFD" w14:textId="76E100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B630" w14:textId="4A23E0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2708" w14:textId="1BF0A3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1E58" w14:textId="50D8A0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8F7E6" w14:textId="5F39DB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</w:tr>
      <w:tr w:rsidR="002E201E" w:rsidRPr="003E2BAC" w14:paraId="4796BC1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9A5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D278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802,19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673B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3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994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17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7F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E6F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F3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F7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FA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9E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C81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9B19" w14:textId="71591F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FD93" w14:textId="73A93D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D508" w14:textId="400E8B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6B92" w14:textId="4BBA57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6ADCE" w14:textId="5668CA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</w:tr>
      <w:tr w:rsidR="002E201E" w:rsidRPr="003E2BAC" w14:paraId="688D151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BA62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5DA4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802,22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83F8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52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A2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EC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9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F18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08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41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DB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8E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622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A7F2" w14:textId="328B49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DA95" w14:textId="4F9F65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8702" w14:textId="545EAB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1B64" w14:textId="06505F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07FA1" w14:textId="325871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</w:tr>
      <w:tr w:rsidR="002E201E" w:rsidRPr="003E2BAC" w14:paraId="2814629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6EBF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B217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802,99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49F7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81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0C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94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33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538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14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1F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72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1F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162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10C8" w14:textId="785FFB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B561" w14:textId="1435E3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134B" w14:textId="29112D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01E9" w14:textId="29BDB8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7FD11" w14:textId="4CE66C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</w:tr>
      <w:tr w:rsidR="002E201E" w:rsidRPr="003E2BAC" w14:paraId="002C112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165C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E280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803,48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67AB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00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42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E7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31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BDE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9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D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21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04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907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9E1A" w14:textId="4FA010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0703" w14:textId="2F9720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E770" w14:textId="32C0F6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9C82" w14:textId="0398F1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12BDA" w14:textId="78A008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</w:tr>
      <w:tr w:rsidR="002E201E" w:rsidRPr="003E2BAC" w14:paraId="33C4E1F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9ADF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7E40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803,60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7D13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3F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7B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DD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3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5FF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1A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B1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70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69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C58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B458" w14:textId="7F11C5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8E8D" w14:textId="00027E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975B" w14:textId="7FAED7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59A0" w14:textId="050D8F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80140" w14:textId="2F558E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</w:tr>
      <w:tr w:rsidR="002E201E" w:rsidRPr="003E2BAC" w14:paraId="52907C9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1CD7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8DF4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804,04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FB3F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C1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E6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C1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2E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CA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27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33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9F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B6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A6F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EF53" w14:textId="3A1635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0EAF" w14:textId="237C8F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06A6" w14:textId="2F97D7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D530" w14:textId="0EB532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565D6" w14:textId="19F3BC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</w:tr>
      <w:tr w:rsidR="002E201E" w:rsidRPr="003E2BAC" w14:paraId="74DBF13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0869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B1DF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804,36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D9E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DC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BD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E0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72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DF4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EC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A4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EB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9A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FF8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EF9C" w14:textId="4A557C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E426" w14:textId="4BA54E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73A7" w14:textId="77620F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978C" w14:textId="568941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7B373" w14:textId="5B18A3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</w:tr>
      <w:tr w:rsidR="002E201E" w:rsidRPr="003E2BAC" w14:paraId="5B15988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C255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682C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804,59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78B5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8C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78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A71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70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517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53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78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5B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AE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AE0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EBB1" w14:textId="1FA765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A092" w14:textId="3D09D2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CE85" w14:textId="2CCA28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70C0" w14:textId="36CC27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A4492" w14:textId="14CCD6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</w:tr>
      <w:tr w:rsidR="002E201E" w:rsidRPr="003E2BAC" w14:paraId="7ABAADA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89B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5493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804,75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AFC8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6C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FE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E45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06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F1C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EE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D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C2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6C1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362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97D6" w14:textId="30EA5A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B4FA" w14:textId="43856C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9232" w14:textId="549B5C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448E" w14:textId="277088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AE4DC" w14:textId="76B14C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</w:tr>
      <w:tr w:rsidR="002E201E" w:rsidRPr="003E2BAC" w14:paraId="70ABF8C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A3CD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2018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804,88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5B95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D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5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4F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23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66C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01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18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4F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17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BB6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8FC4" w14:textId="7BB0A6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1723" w14:textId="18128C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77C0" w14:textId="27AFBC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D903" w14:textId="1C6DD4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A473F" w14:textId="6BDFA4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</w:tr>
      <w:tr w:rsidR="002E201E" w:rsidRPr="003E2BAC" w14:paraId="4567A83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74C4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964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804,88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C00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25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BC8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8B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9F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0E0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10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8D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A0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17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278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F0DF" w14:textId="056DD3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808B" w14:textId="0E205A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0CB2" w14:textId="13D3B0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C4FB" w14:textId="5561FE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9B37D" w14:textId="10FC2B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</w:tr>
      <w:tr w:rsidR="002E201E" w:rsidRPr="003E2BAC" w14:paraId="785834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AE00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4BA9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805,02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B769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39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6D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043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3C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5F8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43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04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8BB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EA8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323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4C0F" w14:textId="6DDB17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88DC" w14:textId="417DEE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163F" w14:textId="191AE3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3CCF" w14:textId="44A7E8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4CDCE" w14:textId="57A21E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</w:tr>
      <w:tr w:rsidR="002E201E" w:rsidRPr="003E2BAC" w14:paraId="7C6F209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DE06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BA2A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805,23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0D63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74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71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76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31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778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79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1B5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39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1A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C10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B95D" w14:textId="2F797D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0525" w14:textId="2B7052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26B1" w14:textId="2EE783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54BA" w14:textId="5A2E02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04A4C" w14:textId="46BFAB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</w:tr>
      <w:tr w:rsidR="002E201E" w:rsidRPr="003E2BAC" w14:paraId="55020B7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416E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3959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805,58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2F43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49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C2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A4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3A3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AAA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09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C7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DF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ED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2BF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E373" w14:textId="40435F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8AF8" w14:textId="450A52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1DEA" w14:textId="25AEB3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8155" w14:textId="42135F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9864E" w14:textId="6D5898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</w:tr>
      <w:tr w:rsidR="002E201E" w:rsidRPr="003E2BAC" w14:paraId="4C6223E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7DD5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869F0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806,15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3B73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807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FB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1B8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33C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58B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25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DA1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9A5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B7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AE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014F" w14:textId="4A77ED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17CE" w14:textId="715945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0717" w14:textId="75D08E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BB40" w14:textId="152F03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73B12" w14:textId="4F6BC0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</w:tr>
      <w:tr w:rsidR="002E201E" w:rsidRPr="003E2BAC" w14:paraId="25D592C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08A3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864F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807,01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B36A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72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21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1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D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AD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4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AEA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2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40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A22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90A5" w14:textId="419BB4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E416" w14:textId="390804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C0D0" w14:textId="6EF9BA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B479" w14:textId="271063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B4653" w14:textId="7310D0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</w:tr>
      <w:tr w:rsidR="002E201E" w:rsidRPr="003E2BAC" w14:paraId="4795433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6BBD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46F5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807,64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4A8E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9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4CE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3BD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00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354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A6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552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019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E9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004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E7F0" w14:textId="3F66C9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AD91" w14:textId="441F20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632D" w14:textId="29E608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8479" w14:textId="6AB6EE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1E89B" w14:textId="1295B5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</w:tr>
      <w:tr w:rsidR="002E201E" w:rsidRPr="003E2BAC" w14:paraId="5DA54F8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3FBA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E437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808,24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2364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AD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24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F4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87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8DD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E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361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70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F6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C9F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7F74" w14:textId="12C092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4BE0" w14:textId="1579AB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95D5" w14:textId="55FD46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F4D4" w14:textId="320A56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F4ACB" w14:textId="10FF42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</w:tr>
      <w:tr w:rsidR="002E201E" w:rsidRPr="003E2BAC" w14:paraId="11EA93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E892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3ED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809,90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D92D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61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10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FD8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BE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AC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72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39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D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8ED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99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A17F" w14:textId="7B827A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54EF" w14:textId="22E5A8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3FD2" w14:textId="3B33C0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43D0" w14:textId="541E2A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E6B63" w14:textId="193371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</w:tr>
      <w:tr w:rsidR="002E201E" w:rsidRPr="003E2BAC" w14:paraId="1B4D0AE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1EDE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592A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810,06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B371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69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DD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A3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5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35A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7F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AEA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5E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56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4DB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E745" w14:textId="683BC3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360E" w14:textId="23713E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97D1" w14:textId="00F56B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19DF" w14:textId="098E9C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65DE5" w14:textId="49D3B9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</w:tr>
      <w:tr w:rsidR="002E201E" w:rsidRPr="003E2BAC" w14:paraId="080D5C0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A761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4637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812,07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D7CD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18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4A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A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3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1E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08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E4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7E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81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44D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D896" w14:textId="4507AD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C5EE" w14:textId="02DCC2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F11B" w14:textId="50671A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9B1B" w14:textId="09C7CA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95638" w14:textId="592EFB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</w:tr>
      <w:tr w:rsidR="002E201E" w:rsidRPr="003E2BAC" w14:paraId="2FF24A7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90C0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2B4D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812,62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4FF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B0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51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56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1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76E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37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BA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9A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35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7BB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D862" w14:textId="155476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D6BB" w14:textId="0B95C2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A76F" w14:textId="196F8B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55EB" w14:textId="25D102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EF74E" w14:textId="3F46D2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</w:tr>
      <w:tr w:rsidR="002E201E" w:rsidRPr="003E2BAC" w14:paraId="418F77A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20B7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397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814,80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34FB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9E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79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0E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02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FD0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CC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D0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54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E04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E36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9CC4" w14:textId="0205B8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D156" w14:textId="5B776C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AAAE" w14:textId="0306FE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B844" w14:textId="261AE1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AE77C" w14:textId="1580EC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</w:tr>
      <w:tr w:rsidR="002E201E" w:rsidRPr="003E2BAC" w14:paraId="38A28E4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ED57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4DED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815,23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A4B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03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A2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3C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C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531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30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21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1D1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D0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2A7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838C" w14:textId="19C8CE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84BA" w14:textId="30B3C3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9895" w14:textId="69A52C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4AC5" w14:textId="3A06A9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F3BB5" w14:textId="1C7834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</w:tr>
      <w:tr w:rsidR="002E201E" w:rsidRPr="003E2BAC" w14:paraId="47647DB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393F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58B2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817,71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D670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A5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8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D2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FE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DAA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35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F4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F1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9B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2B3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2919" w14:textId="11E62E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8B8F" w14:textId="1F755A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C0F1" w14:textId="46DAB9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CF24" w14:textId="5FA47F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D8000" w14:textId="1B175E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753C13B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3840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21B3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818,00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DED9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8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B7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2E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A2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185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BE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75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98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86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057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8ADA" w14:textId="5E295D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B187" w14:textId="70D3BB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43D7" w14:textId="2ADFF7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40A2" w14:textId="511512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F632A" w14:textId="69A28C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25883AA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CCCB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9DBD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820,41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8AF9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E8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6E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6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1B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17E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2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12A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4D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434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246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AB72" w14:textId="44BE26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28A1" w14:textId="5362B1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77C3" w14:textId="405918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546C" w14:textId="0D31E1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5923E" w14:textId="529ED6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5A84A81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3EE2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7A72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821,59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992C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6C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73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88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5B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40D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BE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1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87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B6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5E6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0099" w14:textId="7B25B1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F07C" w14:textId="220E43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851B" w14:textId="234669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689F" w14:textId="30B4B0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D99DE" w14:textId="5058F6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1702B33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1A7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FCE3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822,91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B5C6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42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3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07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CD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DAC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C8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97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5D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D1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345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97DC" w14:textId="480499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CE7A" w14:textId="4D6EE7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0C64" w14:textId="5A0C10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2BA5" w14:textId="0B95C1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5588B" w14:textId="20BD89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0A3EE60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A26C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2FC9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825,46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558E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68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0E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41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4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B29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9E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81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72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56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3C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64B5" w14:textId="2029AB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2402" w14:textId="65EA53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39AB" w14:textId="33B360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1FE7" w14:textId="5E480E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19F08" w14:textId="78F102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601AA33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0A5D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B786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825,59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AA8E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B9F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2C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6F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C7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22D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66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10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8E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91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7EF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936E" w14:textId="40EF87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C2AE" w14:textId="1CB699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7BF5" w14:textId="344A6F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2B77" w14:textId="32C136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23651" w14:textId="1E3BAE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3F2BDEB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F403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43D81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828,04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A49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7A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C0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52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37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F9D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4B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20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72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CE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A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3A29" w14:textId="7300F8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2DE1" w14:textId="41AA47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FBA9" w14:textId="1BDB17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63F4" w14:textId="312B66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D4E27" w14:textId="35D89D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31C047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0C2D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4072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829,53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6820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6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C4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92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3F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3BA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6C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12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D0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A2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9F3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4D24" w14:textId="1A6F8E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0E7B" w14:textId="3CEB87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6B8F" w14:textId="548267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35D9" w14:textId="0612EB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5AB0F" w14:textId="4E4261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6928528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83C6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5B58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830,76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69B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D1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77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C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74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FDE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E4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90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D2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B8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A5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DB4A" w14:textId="27E834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AAE1" w14:textId="0CF7D1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6376" w14:textId="537488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8B18" w14:textId="11272B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600C4" w14:textId="781256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383542D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F280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4018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833,64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F275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57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B4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B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E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EFF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92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11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5A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E4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963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8753" w14:textId="7B885A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1FF2" w14:textId="0D17DB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4183" w14:textId="71BFF5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F3B6" w14:textId="3817AE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28500" w14:textId="6A2884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182CD4D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5122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A147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833,71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484A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DF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8E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68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08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49F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3F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E0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14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D5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4E1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0772" w14:textId="6546A1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5072" w14:textId="5BFBCD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E974" w14:textId="4C660C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B7EB" w14:textId="075A07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095BA" w14:textId="6282FB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0F08CC2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EF0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47F2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835,94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2B58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9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ED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21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C82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F4B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36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B0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07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6D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A4C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861D" w14:textId="1B567D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DE94" w14:textId="3A01F6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97A6" w14:textId="00EA77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AADF" w14:textId="0D0608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D18AE" w14:textId="2D6CBC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704BCB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8D31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C287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837,93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E390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C0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D92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CA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014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EC8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79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9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7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DC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75E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5DFA" w14:textId="7DCFEE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2B58" w14:textId="3B30F8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9B8B" w14:textId="24C9C3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15C3" w14:textId="5190D2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BB3C2" w14:textId="68BE3C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</w:tr>
      <w:tr w:rsidR="002E201E" w:rsidRPr="003E2BAC" w14:paraId="15023F3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D480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14E09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838,77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D885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0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F3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D8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BA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5C5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46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77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D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7F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34E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859B" w14:textId="2FF2A3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3B09" w14:textId="2FA392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BD28" w14:textId="5EB6ED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8F28" w14:textId="641FD7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9D376" w14:textId="372BEA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</w:tr>
      <w:tr w:rsidR="002E201E" w:rsidRPr="003E2BAC" w14:paraId="726CD56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4009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C502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841,12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EE3F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DA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D3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A6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45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5A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3A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3C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0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811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702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64E1" w14:textId="52A9B5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CB5B" w14:textId="373413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1DB3" w14:textId="4C3D92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4C59" w14:textId="421BBD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CB087" w14:textId="24B3BD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</w:tr>
      <w:tr w:rsidR="002E201E" w:rsidRPr="003E2BAC" w14:paraId="1B4E1AA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42B5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43FD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842,12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6643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D9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BF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40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10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A6A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81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63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4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FA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D57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F48C" w14:textId="433060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763A" w14:textId="453D45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60F8" w14:textId="06CB76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D206" w14:textId="3CC968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D1867" w14:textId="0D22FB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</w:tr>
      <w:tr w:rsidR="002E201E" w:rsidRPr="003E2BAC" w14:paraId="3251D34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6186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7D7C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843,82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2306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15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30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3C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A2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F8C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C6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BB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8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60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E12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0844" w14:textId="33B5A4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C74F" w14:textId="4AD196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FACB" w14:textId="75CA6D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F019" w14:textId="5DA854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1CB52" w14:textId="736FC4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609037F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22C6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2C8E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846,26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6B37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A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6C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DA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CE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FBF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386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51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79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F4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650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FA44" w14:textId="5AE934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BE7E" w14:textId="2C1C2A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E606" w14:textId="2D4DCE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76EE" w14:textId="3FBCD4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C60F4" w14:textId="4CACBF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2ED6305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C022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F0AB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846,29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EE65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CD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AE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D8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66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2AB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71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B7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D2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66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39F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CAF4" w14:textId="2A50B1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A5F7" w14:textId="1F937F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DED3" w14:textId="1BB8C4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4CA6" w14:textId="78D3F0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849DB" w14:textId="440045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29E245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08AA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8F71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848,72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EF18D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04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68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E2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F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E5E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6BA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9D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72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04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2A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4E9C" w14:textId="2B6C01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7BD6" w14:textId="4B1509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66F5" w14:textId="5BA4AA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90E9" w14:textId="08597D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60534" w14:textId="08D27C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</w:tr>
      <w:tr w:rsidR="002E201E" w:rsidRPr="003E2BAC" w14:paraId="562FF35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81CC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9098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850,37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3D4C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2AA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A8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53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27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D0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78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170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A1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67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FBA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F8F6" w14:textId="0057B2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B788" w14:textId="74CE1D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9ECB" w14:textId="0241CE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A90A" w14:textId="582F2E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4AF8F" w14:textId="0B165C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71EBDE3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981E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DF03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851,46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957D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74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6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FB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A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451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4B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73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9C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92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280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9054" w14:textId="2B141E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C8E6" w14:textId="436372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E5FC" w14:textId="4948DF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EADB" w14:textId="1A1425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2CC7E" w14:textId="6A0901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</w:tr>
      <w:tr w:rsidR="002E201E" w:rsidRPr="003E2BAC" w14:paraId="65C242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B86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8726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853,94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E36B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68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49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AC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36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80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74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FC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BA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12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327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142C" w14:textId="08B68D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9A9F" w14:textId="58CED7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C044" w14:textId="097D9B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F03B" w14:textId="1AD401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FE71E" w14:textId="5385BF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</w:tr>
      <w:tr w:rsidR="002E201E" w:rsidRPr="003E2BAC" w14:paraId="799CCAF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6B5E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A0DC1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854,46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D001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4D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54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3B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3F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858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5B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3E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07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2B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E97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F7C8" w14:textId="0EAF4F0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7C90" w14:textId="56D37C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700A" w14:textId="08C2E5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ED4C" w14:textId="4FA0D3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26941" w14:textId="4C5655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</w:tr>
      <w:tr w:rsidR="002E201E" w:rsidRPr="003E2BAC" w14:paraId="1D7A4DC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2426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EE66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856,64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E851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00B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810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01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84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D0C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5E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89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54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E7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F21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9F52" w14:textId="5A273E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50F" w14:textId="36AC26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BA19" w14:textId="215958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2F6A" w14:textId="595C0D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2E9A5" w14:textId="74A3DB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</w:tr>
      <w:tr w:rsidR="002E201E" w:rsidRPr="003E2BAC" w14:paraId="3D848B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05FE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F29B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858,53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C50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91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F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8F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87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AD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33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73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16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05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188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0FE3" w14:textId="0EAC5D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8095" w14:textId="1C52B7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BD8E" w14:textId="044086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B9DD" w14:textId="3DACB5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045D9" w14:textId="18DA83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</w:tr>
      <w:tr w:rsidR="002E201E" w:rsidRPr="003E2BAC" w14:paraId="6EE10EE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ED1A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2E80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859,26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F6A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7A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23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A9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5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4F2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E8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60B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CD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74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48C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CD87" w14:textId="06008B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B080" w14:textId="65D41F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ED19" w14:textId="49FD7E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C6AE" w14:textId="02B483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7B895" w14:textId="089195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</w:tr>
      <w:tr w:rsidR="002E201E" w:rsidRPr="003E2BAC" w14:paraId="64AF6E4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04DD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4AD8D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861,82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2041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7C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05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47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D7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737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3A2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BB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A8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35F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D87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FB69" w14:textId="01F637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A19E" w14:textId="44E71A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0643" w14:textId="1F9928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0657" w14:textId="236BA0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414D0" w14:textId="4FB260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</w:tr>
      <w:tr w:rsidR="002E201E" w:rsidRPr="003E2BAC" w14:paraId="1F53045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2606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D59B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862,56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C7B0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E6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11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EA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0E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355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79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A42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B4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51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A83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604E" w14:textId="46822C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975C" w14:textId="4448D1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642F" w14:textId="69C915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4F05" w14:textId="0EE45A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33486" w14:textId="092DE7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1,02</w:t>
            </w:r>
          </w:p>
        </w:tc>
      </w:tr>
      <w:tr w:rsidR="002E201E" w:rsidRPr="003E2BAC" w14:paraId="0ACDD50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DA93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6C19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864,54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1E97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24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C52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CD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AF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F51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3F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17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4B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75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A43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4F2C" w14:textId="753E6E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0DE5" w14:textId="39A5FE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EBE7" w14:textId="1EA080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AAFF" w14:textId="32CD60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FEDAD" w14:textId="70DF5A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</w:tr>
      <w:tr w:rsidR="002E201E" w:rsidRPr="003E2BAC" w14:paraId="086672C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7306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DF61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866,54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AF9D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47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5ED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1E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8C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B29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27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3B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F6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6E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3E0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174B" w14:textId="7F61E0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9574" w14:textId="1A20DA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4AB2" w14:textId="11E6FC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7A6A" w14:textId="25B7A0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7EFC7" w14:textId="0A2440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</w:tr>
      <w:tr w:rsidR="002E201E" w:rsidRPr="003E2BAC" w14:paraId="2DC13FD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4DC2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263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866,99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5695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F7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7F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39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A4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74C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CD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57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EF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CB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307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8EB5" w14:textId="0AC077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9A28" w14:textId="3D9591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E51E" w14:textId="400A03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A204" w14:textId="7ED6E2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F3F6E" w14:textId="647063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</w:tr>
      <w:tr w:rsidR="002E201E" w:rsidRPr="003E2BAC" w14:paraId="0412368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BB1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94760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870,46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4FF2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D3D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6A7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B2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97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DD6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DD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DC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CB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265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2D9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7B9A" w14:textId="2A487A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A819" w14:textId="1830F8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A92A" w14:textId="7B718B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812F" w14:textId="3F601A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DA224" w14:textId="13795D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</w:tr>
      <w:tr w:rsidR="002E201E" w:rsidRPr="003E2BAC" w14:paraId="7A2D9D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C245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CDF57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872,16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2776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00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F4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63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BD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856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4E0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55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CC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00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924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3AC5" w14:textId="304F2A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A2B6" w14:textId="79E752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DF6E" w14:textId="22F9A0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6B74" w14:textId="3767AF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B41F0" w14:textId="32A845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</w:tr>
      <w:tr w:rsidR="002E201E" w:rsidRPr="003E2BAC" w14:paraId="62DBD8F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0422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A283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874,35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A57E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35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FE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76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0E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3FA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E0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3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42C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BE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DE4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D926" w14:textId="1DC10D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5808" w14:textId="37C2A4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DA7C" w14:textId="672F36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ADFF" w14:textId="053874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9FF81" w14:textId="48C00C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</w:tr>
      <w:tr w:rsidR="002E201E" w:rsidRPr="003E2BAC" w14:paraId="6119DC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1F8B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3836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877,33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935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89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B0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1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FC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E8E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95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02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85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7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8DC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2530" w14:textId="7DD562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A723" w14:textId="7CB2C3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B791" w14:textId="6C02B7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04F4" w14:textId="189FCC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FBEDB" w14:textId="30C302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</w:tr>
      <w:tr w:rsidR="002E201E" w:rsidRPr="003E2BAC" w14:paraId="724A5F6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3D7C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E176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878,27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8968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F6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F1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54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DA9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CEE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793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E0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56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77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783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0B13" w14:textId="308494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91E6" w14:textId="245E35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EEAA" w14:textId="4BCB82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9586" w14:textId="0654CA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8FE24" w14:textId="5A046C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</w:tr>
      <w:tr w:rsidR="002E201E" w:rsidRPr="003E2BAC" w14:paraId="3F64281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39DD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002D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882,19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D456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4D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AF6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B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31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57F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E6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44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B8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B8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7E4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38B9" w14:textId="6AB904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068B" w14:textId="64DBE5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EDB7" w14:textId="46A550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82EA" w14:textId="7F49DB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2012E" w14:textId="5F89C4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1,17</w:t>
            </w:r>
          </w:p>
        </w:tc>
      </w:tr>
      <w:tr w:rsidR="002E201E" w:rsidRPr="003E2BAC" w14:paraId="31C4F5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61CC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2E75B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882,50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A73F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14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88F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0D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C7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5E9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62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73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35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EE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953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0BE7" w14:textId="016EA3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4F46" w14:textId="7AAA59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E64E" w14:textId="70DF79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08D1" w14:textId="77279D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30287" w14:textId="7DD83A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</w:tr>
      <w:tr w:rsidR="002E201E" w:rsidRPr="003E2BAC" w14:paraId="105A7A3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0FA2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EE9AF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886,09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09CE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D4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6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D8C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6CB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A2B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FB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85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78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89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8B0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C03D" w14:textId="7CB8FE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891A" w14:textId="4E94C0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72FA" w14:textId="3DFCDE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B411" w14:textId="425554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2C273" w14:textId="3E4498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</w:tr>
      <w:tr w:rsidR="002E201E" w:rsidRPr="003E2BAC" w14:paraId="45AF082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0E57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2EA9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887,68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1DDF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65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69C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21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8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678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42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AE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39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A1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AE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D895" w14:textId="2003C7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9B41" w14:textId="7D1E56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DF42" w14:textId="6D4271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CE3B" w14:textId="6AFA71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C6C9A" w14:textId="1496B6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</w:tr>
      <w:tr w:rsidR="002E201E" w:rsidRPr="003E2BAC" w14:paraId="08DF4DC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D82F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EAD0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889,88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1069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8E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E7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967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57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798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72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E1D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58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2F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BB1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105C" w14:textId="162254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7701" w14:textId="231A24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5C8B" w14:textId="7F3A13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3202" w14:textId="04538F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C7E1F" w14:textId="52B37B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</w:tr>
      <w:tr w:rsidR="002E201E" w:rsidRPr="003E2BAC" w14:paraId="6858EB5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B839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73FB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892,86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883C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A5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C1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49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10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B8D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5E9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52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DC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FD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400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288F" w14:textId="6EA773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C7D8" w14:textId="0F2391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97C3" w14:textId="767221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FC11" w14:textId="41F233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EE520" w14:textId="615F64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1,40</w:t>
            </w:r>
          </w:p>
        </w:tc>
      </w:tr>
      <w:tr w:rsidR="002E201E" w:rsidRPr="003E2BAC" w14:paraId="726671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4A60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76F2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893,50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43A0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9F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7E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9A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7F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414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27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86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E4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9D2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3D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5556" w14:textId="4020A0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BAC6" w14:textId="159D94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4BC5" w14:textId="572182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988F" w14:textId="1CF67B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4978A" w14:textId="60B4E1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1,41</w:t>
            </w:r>
          </w:p>
        </w:tc>
      </w:tr>
      <w:tr w:rsidR="002E201E" w:rsidRPr="003E2BAC" w14:paraId="49B7ABA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0C2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C9BA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896,85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0EE2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2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7B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0D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C3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0F8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C2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CD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43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34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0BD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889F" w14:textId="76A657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2AF4" w14:textId="34035F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C1C3" w14:textId="70B40C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17A0" w14:textId="749E5F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64165" w14:textId="5D06F3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</w:tr>
      <w:tr w:rsidR="002E201E" w:rsidRPr="003E2BAC" w14:paraId="01019D4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4168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1299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607A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898,03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37B6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46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0E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6E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F5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5FA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3C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34B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53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63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C18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4235" w14:textId="313C36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B163" w14:textId="37A030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FD67" w14:textId="139D68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3B79" w14:textId="3F6B97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E6FBE" w14:textId="06C479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1,55</w:t>
            </w:r>
          </w:p>
        </w:tc>
      </w:tr>
      <w:tr w:rsidR="002E201E" w:rsidRPr="003E2BAC" w14:paraId="2CBD0A0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FA4F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D55E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899,84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A925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AF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09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68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04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E4E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86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8E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2EB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C7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5EF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108E" w14:textId="0A3765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DF97" w14:textId="5941E0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930C" w14:textId="6B5EF2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2279" w14:textId="75FF6B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08A79" w14:textId="0D4052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1,63</w:t>
            </w:r>
          </w:p>
        </w:tc>
      </w:tr>
      <w:tr w:rsidR="002E201E" w:rsidRPr="003E2BAC" w14:paraId="3392A95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360E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E75A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902,37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977B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B7C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C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D8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16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9A9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B7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AB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3E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DA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3A6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F2CA" w14:textId="3448B7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0C84" w14:textId="56165A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1BAF" w14:textId="326BE2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12D1" w14:textId="05DA04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7BAB6" w14:textId="5E7DCF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1,76</w:t>
            </w:r>
          </w:p>
        </w:tc>
      </w:tr>
      <w:tr w:rsidR="002E201E" w:rsidRPr="003E2BAC" w14:paraId="15A4662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7744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8D9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903,22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B916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6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92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27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B93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E76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90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03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3D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20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D51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D2AF" w14:textId="2C16B0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662F" w14:textId="69AA77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CE0C" w14:textId="0E106E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8C4E" w14:textId="1144D9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6868A" w14:textId="717150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</w:tr>
      <w:tr w:rsidR="002E201E" w:rsidRPr="003E2BAC" w14:paraId="6BCB0AC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EFB0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4479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904,36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0217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20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84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C6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47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05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E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F0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3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42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45C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9B0D" w14:textId="2750C7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F652" w14:textId="240BF1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9543" w14:textId="19E293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ED5A" w14:textId="563373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A7082" w14:textId="3BA5B5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1,86</w:t>
            </w:r>
          </w:p>
        </w:tc>
      </w:tr>
      <w:tr w:rsidR="002E201E" w:rsidRPr="003E2BAC" w14:paraId="42488E4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68A5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8F8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905,85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CA2C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0C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A9F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1C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7E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B4E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C2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BB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1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72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1A5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1BF1" w14:textId="557F6B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C21F" w14:textId="6DA8F3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E360" w14:textId="46366D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91A0" w14:textId="083260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D6000" w14:textId="1A4365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1,94</w:t>
            </w:r>
          </w:p>
        </w:tc>
      </w:tr>
      <w:tr w:rsidR="002E201E" w:rsidRPr="003E2BAC" w14:paraId="358843E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8840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A2F57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906,92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3CCB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C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BC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1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6B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9C6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AD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01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8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36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21C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C761" w14:textId="2C99C8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A8FC" w14:textId="3F701A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8FBC" w14:textId="72D036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DE03" w14:textId="73AED2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FF434" w14:textId="07C2B9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2,00</w:t>
            </w:r>
          </w:p>
        </w:tc>
      </w:tr>
      <w:tr w:rsidR="002E201E" w:rsidRPr="003E2BAC" w14:paraId="29B563C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A307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723D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907,64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B5B2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14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E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0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A5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4AA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61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0E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B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AC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2F0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8055" w14:textId="6E0DC0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00C3" w14:textId="6255FE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2869" w14:textId="7D92AF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0961" w14:textId="2368E0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2A1C8" w14:textId="6F49EC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2,04</w:t>
            </w:r>
          </w:p>
        </w:tc>
      </w:tr>
      <w:tr w:rsidR="002E201E" w:rsidRPr="003E2BAC" w14:paraId="004EB6A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C289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2BD2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908,08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48E8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A4B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85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CF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42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405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45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6B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0F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BD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1B3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EC26" w14:textId="64EA18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7281" w14:textId="5F45A2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8CB7" w14:textId="5257EC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17C1" w14:textId="22EF62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B27B2" w14:textId="153F6C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2,07</w:t>
            </w:r>
          </w:p>
        </w:tc>
      </w:tr>
      <w:tr w:rsidR="002E201E" w:rsidRPr="003E2BAC" w14:paraId="64ECB9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C2CA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E3B2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4827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13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78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1F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AE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25C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D3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3A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82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D8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3A9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D982" w14:textId="56FD9E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14B6" w14:textId="5829E9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64B5" w14:textId="296713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3E63" w14:textId="5203A7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60C26" w14:textId="53A6FB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2,08</w:t>
            </w:r>
          </w:p>
        </w:tc>
      </w:tr>
      <w:tr w:rsidR="002E201E" w:rsidRPr="003E2BAC" w14:paraId="3B9F37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91E6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4107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D85C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BC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5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9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53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2D1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96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67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600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DF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91C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9853" w14:textId="6FE46B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764D" w14:textId="4F871F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5320" w14:textId="28022F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9C83" w14:textId="2E20FB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F15AC" w14:textId="2ACF4D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2,08</w:t>
            </w:r>
          </w:p>
        </w:tc>
      </w:tr>
      <w:tr w:rsidR="002E201E" w:rsidRPr="003E2BAC" w14:paraId="1286C39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18B0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C2AB0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C95F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4D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5D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24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0C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7E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52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4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C0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16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01A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1CFB" w14:textId="06C013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8FB2" w14:textId="0C76CE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6736" w14:textId="187C9F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5F1C" w14:textId="6AA1B3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2759D" w14:textId="433DF9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2,08</w:t>
            </w:r>
          </w:p>
        </w:tc>
      </w:tr>
      <w:tr w:rsidR="002E201E" w:rsidRPr="003E2BAC" w14:paraId="6B471D5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0AD4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57F2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7813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F5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9FB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D8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E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92B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EE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519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C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20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564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AD4E" w14:textId="0A807A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76A9" w14:textId="59E5A5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E565" w14:textId="645BE9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2FC7" w14:textId="46DDEA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2C833" w14:textId="6512AF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2,08</w:t>
            </w:r>
          </w:p>
        </w:tc>
      </w:tr>
      <w:tr w:rsidR="002E201E" w:rsidRPr="003E2BAC" w14:paraId="09635F3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3EC5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256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4492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52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C5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D2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B3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748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F2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2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F9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C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E60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AFB5" w14:textId="27AD5B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9B48" w14:textId="04DB5F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DB8C" w14:textId="71F0AC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3ACA" w14:textId="203FC1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D2DCF" w14:textId="105CA0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2,08</w:t>
            </w:r>
          </w:p>
        </w:tc>
      </w:tr>
      <w:tr w:rsidR="002E201E" w:rsidRPr="003E2BAC" w14:paraId="71EAC63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4905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0710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97D1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B3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8D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B7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A3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C5B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A2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630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CB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89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C46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944F" w14:textId="2EEED4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8FBC" w14:textId="7E04D8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14DC" w14:textId="2DCC36D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159D" w14:textId="4EE351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DEBC6" w14:textId="6A5D37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2,09</w:t>
            </w:r>
          </w:p>
        </w:tc>
      </w:tr>
      <w:tr w:rsidR="002E201E" w:rsidRPr="003E2BAC" w14:paraId="05581B1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C260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E9D9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908,70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428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EB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29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8B2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74A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7AD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68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E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63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6D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9CA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E102" w14:textId="36315C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FCBF" w14:textId="065D32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D7E5" w14:textId="170FEC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41FC" w14:textId="263566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73991" w14:textId="52D758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2,10</w:t>
            </w:r>
          </w:p>
        </w:tc>
      </w:tr>
      <w:tr w:rsidR="002E201E" w:rsidRPr="003E2BAC" w14:paraId="4A8E21D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12EE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6045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909,11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4F8D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D6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EA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16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24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FD5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63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2E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60E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A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907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E6CC" w14:textId="3DF7E1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E259" w14:textId="4ECB39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39B1" w14:textId="369BFB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E81C" w14:textId="2C3C15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8457A" w14:textId="54481B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2,12</w:t>
            </w:r>
          </w:p>
        </w:tc>
      </w:tr>
      <w:tr w:rsidR="002E201E" w:rsidRPr="003E2BAC" w14:paraId="43D6076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9B57B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4D70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909,80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DAE4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3B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0E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F3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FD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12D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25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E1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92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C5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27E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9652" w14:textId="2BDB48C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BAA8" w14:textId="3F0829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83F8" w14:textId="452481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78C5" w14:textId="479E9C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ACF77" w14:textId="76CEE5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2,15</w:t>
            </w:r>
          </w:p>
        </w:tc>
      </w:tr>
      <w:tr w:rsidR="002E201E" w:rsidRPr="003E2BAC" w14:paraId="020EE7C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E61D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1534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910,83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8924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63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76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CB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54A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C3F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62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E3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C1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14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6F4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88E2" w14:textId="747231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220A" w14:textId="26211D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AE9A" w14:textId="6A6DCA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2309" w14:textId="1F751F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8E8FC" w14:textId="042CDE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2,20</w:t>
            </w:r>
          </w:p>
        </w:tc>
      </w:tr>
      <w:tr w:rsidR="002E201E" w:rsidRPr="003E2BAC" w14:paraId="6202464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DED4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8AF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912,14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D02C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CD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5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12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6F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E8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1C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9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B5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C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B7D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6226" w14:textId="736CBA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F517" w14:textId="167531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506B" w14:textId="13E75F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E347" w14:textId="190543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1DC6E" w14:textId="32D4E6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2,26</w:t>
            </w:r>
          </w:p>
        </w:tc>
      </w:tr>
      <w:tr w:rsidR="002E201E" w:rsidRPr="003E2BAC" w14:paraId="234F5B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4F9F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5A261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912,26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7A7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FC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1A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0E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1D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2DB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A2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485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F7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DC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271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A4E6" w14:textId="1134B4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047D" w14:textId="1C168B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0FB1" w14:textId="0672FF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E2CD" w14:textId="5400B4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0A2B8" w14:textId="6CE150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2,27</w:t>
            </w:r>
          </w:p>
        </w:tc>
      </w:tr>
      <w:tr w:rsidR="002E201E" w:rsidRPr="003E2BAC" w14:paraId="35DA997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6DF5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7CBE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914,17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B650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67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77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0F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3C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B14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1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05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34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DD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E1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28C7" w14:textId="594303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3C13" w14:textId="26EF22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8050" w14:textId="57125E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6DFB" w14:textId="6A5AA9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605D5" w14:textId="6FFDB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2,33</w:t>
            </w:r>
          </w:p>
        </w:tc>
      </w:tr>
      <w:tr w:rsidR="002E201E" w:rsidRPr="003E2BAC" w14:paraId="50E750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3D4E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0F7A0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915,89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C763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A7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63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7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D3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51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E46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0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9A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2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326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5B6D" w14:textId="0C18D0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4601" w14:textId="6D412F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734D" w14:textId="7A6B88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09C5" w14:textId="45FC1F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D9844" w14:textId="628170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2,39</w:t>
            </w:r>
          </w:p>
        </w:tc>
      </w:tr>
      <w:tr w:rsidR="002E201E" w:rsidRPr="003E2BAC" w14:paraId="717C2E8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0468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1FF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916,59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6515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32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FD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5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7E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BB6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F2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37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D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E5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878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F8DD" w14:textId="306256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EC75" w14:textId="070D62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2ADC" w14:textId="0B7604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FD81" w14:textId="044673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637EC" w14:textId="770ED8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2,41</w:t>
            </w:r>
          </w:p>
        </w:tc>
      </w:tr>
      <w:tr w:rsidR="002E201E" w:rsidRPr="003E2BAC" w14:paraId="268E147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11CA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8173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919,47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2D2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4F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5D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93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40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320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69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D8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08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32D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9CD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4CA6" w14:textId="4785A9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5CF6" w14:textId="434EB5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2F58" w14:textId="4BBA75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24F9" w14:textId="4CA69F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154C6" w14:textId="29423F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2,53</w:t>
            </w:r>
          </w:p>
        </w:tc>
      </w:tr>
      <w:tr w:rsidR="002E201E" w:rsidRPr="003E2BAC" w14:paraId="03D0A1A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B4A9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E0CF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919,64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9521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0D9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0C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62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5D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E7E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4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03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DB8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1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A34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EDF1" w14:textId="3B5299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1E7B" w14:textId="0DB8B3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05AF" w14:textId="2AD174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02D7" w14:textId="728677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99F4A" w14:textId="3EB2F1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2,53</w:t>
            </w:r>
          </w:p>
        </w:tc>
      </w:tr>
      <w:tr w:rsidR="002E201E" w:rsidRPr="003E2BAC" w14:paraId="7496E5C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D6D1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1E8E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922,72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4CC5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B7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36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F00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38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C8E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6F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D2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2A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2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EEF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D41D" w14:textId="140DCF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4E0D" w14:textId="61FE41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29C2" w14:textId="23E69A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B3A5" w14:textId="6AD667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29550" w14:textId="2BD0D9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2,65</w:t>
            </w:r>
          </w:p>
        </w:tc>
      </w:tr>
      <w:tr w:rsidR="002E201E" w:rsidRPr="003E2BAC" w14:paraId="250CA49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F989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2BA2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923,39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0DBA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0B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3DA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48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154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559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3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F9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67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D7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3A4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E209" w14:textId="4D8DEA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62AF" w14:textId="50CC8F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D799" w14:textId="2499B9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E486" w14:textId="1761B4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49749" w14:textId="6C7CE7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2,69</w:t>
            </w:r>
          </w:p>
        </w:tc>
      </w:tr>
      <w:tr w:rsidR="002E201E" w:rsidRPr="003E2BAC" w14:paraId="0315388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13CD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FBB2B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926,27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753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C8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68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BC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38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5A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55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0E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56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35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053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1203" w14:textId="4C6599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DE93" w14:textId="661345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6CF0" w14:textId="43DB28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3498" w14:textId="0C9461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85301" w14:textId="52EFCF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2,83</w:t>
            </w:r>
          </w:p>
        </w:tc>
      </w:tr>
      <w:tr w:rsidR="002E201E" w:rsidRPr="003E2BAC" w14:paraId="635AD2A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25C9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B74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927,14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F015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0A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CB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FAE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C0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5E3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30A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53E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2E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99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A3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7395" w14:textId="2B4F8C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D7D2" w14:textId="419812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7214" w14:textId="09E4C8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1420" w14:textId="67E2F5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3E592" w14:textId="0BF762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2,89</w:t>
            </w:r>
          </w:p>
        </w:tc>
      </w:tr>
      <w:tr w:rsidR="002E201E" w:rsidRPr="003E2BAC" w14:paraId="1AFCBEB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4F33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F8A78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930,04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390A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E5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17C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A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2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61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9C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F7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C2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4A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85E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042F" w14:textId="188AC6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5C5D" w14:textId="37349F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14BC" w14:textId="681618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2593" w14:textId="33E9DD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93180" w14:textId="1343A7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2,96</w:t>
            </w:r>
          </w:p>
        </w:tc>
      </w:tr>
      <w:tr w:rsidR="002E201E" w:rsidRPr="003E2BAC" w14:paraId="467B608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2D23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B15E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930,89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77C1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4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B6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99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AF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D5B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AF3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CD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DE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8E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E5B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9133" w14:textId="0FD2DA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4CA2" w14:textId="21B11A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CD79" w14:textId="3D8506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8700" w14:textId="421BD2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6085C" w14:textId="1F24ED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3,00</w:t>
            </w:r>
          </w:p>
        </w:tc>
      </w:tr>
      <w:tr w:rsidR="002E201E" w:rsidRPr="003E2BAC" w14:paraId="767DF92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33E4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DA95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933,95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B1B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6D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1D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39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40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138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D5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B4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98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36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E9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F914" w14:textId="4DDF8B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4A9E" w14:textId="326B86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8989" w14:textId="45B5A6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0318" w14:textId="748B09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17DA6" w14:textId="5D68040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3,07</w:t>
            </w:r>
          </w:p>
        </w:tc>
      </w:tr>
      <w:tr w:rsidR="002E201E" w:rsidRPr="003E2BAC" w14:paraId="7336883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CD5C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63D3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934,64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AE21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898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EF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D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BB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5E8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85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EC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0D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20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54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8632" w14:textId="2EC2C5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1B6F" w14:textId="486D41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4120" w14:textId="33783F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2D42" w14:textId="3DBEB8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72580" w14:textId="665A3A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3,11</w:t>
            </w:r>
          </w:p>
        </w:tc>
      </w:tr>
      <w:tr w:rsidR="002E201E" w:rsidRPr="003E2BAC" w14:paraId="5F6470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15D6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DA1D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937,94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A09E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D4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E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21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1C9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CC6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896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24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07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B6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D23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3F09" w14:textId="024FAA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F1D7" w14:textId="2EE20C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C070" w14:textId="2B6FF6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61C6" w14:textId="71BA47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FE803" w14:textId="08CBB6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3,17</w:t>
            </w:r>
          </w:p>
        </w:tc>
      </w:tr>
      <w:tr w:rsidR="002E201E" w:rsidRPr="003E2BAC" w14:paraId="38C78A8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4E7E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4CA6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938,39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91B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D5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2A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B4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4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2F2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81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B0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12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53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A30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C61D" w14:textId="43BD02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2D0A" w14:textId="30D705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9EB1" w14:textId="428BFA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BFC5" w14:textId="1A1098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DCFBE" w14:textId="7F3AE4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</w:tr>
      <w:tr w:rsidR="002E201E" w:rsidRPr="003E2BAC" w14:paraId="2D1BF36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1978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E4175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941,93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49ED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AC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6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34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3C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D13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6F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87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5F4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6C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533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E8D5" w14:textId="0B8CA3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1B3A" w14:textId="50EF94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76D5" w14:textId="0B75BC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9F67" w14:textId="7FE552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DD39C" w14:textId="5261A8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3,36</w:t>
            </w:r>
          </w:p>
        </w:tc>
      </w:tr>
      <w:tr w:rsidR="002E201E" w:rsidRPr="003E2BAC" w14:paraId="425DCF0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5631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B02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942,14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1EDB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30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65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E2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8A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FA9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1F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FA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72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83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983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ADBD" w14:textId="34548B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154F" w14:textId="59B06F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55E3" w14:textId="124B27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A54E" w14:textId="31DCD4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071E3" w14:textId="1A13F8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3,38</w:t>
            </w:r>
          </w:p>
        </w:tc>
      </w:tr>
      <w:tr w:rsidR="002E201E" w:rsidRPr="003E2BAC" w14:paraId="4EF1F3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DD31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7CAF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945,89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FBFA7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A1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6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D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34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5FE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AD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84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6B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AB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655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1C15" w14:textId="5EB896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1750" w14:textId="11FCAD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460E" w14:textId="3DCCC6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79CE" w14:textId="1DA1C1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38AD6" w14:textId="6E5A65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3,87</w:t>
            </w:r>
          </w:p>
        </w:tc>
      </w:tr>
      <w:tr w:rsidR="002E201E" w:rsidRPr="003E2BAC" w14:paraId="42E41BB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1D4B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E819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945,89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2E81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42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B86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B6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8E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C51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5B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B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048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33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F31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0,65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2159" w14:textId="7F054F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1DF6" w14:textId="651FDDF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3CE9" w14:textId="32949C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889E" w14:textId="31C2C2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5E44C" w14:textId="2D87FC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3,87</w:t>
            </w:r>
          </w:p>
        </w:tc>
      </w:tr>
      <w:tr w:rsidR="002E201E" w:rsidRPr="003E2BAC" w14:paraId="6567619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0808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43D2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949,80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E356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14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75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79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9F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EE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D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7A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E5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E0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F80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696D" w14:textId="0ACF56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43E2" w14:textId="0E429C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DAF0" w14:textId="248BB5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1EFA" w14:textId="5F9691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024F9" w14:textId="485884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4,59</w:t>
            </w:r>
          </w:p>
        </w:tc>
      </w:tr>
      <w:tr w:rsidR="002E201E" w:rsidRPr="003E2BAC" w14:paraId="2E4098C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179E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2924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951,18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7536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9D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39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EC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64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4F6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B3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F7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7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41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282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16C3" w14:textId="050EDC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0417" w14:textId="7A34C6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CA9C" w14:textId="2D679A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9DDD" w14:textId="42A5AE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8DCEF" w14:textId="6CD2D7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4,94</w:t>
            </w:r>
          </w:p>
        </w:tc>
      </w:tr>
      <w:tr w:rsidR="002E201E" w:rsidRPr="003E2BAC" w14:paraId="09BD5D9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3145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4FEF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953,61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9BC2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23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03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33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C0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25A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F3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DD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42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F9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49E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2D04" w14:textId="7B4862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D1EA" w14:textId="5D0D8C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C138" w14:textId="11D65D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5890" w14:textId="70B738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D5046" w14:textId="6C5AE0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5,39</w:t>
            </w:r>
          </w:p>
        </w:tc>
      </w:tr>
      <w:tr w:rsidR="002E201E" w:rsidRPr="003E2BAC" w14:paraId="6FA0201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BCC4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4C83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956,48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F8BD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DA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84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5A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A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E8C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00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02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02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F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98C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2A6A" w14:textId="5207E7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EB51" w14:textId="17AA45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4EDB" w14:textId="37990A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E586" w14:textId="02AAA1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727D7" w14:textId="111BFB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6,05</w:t>
            </w:r>
          </w:p>
        </w:tc>
      </w:tr>
      <w:tr w:rsidR="002E201E" w:rsidRPr="003E2BAC" w14:paraId="246EC49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FC33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4BD1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957,29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9FBE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0D2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34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FC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C6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B1D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01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8E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E2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B5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952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6CA2" w14:textId="5AB081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B5139" w14:textId="1A895B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F7C2" w14:textId="31C400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B7A6" w14:textId="433C21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A43FA" w14:textId="5836AA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6,11</w:t>
            </w:r>
          </w:p>
        </w:tc>
      </w:tr>
      <w:tr w:rsidR="002E201E" w:rsidRPr="003E2BAC" w14:paraId="0FAF7BC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785E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C09F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960,79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AE78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E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C2A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73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D1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C4B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99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82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C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9F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173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8F2B" w14:textId="3DB66E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559D" w14:textId="7216A3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3E93" w14:textId="3598E3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85BD" w14:textId="3ECF28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A72B6" w14:textId="76F142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6,41</w:t>
            </w:r>
          </w:p>
        </w:tc>
      </w:tr>
      <w:tr w:rsidR="002E201E" w:rsidRPr="003E2BAC" w14:paraId="1A6FC2B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2D06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5091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961,77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FA1F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81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33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B3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6F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E97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33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5B9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59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C3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21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4547" w14:textId="7B1330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8EA1" w14:textId="2DC882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AE86" w14:textId="135A70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2438" w14:textId="21D81A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D5483" w14:textId="5958CE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6,48</w:t>
            </w:r>
          </w:p>
        </w:tc>
      </w:tr>
      <w:tr w:rsidR="002E201E" w:rsidRPr="003E2BAC" w14:paraId="14A0CE0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8E99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9F5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964,06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2B44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D3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02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9B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DB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A5B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00F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47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29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D8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E9B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63D6" w14:textId="4C79BB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ED00" w14:textId="765C3A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CDFA" w14:textId="6A9658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B369" w14:textId="719346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D7079" w14:textId="15D216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6,96</w:t>
            </w:r>
          </w:p>
        </w:tc>
      </w:tr>
      <w:tr w:rsidR="002E201E" w:rsidRPr="003E2BAC" w14:paraId="402658F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0D2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BB814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967,07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E723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DB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14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36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79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019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D2D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7A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84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C6A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FB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EDB3" w14:textId="5E2B63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DB38" w14:textId="0DBB7F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E277" w14:textId="442243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B117" w14:textId="570224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EB299" w14:textId="31E0A3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7,51</w:t>
            </w:r>
          </w:p>
        </w:tc>
      </w:tr>
      <w:tr w:rsidR="002E201E" w:rsidRPr="003E2BAC" w14:paraId="214BD16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30F8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A97E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967,07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5FB0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19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12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09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04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6E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2A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AA8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7E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AE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58F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D906" w14:textId="3FEC78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86EF" w14:textId="677A88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4ACE" w14:textId="601DC7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7B5C" w14:textId="199E77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32694" w14:textId="0FD8B0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7,51</w:t>
            </w:r>
          </w:p>
        </w:tc>
      </w:tr>
      <w:tr w:rsidR="002E201E" w:rsidRPr="003E2BAC" w14:paraId="1079E44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AD74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5088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969,78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98F4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D2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50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1B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8B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DE1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AE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3C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9F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6E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B83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B626" w14:textId="174645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A226" w14:textId="3C6E2E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7D8D" w14:textId="3BA272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3382" w14:textId="7FB4FE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3DF4A" w14:textId="272709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7,75</w:t>
            </w:r>
          </w:p>
        </w:tc>
      </w:tr>
      <w:tr w:rsidR="002E201E" w:rsidRPr="003E2BAC" w14:paraId="0525B79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37AC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E248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971,67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09FC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69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9C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8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1C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139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A4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1D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B2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6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A0B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72F6" w14:textId="0773BC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52A8" w14:textId="3E68A6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EAA6" w14:textId="2723D7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A045" w14:textId="72E987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25939" w14:textId="19BD33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7,88</w:t>
            </w:r>
          </w:p>
        </w:tc>
      </w:tr>
      <w:tr w:rsidR="002E201E" w:rsidRPr="003E2BAC" w14:paraId="33BA7F6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0144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BCD6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972,20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8316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3E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C0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62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09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F3E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49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1F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D0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2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1BB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8D8A" w14:textId="0C1D65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CB9C" w14:textId="07495B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0FC4" w14:textId="01DE16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A1DB" w14:textId="550184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40542" w14:textId="3FD2BD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8,21</w:t>
            </w:r>
          </w:p>
        </w:tc>
      </w:tr>
      <w:tr w:rsidR="002E201E" w:rsidRPr="003E2BAC" w14:paraId="2DCEF3B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B594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04C6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974,40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3FC3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BB0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D1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A0A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8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9BD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D1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F8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7C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3D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CA2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ACC0" w14:textId="5B4621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209C" w14:textId="59B754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D8DD" w14:textId="551875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681C" w14:textId="4FEB9A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3BB23" w14:textId="7A20E5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9,71</w:t>
            </w:r>
          </w:p>
        </w:tc>
      </w:tr>
      <w:tr w:rsidR="002E201E" w:rsidRPr="003E2BAC" w14:paraId="1B3594D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67E6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03B4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976,44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2A4B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AA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F9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FC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51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17E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2A9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68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EB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BB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0BF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A54A" w14:textId="4EF991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DC68" w14:textId="1A9C4E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3111" w14:textId="2B3F74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FDE5" w14:textId="7EC9A8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004D1" w14:textId="66B2DD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11,03</w:t>
            </w:r>
          </w:p>
        </w:tc>
      </w:tr>
      <w:tr w:rsidR="002E201E" w:rsidRPr="003E2BAC" w14:paraId="502DF3C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9BFE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873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976,44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5236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A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D3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8B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6F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3AD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70E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7F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AA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67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DD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14A9" w14:textId="3CF6BF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8371" w14:textId="480621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5D31" w14:textId="6DED3F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0428" w14:textId="757400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446D4" w14:textId="5464F8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11,03</w:t>
            </w:r>
          </w:p>
        </w:tc>
      </w:tr>
      <w:tr w:rsidR="002E201E" w:rsidRPr="003E2BAC" w14:paraId="53ECF47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ED0A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BAC2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978,40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C29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F15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22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C5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92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4FA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55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69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8B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3F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B7D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3FF9" w14:textId="582F93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2EB7" w14:textId="3F43FB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F49A" w14:textId="508633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94C7" w14:textId="71E1B6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16,77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99884" w14:textId="733CE7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14,18</w:t>
            </w:r>
          </w:p>
        </w:tc>
      </w:tr>
      <w:tr w:rsidR="002E201E" w:rsidRPr="003E2BAC" w14:paraId="7DA298C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6B64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6F6AD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979,29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649C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49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B4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7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2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595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8E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16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C3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2B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CB9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489F" w14:textId="4B5F81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E590" w14:textId="0DDA94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8B11" w14:textId="62EEFA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0F80" w14:textId="03F1E4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C72F2" w14:textId="6A024D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15,69</w:t>
            </w:r>
          </w:p>
        </w:tc>
      </w:tr>
      <w:tr w:rsidR="002E201E" w:rsidRPr="003E2BAC" w14:paraId="1F6E7A2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CB4B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1985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980,31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29A8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2C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D0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54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77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A81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32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8DE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C6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FE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1E9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7BEB" w14:textId="08A3AD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B246" w14:textId="03EEA1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0159" w14:textId="754005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659C" w14:textId="39F3F5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19,73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EE6F2" w14:textId="40D8C0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17,33</w:t>
            </w:r>
          </w:p>
        </w:tc>
      </w:tr>
      <w:tr w:rsidR="002E201E" w:rsidRPr="003E2BAC" w14:paraId="4B9B1B9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50F2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701C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982,18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FA3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90E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44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9D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C3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26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71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16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E1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7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4D7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3C4B" w14:textId="577694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C364" w14:textId="548997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AB5E" w14:textId="37CAE0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2DC9" w14:textId="014DB02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03C6E" w14:textId="0325C2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20,46</w:t>
            </w:r>
          </w:p>
        </w:tc>
      </w:tr>
      <w:tr w:rsidR="002E201E" w:rsidRPr="003E2BAC" w14:paraId="73E1C42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7DF1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B51A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982,18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D60B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E8E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1A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98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05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CE7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92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CBA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42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08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2D7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7E3B" w14:textId="07A818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703C" w14:textId="53BCC7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5643" w14:textId="07E761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FF1D" w14:textId="7D65DF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22,35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0CCE8" w14:textId="4B1541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20,47</w:t>
            </w:r>
          </w:p>
        </w:tc>
      </w:tr>
      <w:tr w:rsidR="002E201E" w:rsidRPr="003E2BAC" w14:paraId="09F19FC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72F37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74FF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984,03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7D11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7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0D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F9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8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24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A5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A5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27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42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96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76F1" w14:textId="5B0972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BFBD" w14:textId="011EA0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7460" w14:textId="08687E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61FC" w14:textId="7DD71B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23,96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FFBF4" w14:textId="5303D4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21,97</w:t>
            </w:r>
          </w:p>
        </w:tc>
      </w:tr>
      <w:tr w:rsidR="002E201E" w:rsidRPr="003E2BAC" w14:paraId="56485F0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8B4A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BB59C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985,79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38A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C4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54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02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77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A79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65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33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21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8B5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93A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80F3" w14:textId="65BB8A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A398" w14:textId="4566F1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FCB2" w14:textId="1A01E6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29E1" w14:textId="5AEA3C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F882F" w14:textId="445452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23,44</w:t>
            </w:r>
          </w:p>
        </w:tc>
      </w:tr>
      <w:tr w:rsidR="002E201E" w:rsidRPr="003E2BAC" w14:paraId="655A60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731F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87CC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985,85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AF5D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D7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41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30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73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968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AF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82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E8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B4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DC0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B06C" w14:textId="4764BF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FB66" w14:textId="729554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3B90" w14:textId="37C0E0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F667" w14:textId="05B9A5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1A742" w14:textId="2A90B4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23,41</w:t>
            </w:r>
          </w:p>
        </w:tc>
      </w:tr>
      <w:tr w:rsidR="002E201E" w:rsidRPr="003E2BAC" w14:paraId="629756A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3A99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270F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987,64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9969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45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DD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AD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2F5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307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CD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65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7A3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57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BF7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0454" w14:textId="3C68AE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06F9" w14:textId="2B973C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4D0E" w14:textId="69E9C7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00AE" w14:textId="5529F7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BF0F2" w14:textId="3A69D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22,67</w:t>
            </w:r>
          </w:p>
        </w:tc>
      </w:tr>
      <w:tr w:rsidR="002E201E" w:rsidRPr="003E2BAC" w14:paraId="41DF7BC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E4C7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C24F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989,40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6CD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8D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2A6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72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C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62C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33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81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8C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21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228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C67B" w14:textId="695AD0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43DC" w14:textId="6D1E1B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2D56" w14:textId="455E0C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EA9F" w14:textId="17C383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21,97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5C04F" w14:textId="6A8B23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22,00</w:t>
            </w:r>
          </w:p>
        </w:tc>
      </w:tr>
      <w:tr w:rsidR="002E201E" w:rsidRPr="003E2BAC" w14:paraId="126FDF4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9C5C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A94B6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989,40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31A6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36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488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FF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F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3B7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3D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E3C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76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5D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B9F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E7AE" w14:textId="372EF0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C4B8" w14:textId="46C7F7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9DC3" w14:textId="082573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1049" w14:textId="1779C6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21,97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CC78B" w14:textId="18FDB1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22,00</w:t>
            </w:r>
          </w:p>
        </w:tc>
      </w:tr>
      <w:tr w:rsidR="002E201E" w:rsidRPr="003E2BAC" w14:paraId="6A35808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D4D6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45DD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991,12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4D43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B3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1FE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0B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1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4C1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2E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33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14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E6D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BA2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13CE" w14:textId="2148D7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B255" w14:textId="33F8B8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4151" w14:textId="21B3D3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A37C" w14:textId="7F5698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D849E" w14:textId="0F014C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21,22</w:t>
            </w:r>
          </w:p>
        </w:tc>
      </w:tr>
      <w:tr w:rsidR="002E201E" w:rsidRPr="003E2BAC" w14:paraId="1DA397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91BB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D8B7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992,01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F18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31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46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656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21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F24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52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DC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DA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82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9DE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E9EC" w14:textId="75969B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DB99" w14:textId="205333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66C2" w14:textId="7AE772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E2B6" w14:textId="6C511F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04FD6" w14:textId="1BFEE4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20,85</w:t>
            </w:r>
          </w:p>
        </w:tc>
      </w:tr>
      <w:tr w:rsidR="002E201E" w:rsidRPr="003E2BAC" w14:paraId="59B4FB9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0A97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56AA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992,81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CD72A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B0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31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87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79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A0D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91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DB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0F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1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5B9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4B5E" w14:textId="0B3063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210D" w14:textId="275D76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C9A3" w14:textId="3D3889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4ADC" w14:textId="52FF49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388D5" w14:textId="254443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20,69</w:t>
            </w:r>
          </w:p>
        </w:tc>
      </w:tr>
      <w:tr w:rsidR="002E201E" w:rsidRPr="003E2BAC" w14:paraId="1A89295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F25A4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229A9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994,46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4DEF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CF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1C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69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B4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4A2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74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8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18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F8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361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EF3B" w14:textId="47E581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9129" w14:textId="48C4546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ACDB" w14:textId="03FF24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3B08" w14:textId="3097B2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E63D7" w14:textId="3744A6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20,44</w:t>
            </w:r>
          </w:p>
        </w:tc>
      </w:tr>
      <w:tr w:rsidR="002E201E" w:rsidRPr="003E2BAC" w14:paraId="5C8D35B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02C5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67ED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994,63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14CF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69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DC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CA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66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B5D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70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DE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2D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ED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87A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AE41" w14:textId="53F37C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FB29" w14:textId="543908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1E00" w14:textId="1C471C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B220" w14:textId="5C3B59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F6472" w14:textId="776948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20,42</w:t>
            </w:r>
          </w:p>
        </w:tc>
      </w:tr>
      <w:tr w:rsidR="002E201E" w:rsidRPr="003E2BAC" w14:paraId="155C767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519D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61B79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996,07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189F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17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A6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8D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55D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1D8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681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88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9F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76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680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0044" w14:textId="4698E7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2CDD" w14:textId="5FFED1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CD02" w14:textId="52169C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C4CD" w14:textId="07E8F8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CEF12" w14:textId="1727EC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20,14</w:t>
            </w:r>
          </w:p>
        </w:tc>
      </w:tr>
      <w:tr w:rsidR="002E201E" w:rsidRPr="003E2BAC" w14:paraId="5765DA1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3936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DC73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997,25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425E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5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FC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58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FB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A12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81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92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95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F6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CF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4120" w14:textId="5B755A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53A0" w14:textId="019161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E349" w14:textId="3A0084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5045" w14:textId="32B0E1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19,91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73E81" w14:textId="3F1598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19,97</w:t>
            </w:r>
          </w:p>
        </w:tc>
      </w:tr>
      <w:tr w:rsidR="002E201E" w:rsidRPr="003E2BAC" w14:paraId="4796930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6C8E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AA7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997,64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FF8C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6E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5C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A1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CB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D16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14D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EB5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9AC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8B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FB3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B66E" w14:textId="57CFD6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7961" w14:textId="39E75A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778C" w14:textId="6E7C5A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12B2" w14:textId="61FFA0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19,93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F1287" w14:textId="1BEBF9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19,93</w:t>
            </w:r>
          </w:p>
        </w:tc>
      </w:tr>
      <w:tr w:rsidR="002E201E" w:rsidRPr="003E2BAC" w14:paraId="74BCA1C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93EA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8CCB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999,17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6B66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E6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23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A3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E5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E6F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54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3F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25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63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98A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E4DA" w14:textId="6D78FA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52E5" w14:textId="52A244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CA8C" w14:textId="7A9CFC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2EE8" w14:textId="162DE4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20,08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15027" w14:textId="72687E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19,88</w:t>
            </w:r>
          </w:p>
        </w:tc>
      </w:tr>
      <w:tr w:rsidR="002E201E" w:rsidRPr="003E2BAC" w14:paraId="4F48B78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9790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7C7D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999,86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E5DE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B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A7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D8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40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A7A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EC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A22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37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DC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EB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41E3" w14:textId="6F9A70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497B" w14:textId="6F9DEF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A704" w14:textId="2A9AFE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F032" w14:textId="5D8049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26C7C" w14:textId="060D2B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19,90</w:t>
            </w:r>
          </w:p>
        </w:tc>
      </w:tr>
      <w:tr w:rsidR="002E201E" w:rsidRPr="003E2BAC" w14:paraId="2CA3BFF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B662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6E537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1000,67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93DC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54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E8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6C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B7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D50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CC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5D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C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1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512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D950" w14:textId="64223B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9E7D" w14:textId="64C2A9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05BD" w14:textId="220BD5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05D1" w14:textId="0CF979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7FAF8" w14:textId="3CE412E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19,94</w:t>
            </w:r>
          </w:p>
        </w:tc>
      </w:tr>
      <w:tr w:rsidR="002E201E" w:rsidRPr="003E2BAC" w14:paraId="0EC5ABC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08C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22C6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1002,12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2855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A0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F3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EF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6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295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59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8D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ABA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BD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2B2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8449" w14:textId="00634B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D715" w14:textId="799347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367D" w14:textId="2B5CA0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4EE6" w14:textId="4A36A8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19,93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3A033" w14:textId="751BA4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20,10</w:t>
            </w:r>
          </w:p>
        </w:tc>
      </w:tr>
      <w:tr w:rsidR="002E201E" w:rsidRPr="003E2BAC" w14:paraId="6761AF9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5BD6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4755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1002,48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98D7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02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42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AA4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66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632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B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075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D9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7B9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C0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EF6C" w14:textId="7B50CF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F2D9" w14:textId="768438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6F55" w14:textId="30A994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FD6D" w14:textId="7C61C1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90781" w14:textId="56C827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20,15</w:t>
            </w:r>
          </w:p>
        </w:tc>
      </w:tr>
      <w:tr w:rsidR="002E201E" w:rsidRPr="003E2BAC" w14:paraId="56AE893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99F1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D367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1003,51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4830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C3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C8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15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C4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73F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0D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61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24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74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314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8390" w14:textId="019FB3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F56B" w14:textId="5C01B0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D600" w14:textId="5E7093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8674" w14:textId="1037EC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302C8" w14:textId="3F165E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20,28</w:t>
            </w:r>
          </w:p>
        </w:tc>
      </w:tr>
      <w:tr w:rsidR="002E201E" w:rsidRPr="003E2BAC" w14:paraId="345EC2D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D23B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416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1004,84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E869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2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0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68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43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CE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4F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D3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09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E01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3BE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FDCF" w14:textId="49DF51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D680" w14:textId="272BD5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C057" w14:textId="663ABE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D39F" w14:textId="239F0A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E6B14" w14:textId="4D6747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20,49</w:t>
            </w:r>
          </w:p>
        </w:tc>
      </w:tr>
      <w:tr w:rsidR="002E201E" w:rsidRPr="003E2BAC" w14:paraId="47AEDEE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64C2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992F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1005,10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5BDB9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C7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99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48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34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AB2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7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526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EC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76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A94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E417" w14:textId="02A948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2E48" w14:textId="133B26E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5787" w14:textId="4CF78F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8193" w14:textId="352B7F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BD2B2" w14:textId="1B7618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20,53</w:t>
            </w:r>
          </w:p>
        </w:tc>
      </w:tr>
      <w:tr w:rsidR="002E201E" w:rsidRPr="003E2BAC" w14:paraId="748EAF3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A99D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16CA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1006,10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51A6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46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9D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FF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D8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E9B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3F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90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7B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C2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B93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26EB" w14:textId="41EA07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B40E" w14:textId="685B54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36C8" w14:textId="6CD30C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6B41" w14:textId="7BF5D8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352DD" w14:textId="144C7F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20,59</w:t>
            </w:r>
          </w:p>
        </w:tc>
      </w:tr>
      <w:tr w:rsidR="002E201E" w:rsidRPr="003E2BAC" w14:paraId="0CED112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E5B7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CC5B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1007,27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E6D2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7D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F0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85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47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805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9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C8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0A6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59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56F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EFA8" w14:textId="0BE934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ADE3" w14:textId="71EF75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BD99" w14:textId="53E55A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7226" w14:textId="6261D6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4CDEE" w14:textId="4BE212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20,67</w:t>
            </w:r>
          </w:p>
        </w:tc>
      </w:tr>
      <w:tr w:rsidR="002E201E" w:rsidRPr="003E2BAC" w14:paraId="3B9B9E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B80D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8F7B0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1007,71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13DA5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D5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64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4A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3B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0E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FF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70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0A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88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1B3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6172" w14:textId="19F11E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2E21" w14:textId="6B0B1F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680E" w14:textId="0AC51D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A02E" w14:textId="15827B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7B5F0" w14:textId="0F315B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20,70</w:t>
            </w:r>
          </w:p>
        </w:tc>
      </w:tr>
      <w:tr w:rsidR="002E201E" w:rsidRPr="003E2BAC" w14:paraId="128D0F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2F31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97EE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1008,35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A3C0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E2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C80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D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2C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DCD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0F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73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33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98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9A9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1EBA" w14:textId="10748B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8AE2" w14:textId="7E6626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B440" w14:textId="7B1DA1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E546" w14:textId="776B73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A892C" w14:textId="63EB9D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20,68</w:t>
            </w:r>
          </w:p>
        </w:tc>
      </w:tr>
      <w:tr w:rsidR="002E201E" w:rsidRPr="003E2BAC" w14:paraId="044E3AA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8C72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1A8F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1009,34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FB6A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EB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468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C1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55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9B5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AB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68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E5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91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181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1F14" w14:textId="11662A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2506" w14:textId="6C6131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1A17" w14:textId="6D87F1D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C610" w14:textId="34EAA1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20,43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D2842" w14:textId="7FDD47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20,65</w:t>
            </w:r>
          </w:p>
        </w:tc>
      </w:tr>
      <w:tr w:rsidR="002E201E" w:rsidRPr="003E2BAC" w14:paraId="371A0A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2CE7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C809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1010,22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E1832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0B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02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C1C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86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938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E4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54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57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A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256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35B4" w14:textId="10860C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222B" w14:textId="1DAE2C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950D" w14:textId="07FEE3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EDDD" w14:textId="2DDCF1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7FE78" w14:textId="01A540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20,63</w:t>
            </w:r>
          </w:p>
        </w:tc>
      </w:tr>
      <w:tr w:rsidR="002E201E" w:rsidRPr="003E2BAC" w14:paraId="2217047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11A0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83C8E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1010,33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3CAF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1B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37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F93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DD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611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DE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01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B3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A1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82B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D95C" w14:textId="15CE1F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873F" w14:textId="102C7C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5A3A" w14:textId="3E8BE5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0A7B" w14:textId="0919FB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EFF5B" w14:textId="7A3370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20,62</w:t>
            </w:r>
          </w:p>
        </w:tc>
      </w:tr>
      <w:tr w:rsidR="002E201E" w:rsidRPr="003E2BAC" w14:paraId="4509215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137B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E7802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1011,01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03E0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FA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BD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2D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F5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1A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F9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B4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2B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F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099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9EC4" w14:textId="37F63A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85A4" w14:textId="6E1DB0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C682" w14:textId="337EBD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5294" w14:textId="47352F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4BA3A" w14:textId="30FF09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20,60</w:t>
            </w:r>
          </w:p>
        </w:tc>
      </w:tr>
      <w:tr w:rsidR="002E201E" w:rsidRPr="003E2BAC" w14:paraId="3B0C7D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5080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65AC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1011,73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9250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4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40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974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4D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481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EA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D4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39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26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D66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FBA2" w14:textId="632C29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6139" w14:textId="4901F6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ACB7" w14:textId="375C48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9643" w14:textId="7AAD9A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F6182" w14:textId="245D2C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20,56</w:t>
            </w:r>
          </w:p>
        </w:tc>
      </w:tr>
      <w:tr w:rsidR="002E201E" w:rsidRPr="003E2BAC" w14:paraId="6B62091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24AC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EE8D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1012,40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C854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FE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23A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30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A3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988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96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72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C2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D6A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769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9CC5" w14:textId="74F13B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23D5" w14:textId="704702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7C5E" w14:textId="4E87C2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01C2" w14:textId="2E90EB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E409F" w14:textId="4F23A6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20,53</w:t>
            </w:r>
          </w:p>
        </w:tc>
      </w:tr>
      <w:tr w:rsidR="002E201E" w:rsidRPr="003E2BAC" w14:paraId="4CE6D1F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B03EF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1005A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1012,94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9BDD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0A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EE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32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DB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6AC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2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D8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D6A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63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DE8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9007" w14:textId="3F97B9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3FF8" w14:textId="193404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0EB9" w14:textId="0F0CF8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8BD2" w14:textId="5721A0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5F578" w14:textId="287A4D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20,51</w:t>
            </w:r>
          </w:p>
        </w:tc>
      </w:tr>
      <w:tr w:rsidR="002E201E" w:rsidRPr="003E2BAC" w14:paraId="04C1FA4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10B9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B30B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1013,04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D057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D8E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4F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1F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7E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66C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04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BE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0F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04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5F9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38B8" w14:textId="6D61C4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D23E" w14:textId="311496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87D7" w14:textId="07C2F8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0B8F" w14:textId="1126F1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A5F98" w14:textId="71691C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20,50</w:t>
            </w:r>
          </w:p>
        </w:tc>
      </w:tr>
      <w:tr w:rsidR="002E201E" w:rsidRPr="003E2BAC" w14:paraId="562E446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AA2D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9820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1013,68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29D6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58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85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E7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2D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A36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26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30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C1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55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EBB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6297" w14:textId="3CB026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20C2" w14:textId="3628C5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8D84" w14:textId="44AE2B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CF07" w14:textId="11B65F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323B9" w14:textId="130607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20,46</w:t>
            </w:r>
          </w:p>
        </w:tc>
      </w:tr>
      <w:tr w:rsidR="002E201E" w:rsidRPr="003E2BAC" w14:paraId="68A42D0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03E9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2A86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1014,33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768E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7D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B8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B7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4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623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B4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FA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18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B1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264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58C7" w14:textId="332C0E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7647" w14:textId="5B6BE8B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4D2D" w14:textId="68797F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607B" w14:textId="7EB8EE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0442C" w14:textId="3E744D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20,41</w:t>
            </w:r>
          </w:p>
        </w:tc>
      </w:tr>
      <w:tr w:rsidR="002E201E" w:rsidRPr="003E2BAC" w14:paraId="1F81ED6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D5FD4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77BC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1015,02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75E4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B8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6E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988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2B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A7D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7F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33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D8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DB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6A6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7B03" w14:textId="49F2F2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E167" w14:textId="7417A4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18EB" w14:textId="4DEE74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A373" w14:textId="44F3C61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82F78" w14:textId="5CE652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20,37</w:t>
            </w:r>
          </w:p>
        </w:tc>
      </w:tr>
      <w:tr w:rsidR="002E201E" w:rsidRPr="003E2BAC" w14:paraId="0615036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7C73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692B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1015,56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BD95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90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9E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2D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32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B5A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A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3E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0D2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8BD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FCF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1144" w14:textId="3F8747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FCDF" w14:textId="0D3151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E66E" w14:textId="74DD7F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F316" w14:textId="42DDF9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B66D6" w14:textId="70DC7B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20,33</w:t>
            </w:r>
          </w:p>
        </w:tc>
      </w:tr>
      <w:tr w:rsidR="002E201E" w:rsidRPr="003E2BAC" w14:paraId="7F43A60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302A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C873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1015,76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5FB62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99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92F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F2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4D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3EA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9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96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7F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22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881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2923" w14:textId="172819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EDD1" w14:textId="763979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5D6A" w14:textId="791CB8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9A54" w14:textId="1A5DF6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B54DE" w14:textId="4C3BE3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20,30</w:t>
            </w:r>
          </w:p>
        </w:tc>
      </w:tr>
      <w:tr w:rsidR="002E201E" w:rsidRPr="003E2BAC" w14:paraId="2A15A8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4481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1399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15DA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1016,59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7DA9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3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C7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95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16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55D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1B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B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A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43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D37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58EC" w14:textId="58E7059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2FDF" w14:textId="70C27D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6B8F" w14:textId="3D959D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15DB" w14:textId="140E3F4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20,65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24248" w14:textId="330243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20,18</w:t>
            </w:r>
          </w:p>
        </w:tc>
      </w:tr>
      <w:tr w:rsidR="002E201E" w:rsidRPr="003E2BAC" w14:paraId="4A9B0AB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E1F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1C1E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1017,52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9C025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E4F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09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9B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1B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FAE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5A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B1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99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F6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B29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C8D2" w14:textId="48D809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E812" w14:textId="6A86E2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D4D5" w14:textId="4ED200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9E23" w14:textId="29068D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16561" w14:textId="1567C5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20,03</w:t>
            </w:r>
          </w:p>
        </w:tc>
      </w:tr>
      <w:tr w:rsidR="002E201E" w:rsidRPr="003E2BAC" w14:paraId="2B69847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F6C5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F460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1018,59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1D16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A95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70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D4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DF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BE7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6D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AD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18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C8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3D5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A931" w14:textId="4178D3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A70D" w14:textId="45B1A9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66EE" w14:textId="72FF27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7DB1" w14:textId="51C972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20,75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2E936" w14:textId="7E5127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19,88</w:t>
            </w:r>
          </w:p>
        </w:tc>
      </w:tr>
      <w:tr w:rsidR="002E201E" w:rsidRPr="003E2BAC" w14:paraId="37991A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0BF7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817C9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1019,24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3AC63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4E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71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A4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8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AAC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991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9E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74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E6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066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9CF0" w14:textId="6E0C01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95E6" w14:textId="21108A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9C5A" w14:textId="27A435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1603" w14:textId="7BF238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20,78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771E5" w14:textId="38C1AC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19,79</w:t>
            </w:r>
          </w:p>
        </w:tc>
      </w:tr>
      <w:tr w:rsidR="002E201E" w:rsidRPr="003E2BAC" w14:paraId="4D5BC54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AC0E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EBEF5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1019,83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E005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DA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4C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C5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27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977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88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F7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7C5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D06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C9C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34D8" w14:textId="35F7438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0562" w14:textId="40C99F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3BF3" w14:textId="6BD108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875C" w14:textId="6C0D3D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6A318" w14:textId="565208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19,63</w:t>
            </w:r>
          </w:p>
        </w:tc>
      </w:tr>
      <w:tr w:rsidR="002E201E" w:rsidRPr="003E2BAC" w14:paraId="043716C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AC34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D714C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1021,25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982E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8C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65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54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C5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0BF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55E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72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8A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8B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F32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C37A" w14:textId="787B39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E83A" w14:textId="68EDBD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C8CC" w14:textId="04400B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F7C6" w14:textId="1C74AE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45394" w14:textId="578C45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19,26</w:t>
            </w:r>
          </w:p>
        </w:tc>
      </w:tr>
      <w:tr w:rsidR="002E201E" w:rsidRPr="003E2BAC" w14:paraId="183670F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71AB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BE0A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1022,90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9F9C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630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ED2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D4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0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F68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1F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F9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DD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E11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8FF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C22A" w14:textId="36447C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8E04" w14:textId="411C9F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F13E" w14:textId="6A0F6F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9D6F" w14:textId="025466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070DB" w14:textId="3DD00F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18,85</w:t>
            </w:r>
          </w:p>
        </w:tc>
      </w:tr>
      <w:tr w:rsidR="002E201E" w:rsidRPr="003E2BAC" w14:paraId="1604CC8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9904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4DBE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1022,91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990EF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21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29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51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88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718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2E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D2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EC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7D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302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50AC" w14:textId="39AF3F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B5A4" w14:textId="3BDCFB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48A4" w14:textId="693563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A35A" w14:textId="4777A4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8A37D" w14:textId="591700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18,85</w:t>
            </w:r>
          </w:p>
        </w:tc>
      </w:tr>
      <w:tr w:rsidR="002E201E" w:rsidRPr="003E2BAC" w14:paraId="518241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12804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3DD2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1024,80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C87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2C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17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FB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B62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BAF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AB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8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B15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8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C6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66D9" w14:textId="591AB6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8D1E" w14:textId="518AA5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7C28" w14:textId="537927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F694" w14:textId="4E393B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F62E9" w14:textId="28DBA4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18,68</w:t>
            </w:r>
          </w:p>
        </w:tc>
      </w:tr>
      <w:tr w:rsidR="002E201E" w:rsidRPr="003E2BAC" w14:paraId="4684B32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1CDE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9108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1026,58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F955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70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DED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1D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9A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834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C2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0A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0A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2B1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0FF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6494" w14:textId="30CE66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4BB8" w14:textId="44D77F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CD67" w14:textId="604C44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B020" w14:textId="3CA0E5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C8EF1" w14:textId="0B38DA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18,52</w:t>
            </w:r>
          </w:p>
        </w:tc>
      </w:tr>
      <w:tr w:rsidR="002E201E" w:rsidRPr="003E2BAC" w14:paraId="53BEA4C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D9C5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89BD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1026,96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2A6E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0B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AE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07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56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14D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62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1C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2B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2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330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91A3" w14:textId="3E6D47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DDA6" w14:textId="4F4FCF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156E" w14:textId="316CDD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D48E" w14:textId="555FC2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64340" w14:textId="0F296A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18,47</w:t>
            </w:r>
          </w:p>
        </w:tc>
      </w:tr>
      <w:tr w:rsidR="002E201E" w:rsidRPr="003E2BAC" w14:paraId="41B3A6F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C508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F4E6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1029,36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3904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A8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2B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DF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2F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CF7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B2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46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89D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32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06A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B242" w14:textId="0AE0A2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8736" w14:textId="65F94F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F869" w14:textId="6311FB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AD2A" w14:textId="645AB7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DCFA3" w14:textId="1765381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18,15</w:t>
            </w:r>
          </w:p>
        </w:tc>
      </w:tr>
      <w:tr w:rsidR="002E201E" w:rsidRPr="003E2BAC" w14:paraId="1806CB7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4181A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BCA28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1030,26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7EEA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C3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57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2F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CB7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00E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EB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E8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11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04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BB2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8802" w14:textId="3EA566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6A86" w14:textId="7E119E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808E" w14:textId="307303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9464" w14:textId="36253C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47AC6" w14:textId="65CB2F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18,03</w:t>
            </w:r>
          </w:p>
        </w:tc>
      </w:tr>
      <w:tr w:rsidR="002E201E" w:rsidRPr="003E2BAC" w14:paraId="044875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B907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5F91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1031,96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5CF9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C1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85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11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E4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358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13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14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11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2D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AFA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5F31" w14:textId="203D7F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8A88" w14:textId="049B76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51EF" w14:textId="7DA5E4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0A96" w14:textId="72EFD0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18,97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D0CFF" w14:textId="163CB9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17,66</w:t>
            </w:r>
          </w:p>
        </w:tc>
      </w:tr>
      <w:tr w:rsidR="002E201E" w:rsidRPr="003E2BAC" w14:paraId="1CA4DF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CF46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CF6D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1033,94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AA42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C8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C0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22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9F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E7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5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FC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7D2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EC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08C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8535" w14:textId="1D900E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35CA" w14:textId="159CE8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8A08" w14:textId="5A1540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344B" w14:textId="5E822C2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18,58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3DD7D" w14:textId="3AF6B9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17,23</w:t>
            </w:r>
          </w:p>
        </w:tc>
      </w:tr>
      <w:tr w:rsidR="002E201E" w:rsidRPr="003E2BAC" w14:paraId="205E1ED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288C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9C92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1034,73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BDD6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34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5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0F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82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8C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93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D4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F2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E4D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CFF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E93A" w14:textId="417B82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50BB" w14:textId="73B52F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D6AC" w14:textId="7A64BD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5BEE" w14:textId="614065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582F8" w14:textId="73D023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17,08</w:t>
            </w:r>
          </w:p>
        </w:tc>
      </w:tr>
      <w:tr w:rsidR="002E201E" w:rsidRPr="003E2BAC" w14:paraId="70298F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D1E1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B7F7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1037,61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AE25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2E5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39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0E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6A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D01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FB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B2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BE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38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85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557C" w14:textId="0C890E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5CC6" w14:textId="55C633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F2E4" w14:textId="5F403C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024C" w14:textId="749B87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205E9" w14:textId="5E68E2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16,57</w:t>
            </w:r>
          </w:p>
        </w:tc>
      </w:tr>
      <w:tr w:rsidR="002E201E" w:rsidRPr="003E2BAC" w14:paraId="00D69E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7292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5A60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1037,63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26B6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C3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E20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90F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FC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561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34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6B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A5E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02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D54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6894" w14:textId="0298BD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FEBB" w14:textId="3DF3BF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4DA2" w14:textId="59EFB6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29E0" w14:textId="174DC4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A511E" w14:textId="534496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16,57</w:t>
            </w:r>
          </w:p>
        </w:tc>
      </w:tr>
      <w:tr w:rsidR="002E201E" w:rsidRPr="003E2BAC" w14:paraId="34DCDF8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7C19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F487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1040,63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F010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8B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D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C5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1C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0B9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6A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39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AC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BB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29E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8747" w14:textId="1A71A89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7513" w14:textId="4BF0C8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4247" w14:textId="3D332B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78AE" w14:textId="2D4CF4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291B7" w14:textId="41890D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16,11</w:t>
            </w:r>
          </w:p>
        </w:tc>
      </w:tr>
      <w:tr w:rsidR="002E201E" w:rsidRPr="003E2BAC" w14:paraId="1A1C121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7884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83EF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1041,29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7956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D9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70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22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87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E50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CD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6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EEF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D99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527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EA64" w14:textId="64DF0E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CB6E" w14:textId="55C78C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1147" w14:textId="0F14DD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B43A" w14:textId="5E32840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7C9F8" w14:textId="1D5519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16,02</w:t>
            </w:r>
          </w:p>
        </w:tc>
      </w:tr>
      <w:tr w:rsidR="002E201E" w:rsidRPr="003E2BAC" w14:paraId="75BF469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EE3A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4F7A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1043,68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0F59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65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60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7E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B3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43C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91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BC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85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4C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BB9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7A8A" w14:textId="456BDE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E6EF" w14:textId="1781AC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40C1" w14:textId="66D39A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1589" w14:textId="63D9429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3187D" w14:textId="46754B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15,62</w:t>
            </w:r>
          </w:p>
        </w:tc>
      </w:tr>
      <w:tr w:rsidR="002E201E" w:rsidRPr="003E2BAC" w14:paraId="090A9B4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6038D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55A3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1044,96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7EBB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AA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86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9D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68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415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ED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68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43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B6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30F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4CA9" w14:textId="076C572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B84D" w14:textId="093D3B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31B3" w14:textId="1FEEEA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5DB1" w14:textId="39072C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A3BF2" w14:textId="7688D1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15,43</w:t>
            </w:r>
          </w:p>
        </w:tc>
      </w:tr>
      <w:tr w:rsidR="002E201E" w:rsidRPr="003E2BAC" w14:paraId="0675EFD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F440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62CC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1046,76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408A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F4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1D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854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2A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589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5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359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73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61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184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2B05" w14:textId="04B8BB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3A88" w14:textId="5B2FF3C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3378" w14:textId="7D268A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680D" w14:textId="5CE86D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E6C19" w14:textId="5A6D17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15,29</w:t>
            </w:r>
          </w:p>
        </w:tc>
      </w:tr>
      <w:tr w:rsidR="002E201E" w:rsidRPr="003E2BAC" w14:paraId="16015D2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7E30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51541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1048,64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7086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EB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658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57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A7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96A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15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F6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EC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9D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002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76D8" w14:textId="1EC292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FDBB" w14:textId="4060C6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D0CB" w14:textId="55FE83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B7C3" w14:textId="58BC50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AA0A3" w14:textId="5F4D97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15,20</w:t>
            </w:r>
          </w:p>
        </w:tc>
      </w:tr>
      <w:tr w:rsidR="002E201E" w:rsidRPr="003E2BAC" w14:paraId="360CDEE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5FE6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32733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1049,83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E7D4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06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25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64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B89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4BA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28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A3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7A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F8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F0B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FFE1" w14:textId="06A2F4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1D1F" w14:textId="297584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2BEA" w14:textId="025142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A160" w14:textId="0C2389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5B2E4" w14:textId="445D5B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15,10</w:t>
            </w:r>
          </w:p>
        </w:tc>
      </w:tr>
      <w:tr w:rsidR="002E201E" w:rsidRPr="003E2BAC" w14:paraId="28AE5F7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D0D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7831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1052,31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136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CF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64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C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81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ABC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14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37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6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2A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D99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2417" w14:textId="736ACE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65AA" w14:textId="60ED70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0666" w14:textId="7CB57B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3027" w14:textId="484523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15,91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10B62" w14:textId="68713C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14,96</w:t>
            </w:r>
          </w:p>
        </w:tc>
      </w:tr>
      <w:tr w:rsidR="002E201E" w:rsidRPr="003E2BAC" w14:paraId="28378AA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90CF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73EF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1052,87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B44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F7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91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55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10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0FE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C5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B54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49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98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DC3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66E7" w14:textId="2DF52A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6430" w14:textId="34FF8B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6F15" w14:textId="56C717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7D2E" w14:textId="3CCA5A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00DA0" w14:textId="0B8114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14,97</w:t>
            </w:r>
          </w:p>
        </w:tc>
      </w:tr>
      <w:tr w:rsidR="002E201E" w:rsidRPr="003E2BAC" w14:paraId="20964EE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CE95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146C3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1055,88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BB3E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70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93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0D7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B4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685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6E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8D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9B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A8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0B5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2E60" w14:textId="184318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D94F" w14:textId="4A8999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B3FF" w14:textId="7F6C2D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00B3" w14:textId="0C474B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19C4E" w14:textId="3E89AC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15,07</w:t>
            </w:r>
          </w:p>
        </w:tc>
      </w:tr>
      <w:tr w:rsidR="002E201E" w:rsidRPr="003E2BAC" w14:paraId="2CC8C7C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5DC3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51BCF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1055,99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E5D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44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67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9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6A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0E7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7F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706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2C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7D2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736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6E48" w14:textId="3F207E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78E1" w14:textId="529F9E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1679" w14:textId="3FC4CD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E56B" w14:textId="6682F0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2FBF6" w14:textId="72C944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15,07</w:t>
            </w:r>
          </w:p>
        </w:tc>
      </w:tr>
      <w:tr w:rsidR="002E201E" w:rsidRPr="003E2BAC" w14:paraId="41B1187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A545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8657D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1058,84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9AF0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03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FE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D4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2C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BB1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D55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32D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18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64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8AB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AF32" w14:textId="045B9A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0BAB" w14:textId="1992C0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9EBA" w14:textId="693A55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05EF" w14:textId="41908E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57CCA" w14:textId="0A2930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15,16</w:t>
            </w:r>
          </w:p>
        </w:tc>
      </w:tr>
      <w:tr w:rsidR="002E201E" w:rsidRPr="003E2BAC" w14:paraId="4D2C61E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055B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9C28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1059,66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DC49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34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F7E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EA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71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A81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02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84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AB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8E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BD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9E7E" w14:textId="72CD08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47F9" w14:textId="03BFD9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1392" w14:textId="32F4CB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821D" w14:textId="7D543B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A3D3F" w14:textId="78E754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15,19</w:t>
            </w:r>
          </w:p>
        </w:tc>
      </w:tr>
      <w:tr w:rsidR="002E201E" w:rsidRPr="003E2BAC" w14:paraId="1FDED01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B457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7B49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1061,74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D03D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65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7C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8D0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4D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0D8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2D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90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9A1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19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A5D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F44C" w14:textId="3D07C3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05DE" w14:textId="724566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CBAB" w14:textId="089E16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5DE7" w14:textId="7F1485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B2748" w14:textId="51D2D3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15,18</w:t>
            </w:r>
          </w:p>
        </w:tc>
      </w:tr>
      <w:tr w:rsidR="002E201E" w:rsidRPr="003E2BAC" w14:paraId="00DD065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E2F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F88A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1063,34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E431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84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C6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B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DB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0FB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1A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2C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1EB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7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0A8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E067" w14:textId="12ECCC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9314" w14:textId="338227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40EF" w14:textId="3BA900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BC0F" w14:textId="50A33C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B5DDE" w14:textId="14B5D55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15,17</w:t>
            </w:r>
          </w:p>
        </w:tc>
      </w:tr>
      <w:tr w:rsidR="002E201E" w:rsidRPr="003E2BAC" w14:paraId="0D1B6B9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49C2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C301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1064,56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2F88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2FE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06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62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C1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EA3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80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37B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D5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C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321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D9D2" w14:textId="0A6C7F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2C60" w14:textId="2CC548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259C" w14:textId="3A6EDA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9721" w14:textId="5C3E70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6B570" w14:textId="56BCF5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15,09</w:t>
            </w:r>
          </w:p>
        </w:tc>
      </w:tr>
      <w:tr w:rsidR="002E201E" w:rsidRPr="003E2BAC" w14:paraId="4104C15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FC75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3E09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1067,01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EE7B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9C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AE0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D1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D7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D9E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8F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A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85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32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75D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D1C5" w14:textId="510F41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7145" w14:textId="4D62E9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43E6" w14:textId="4796A8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B49C" w14:textId="204870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A8749" w14:textId="4816DF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14,94</w:t>
            </w:r>
          </w:p>
        </w:tc>
      </w:tr>
      <w:tr w:rsidR="002E201E" w:rsidRPr="003E2BAC" w14:paraId="009236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7A7E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C588D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1067,30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31A0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A3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4F6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D3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B6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044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A2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66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A6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A2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28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85A7" w14:textId="417C5B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08D3" w14:textId="479FE1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4020" w14:textId="0F720B7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CB51" w14:textId="1B547C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14,85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2A509" w14:textId="42869B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14,92</w:t>
            </w:r>
          </w:p>
        </w:tc>
      </w:tr>
      <w:tr w:rsidR="002E201E" w:rsidRPr="003E2BAC" w14:paraId="1A626EC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4058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82EA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1069,93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5A9D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3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88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E3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97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243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3A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BA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A3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CC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E1B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B4C0" w14:textId="1E0BFE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1965" w14:textId="275F9E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040C" w14:textId="37F28D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F75C" w14:textId="26557F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14,34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84456" w14:textId="596A16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14,69</w:t>
            </w:r>
          </w:p>
        </w:tc>
      </w:tr>
      <w:tr w:rsidR="002E201E" w:rsidRPr="003E2BAC" w14:paraId="53445FD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3FE8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C004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1070,69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8322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FF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F7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DE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FE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ADD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B9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D0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BF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FF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5C0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356C" w14:textId="5EBB8A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3205" w14:textId="0E0DE0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D617" w14:textId="257786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F5E3" w14:textId="325ABE7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14,20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9F4E1" w14:textId="2100BC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14,63</w:t>
            </w:r>
          </w:p>
        </w:tc>
      </w:tr>
      <w:tr w:rsidR="002E201E" w:rsidRPr="003E2BAC" w14:paraId="1D72620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11D7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2810C4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1072,44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C103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70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49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66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E6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400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BC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7C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2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303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DAE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37CA" w14:textId="34B67F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28FD" w14:textId="3A1C9EC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14E7" w14:textId="158B9D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B516" w14:textId="6943C4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14,52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CFEA9" w14:textId="373FEE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15,01</w:t>
            </w:r>
          </w:p>
        </w:tc>
      </w:tr>
      <w:tr w:rsidR="002E201E" w:rsidRPr="003E2BAC" w14:paraId="49D012C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2674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64530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1074,36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544D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007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97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865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C9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567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83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8B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A0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ED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F61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1549" w14:textId="508138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3BA2" w14:textId="53F42EE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6C7A" w14:textId="21C7A8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47C1" w14:textId="5B5A22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1A33C" w14:textId="412C15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15,46</w:t>
            </w:r>
          </w:p>
        </w:tc>
      </w:tr>
      <w:tr w:rsidR="002E201E" w:rsidRPr="003E2BAC" w14:paraId="03623C7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6C6D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0BC21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1074,82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6B17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1C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95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2E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B4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449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80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FB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55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EA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87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B611" w14:textId="763453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9326" w14:textId="146F25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0513" w14:textId="76F7E33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95DF" w14:textId="78B7EF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14,78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88279" w14:textId="1E8A360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15,32</w:t>
            </w:r>
          </w:p>
        </w:tc>
      </w:tr>
      <w:tr w:rsidR="002E201E" w:rsidRPr="003E2BAC" w14:paraId="24426AD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B679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55736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1077,06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DCB8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2E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B5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40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F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B75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812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B1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30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F9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28C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B4F5" w14:textId="7AE60C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D860" w14:textId="603702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8549" w14:textId="4D03F3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1404" w14:textId="173D70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AB6C4" w14:textId="00E3A7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14,71</w:t>
            </w:r>
          </w:p>
        </w:tc>
      </w:tr>
      <w:tr w:rsidR="002E201E" w:rsidRPr="003E2BAC" w14:paraId="5B8C40E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308F0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0036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1078,04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3D3C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0E5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9D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A1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0A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4C4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3A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18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AE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BC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2BB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8145" w14:textId="3CDF04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F721" w14:textId="292BB4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7644" w14:textId="45B7E1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0145" w14:textId="0D5884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7837E" w14:textId="2C7CB8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14,46</w:t>
            </w:r>
          </w:p>
        </w:tc>
      </w:tr>
      <w:tr w:rsidR="002E201E" w:rsidRPr="003E2BAC" w14:paraId="04BBB1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A3C1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38B4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1079,13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8290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60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0E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85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FD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338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4CD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76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7B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16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258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9CF0" w14:textId="24B421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8E43" w14:textId="6F8690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6978" w14:textId="35C31A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053A" w14:textId="24EFD1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C335F" w14:textId="08AA9C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14,37</w:t>
            </w:r>
          </w:p>
        </w:tc>
      </w:tr>
      <w:tr w:rsidR="002E201E" w:rsidRPr="003E2BAC" w14:paraId="7EE0113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8CF4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9E91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1081,01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3EF4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C3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3E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2F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89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D70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DCF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92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3E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49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B8A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F820" w14:textId="1F6BB5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A184" w14:textId="79ED6F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2024" w14:textId="764078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E117" w14:textId="03B018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A0B4B" w14:textId="30178A1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14,24</w:t>
            </w:r>
          </w:p>
        </w:tc>
      </w:tr>
      <w:tr w:rsidR="002E201E" w:rsidRPr="003E2BAC" w14:paraId="24B37C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014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9D3F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1081,71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935C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CB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84C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6E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D9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C4C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FBF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E0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F6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A22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9DD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DC97" w14:textId="6C7004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3CD0" w14:textId="4F106E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B4A1" w14:textId="045B78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5FC0" w14:textId="01868D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D2BBC" w14:textId="332573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14,20</w:t>
            </w:r>
          </w:p>
        </w:tc>
      </w:tr>
      <w:tr w:rsidR="002E201E" w:rsidRPr="003E2BAC" w14:paraId="4CDBC24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C5A7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DA819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1082,70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DEEF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9C1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8B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6F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C1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209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8E7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4A9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5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89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CB6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6AFA" w14:textId="79FB6B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B55C" w14:textId="5A8063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81A3" w14:textId="0FCD76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FD65" w14:textId="7FC9C7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13,60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0C17D" w14:textId="57040F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14,14</w:t>
            </w:r>
          </w:p>
        </w:tc>
      </w:tr>
      <w:tr w:rsidR="002E201E" w:rsidRPr="003E2BAC" w14:paraId="23E6BE1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B937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8C25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1084,17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8B2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EE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BF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54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DA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3A4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711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C4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79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DA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D31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E715" w14:textId="03CC2A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EF09" w14:textId="39982E8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2761" w14:textId="6A8251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787F" w14:textId="24C600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88C2F" w14:textId="2CE414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14,05</w:t>
            </w:r>
          </w:p>
        </w:tc>
      </w:tr>
      <w:tr w:rsidR="002E201E" w:rsidRPr="003E2BAC" w14:paraId="1737952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1667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4910E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1085,39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EFE8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FB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77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79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8B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F6B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1C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52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E1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DE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297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558C" w14:textId="35B96D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9BC6" w14:textId="0C1D63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D273" w14:textId="4B041F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3F3F" w14:textId="18D490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C39F1" w14:textId="7BD020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13,98</w:t>
            </w:r>
          </w:p>
        </w:tc>
      </w:tr>
      <w:tr w:rsidR="002E201E" w:rsidRPr="003E2BAC" w14:paraId="210D366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6232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42881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1085,41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0F49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7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F8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6E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C7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849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46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23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5F1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B0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281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2908" w14:textId="0CDA5B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DD97" w14:textId="316B71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C0D8" w14:textId="4F3D64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1A40" w14:textId="1B314C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5E5C9" w14:textId="1D895C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13,98</w:t>
            </w:r>
          </w:p>
        </w:tc>
      </w:tr>
      <w:tr w:rsidR="002E201E" w:rsidRPr="003E2BAC" w14:paraId="09FDFBE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EBB9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82AA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1086,42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CC12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1E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79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28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1F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9D1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96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86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3F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DB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90F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3C4B" w14:textId="5013D0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EBDA" w14:textId="650BCEC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E589" w14:textId="2C78AA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7C5A" w14:textId="1AD9C4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D82C1" w14:textId="6AA9FF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13,93</w:t>
            </w:r>
          </w:p>
        </w:tc>
      </w:tr>
      <w:tr w:rsidR="002E201E" w:rsidRPr="003E2BAC" w14:paraId="7F556B3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B5CC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6B51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1087,20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1CF0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E2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66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0F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B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6D0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1D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9F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2F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23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ADD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F987" w14:textId="2177E7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63D2" w14:textId="398212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367A" w14:textId="3C5A59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9FDE" w14:textId="3036BA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6CE4F" w14:textId="5E9698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13,90</w:t>
            </w:r>
          </w:p>
        </w:tc>
      </w:tr>
      <w:tr w:rsidR="002E201E" w:rsidRPr="003E2BAC" w14:paraId="10FE696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FDFD0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E017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1087,79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E732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03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C6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2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42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0C0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C8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0B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E6F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6E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68D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DA68" w14:textId="497693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7DA8" w14:textId="5D2891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6083" w14:textId="373309B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4A33" w14:textId="4F7122E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A3A61" w14:textId="4573D1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13,88</w:t>
            </w:r>
          </w:p>
        </w:tc>
      </w:tr>
      <w:tr w:rsidR="002E201E" w:rsidRPr="003E2BAC" w14:paraId="7216E7C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B1DE6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511B6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1088,22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9845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B2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43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9F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394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34B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AC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7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94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BD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07C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FF27" w14:textId="035820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3A1B" w14:textId="2E7381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0DD4" w14:textId="126090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46C6" w14:textId="42C55D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1DBB7" w14:textId="0587FF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13,86</w:t>
            </w:r>
          </w:p>
        </w:tc>
      </w:tr>
      <w:tr w:rsidR="002E201E" w:rsidRPr="003E2BAC" w14:paraId="25130C1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C59C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F1755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1088,51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D3288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49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3E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DD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4D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20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AD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9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D4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1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904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978A" w14:textId="2136B0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5C3B" w14:textId="389672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07C4" w14:textId="443DD2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DD39" w14:textId="58C0F65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19738" w14:textId="6368CC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13,85</w:t>
            </w:r>
          </w:p>
        </w:tc>
      </w:tr>
      <w:tr w:rsidR="002E201E" w:rsidRPr="003E2BAC" w14:paraId="4EB9B7C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C2E8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59A2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1088,71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CB9E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8D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0C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52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89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32C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C1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6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AD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8C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5C9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3143" w14:textId="7020D4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9C6C" w14:textId="41DD94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C734" w14:textId="6567CEA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0C5A" w14:textId="2641AD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DB948" w14:textId="7D078D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13,84</w:t>
            </w:r>
          </w:p>
        </w:tc>
      </w:tr>
      <w:tr w:rsidR="002E201E" w:rsidRPr="003E2BAC" w14:paraId="015FCF4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CD19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5BF2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1088,83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73E6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5F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15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E4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6E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8BC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DA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52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B5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C7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167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87DA" w14:textId="22A43A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AB4E" w14:textId="31D6F5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CBF0" w14:textId="5200F7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B903" w14:textId="087058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0879F" w14:textId="6BEBB2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13,84</w:t>
            </w:r>
          </w:p>
        </w:tc>
      </w:tr>
      <w:tr w:rsidR="002E201E" w:rsidRPr="003E2BAC" w14:paraId="7D728BD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3A0B6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78944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1088,90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11F3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4F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1C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312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BB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B20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4E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94E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F8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A1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918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3527" w14:textId="0C9363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EDD7" w14:textId="679DBEC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0E53" w14:textId="50EFAF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48FD" w14:textId="4A32B0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BECA7" w14:textId="1E8C9D3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571CB58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6CD5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04B95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1088,96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EA84D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9E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4C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94E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2D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F9B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9E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92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5D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8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0DE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E15A" w14:textId="213A28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0D3D" w14:textId="255B89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CB4E" w14:textId="175450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49A1" w14:textId="502569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0543F" w14:textId="559761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7238D65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36DB2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6D33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6351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3E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C1E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24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92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21B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55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D1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810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8D0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4403" w14:textId="65EB452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1C21" w14:textId="78616EF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ED57" w14:textId="5ABFCF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E3CC" w14:textId="16E452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5BDA2" w14:textId="1E6422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6C6AFE0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8427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DD7D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2246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C6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25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3C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C2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068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91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AF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C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65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6C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DA7D" w14:textId="7785B4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B3C4" w14:textId="1911AF0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558D" w14:textId="63049D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B28E" w14:textId="7C7DE1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DAB22" w14:textId="4CB1ED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6E1D21E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F9F77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BB5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CB6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84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93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0D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4E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EA0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B1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A4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2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3A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ABA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426A" w14:textId="257EDB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DD9D" w14:textId="1887A0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8250" w14:textId="4BDADF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0C56" w14:textId="039A1AD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0E77B" w14:textId="4B2452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5023D68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AAEB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E22BA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672D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DF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5F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B3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1E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B4C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C6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7D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24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8A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D96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4D92" w14:textId="1D57E0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D18C" w14:textId="1E22CF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DD33" w14:textId="4440D0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B23D" w14:textId="01A755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79749" w14:textId="33423A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6168D0D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E937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FC86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B745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85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E5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96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FF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3EB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90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852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186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85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531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167C" w14:textId="58C7EC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5343" w14:textId="72A038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FE5E" w14:textId="7B8DEC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2B7F" w14:textId="0863B9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28EB0" w14:textId="2E2304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3365764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2015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D865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BE25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C8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1C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84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16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8E9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1F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46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C22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81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9DB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7854" w14:textId="5E81D3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F5A8" w14:textId="6DCEAD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2D00" w14:textId="4BF371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17B8" w14:textId="45E970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7A298" w14:textId="518A44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7DAB2C9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76C8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5F2C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954D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F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2B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12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815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BAD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0B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03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535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4F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61B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E707" w14:textId="4CE7D8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E29E" w14:textId="0A209E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9087" w14:textId="68DE60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6FAC" w14:textId="4893EC0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7F126" w14:textId="35784A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0DD5120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AD9E1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A49E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593E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52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9E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43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CE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8AF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5E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13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ABF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4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552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47E3" w14:textId="074CC4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A93A" w14:textId="0C5A62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0724" w14:textId="3E6B23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A73A" w14:textId="4B9069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029EB" w14:textId="5D85D6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5019BC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20B7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C2530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9CA75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28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63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D6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F4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F0A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C34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46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50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0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4B3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4F5B" w14:textId="5A3258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44A7" w14:textId="2324E37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9867" w14:textId="2A75FD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8A2C" w14:textId="3E9A42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0A369" w14:textId="4DA78AF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0D8C01D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614D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DED8A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F22F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F7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4A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8A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070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28D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03A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02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F2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7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B58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4E15" w14:textId="6AA1E8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717D" w14:textId="7BBADA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BDE6" w14:textId="0B82A9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F333" w14:textId="786CE3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DD2C6" w14:textId="1A7E249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184715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2EB3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DB94E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00E3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7C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67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0C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FC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AF5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13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F8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02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B1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7A0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1E3D" w14:textId="5BD78BB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E86C" w14:textId="7A5801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3E0C" w14:textId="1522761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F86C" w14:textId="75E65C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F2B91" w14:textId="277BD5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38879F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A0F74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1469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DF495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12BB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1E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C8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11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18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235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40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D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B1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95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12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9FDC" w14:textId="3E7804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7931" w14:textId="7E9EE98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FE1A" w14:textId="6F5A2E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1938" w14:textId="2DC0AF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730CA" w14:textId="035A80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5FDD919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5EFB3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D7C6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E4FA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85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D0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75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B7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33C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170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D9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88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DC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260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864D" w14:textId="0BB0D5E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213E" w14:textId="09E872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4FAB" w14:textId="1D994A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2E9C" w14:textId="002472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9E831" w14:textId="1C72D0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2B55607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2830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E77F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E18FC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CFA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A3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5A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EB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9E3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B1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FC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63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DC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A54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762D" w14:textId="182285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6C25" w14:textId="4CCD92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B271" w14:textId="16819F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5B37" w14:textId="39973A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70F5F" w14:textId="511E6D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5F92CF5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6199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C5CFE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922B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4F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82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BD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67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1F8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79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0D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6C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A0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9B5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AB8C" w14:textId="074433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F8A4" w14:textId="2CF181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A32A" w14:textId="57896A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5833" w14:textId="28AF2F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A837C" w14:textId="2DBC7E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33AED99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2905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BCB9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2D15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F9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B068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E1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32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8F2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E1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1A5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2D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90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A91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993A" w14:textId="4D6A89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1A5D" w14:textId="6C392D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48E3" w14:textId="2E43FC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03E8" w14:textId="605D07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FB425" w14:textId="1EF97A0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072BC23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DF44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15BCA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97220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51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5DD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7E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39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04E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A5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89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87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87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709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4DA0" w14:textId="02EBFF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BC42" w14:textId="4DBB29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EE3D" w14:textId="7FB83BB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9832" w14:textId="4D6648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86E49" w14:textId="7606DC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3D259CF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C737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9B6D8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97B2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66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22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55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3C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ACF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D9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035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E5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943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9B0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0F47" w14:textId="314378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1CD7" w14:textId="168351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3C4C" w14:textId="04176F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016E" w14:textId="1EC7B2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8C04A" w14:textId="6AE7AE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13,83</w:t>
            </w:r>
          </w:p>
        </w:tc>
      </w:tr>
      <w:tr w:rsidR="002E201E" w:rsidRPr="003E2BAC" w14:paraId="65CC50E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029D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4EAF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C281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EB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6C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7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6F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F0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B9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98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A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5C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F58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DFE5" w14:textId="051D11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3718" w14:textId="0CE4FA6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8AEF" w14:textId="572380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A5FF" w14:textId="12CAF8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62A29" w14:textId="2ACE783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13,82</w:t>
            </w:r>
          </w:p>
        </w:tc>
      </w:tr>
      <w:tr w:rsidR="002E201E" w:rsidRPr="003E2BAC" w14:paraId="4F0B84C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4922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2AE64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75B74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D4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3E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7E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28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16B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D0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D2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06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97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A74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D4D6" w14:textId="2FA48D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FF78" w14:textId="756319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5D76" w14:textId="48827E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3A8E" w14:textId="5F860B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62663" w14:textId="50312B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13,82</w:t>
            </w:r>
          </w:p>
        </w:tc>
      </w:tr>
      <w:tr w:rsidR="002E201E" w:rsidRPr="003E2BAC" w14:paraId="3EDD82D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F16D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401E1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32C3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23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03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7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E3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82E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33A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2D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86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7B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9AF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3441" w14:textId="2F6256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7130" w14:textId="72B3F4A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1488" w14:textId="2DA2CF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73EF" w14:textId="5E346F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35916" w14:textId="5742AD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13,81</w:t>
            </w:r>
          </w:p>
        </w:tc>
      </w:tr>
      <w:tr w:rsidR="002E201E" w:rsidRPr="003E2BAC" w14:paraId="4CE0D29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F1A1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1479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AC281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1089,78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EB8F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B4E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0F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67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042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9C8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3D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0E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D0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9E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5A6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843A" w14:textId="4EBC59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7180" w14:textId="11F8F8A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F976" w14:textId="00BCD7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2C63" w14:textId="7FCA72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2AA03" w14:textId="2C7834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13,80</w:t>
            </w:r>
          </w:p>
        </w:tc>
      </w:tr>
      <w:tr w:rsidR="002E201E" w:rsidRPr="003E2BAC" w14:paraId="53FF1C5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FC9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B610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1090,20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3962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6F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52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28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23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3E4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F5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82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D9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F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38C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8481" w14:textId="0863C96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3249" w14:textId="3B3692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0A3C" w14:textId="6BA06B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9954" w14:textId="0BEE4D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11D56" w14:textId="7B9924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13,79</w:t>
            </w:r>
          </w:p>
        </w:tc>
      </w:tr>
      <w:tr w:rsidR="002E201E" w:rsidRPr="003E2BAC" w14:paraId="0D801F2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CEF4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376AF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1090,76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2E81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60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AF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9A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2FD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D3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CE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D5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85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9E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687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1DD5" w14:textId="24BA98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33FF" w14:textId="6F0084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7947" w14:textId="5376B6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891D" w14:textId="583EF3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FDBCE" w14:textId="4978A3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13,78</w:t>
            </w:r>
          </w:p>
        </w:tc>
      </w:tr>
      <w:tr w:rsidR="002E201E" w:rsidRPr="003E2BAC" w14:paraId="32DBA2D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376F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BCC5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1091,47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8FF4C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4B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D7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EE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52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60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31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6F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34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ED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A3B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B344" w14:textId="065CAD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1897" w14:textId="144C25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0702" w14:textId="541555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D3BD" w14:textId="03AF96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F9E5F" w14:textId="2DCDEC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13,75</w:t>
            </w:r>
          </w:p>
        </w:tc>
      </w:tr>
      <w:tr w:rsidR="002E201E" w:rsidRPr="003E2BAC" w14:paraId="2E16F0D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03E3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3BC9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1092,13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A61E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05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0E8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9F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D91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36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7B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13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C6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03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F30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571E" w14:textId="225406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E175" w14:textId="6BB3AF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0AE2" w14:textId="449EDA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87F2" w14:textId="255DCA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134E5" w14:textId="154854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13,73</w:t>
            </w:r>
          </w:p>
        </w:tc>
      </w:tr>
      <w:tr w:rsidR="002E201E" w:rsidRPr="003E2BAC" w14:paraId="3123076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220B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22790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1092,31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D485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C2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6C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781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A9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437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87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EF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54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37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7CE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AC83" w14:textId="656EEF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F8A1" w14:textId="1C4A1D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0691" w14:textId="32F26E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A67E" w14:textId="5C770D0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103FD" w14:textId="3EF15C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13,73</w:t>
            </w:r>
          </w:p>
        </w:tc>
      </w:tr>
      <w:tr w:rsidR="002E201E" w:rsidRPr="003E2BAC" w14:paraId="483E9C6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DFFC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E374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1093,25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F2A4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DD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14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04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95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84D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CCF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2F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29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96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DF4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7A08" w14:textId="70908F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67F7" w14:textId="30B5B75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274E" w14:textId="61C78E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9422" w14:textId="26F340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EAA0D" w14:textId="4E00D3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13,74</w:t>
            </w:r>
          </w:p>
        </w:tc>
      </w:tr>
      <w:tr w:rsidR="002E201E" w:rsidRPr="003E2BAC" w14:paraId="22C125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03C4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C8551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1094,26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9C79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4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0A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D0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4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3B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08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66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D0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45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4DB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3D18" w14:textId="5C6F37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AFB7" w14:textId="7501F4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CBD5" w14:textId="0A9975C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87BE" w14:textId="0B7E634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E43F0" w14:textId="2A19BA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13,76</w:t>
            </w:r>
          </w:p>
        </w:tc>
      </w:tr>
      <w:tr w:rsidR="002E201E" w:rsidRPr="003E2BAC" w14:paraId="298CC08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6D04A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BC52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1095,18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6BFC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B8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0D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5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AE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A05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25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FD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68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A1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C32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5E14" w14:textId="462D7D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223F" w14:textId="2F3ECA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A3D3" w14:textId="003FC7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C6CB" w14:textId="1BD74D9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33E61" w14:textId="5B3976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13,77</w:t>
            </w:r>
          </w:p>
        </w:tc>
      </w:tr>
      <w:tr w:rsidR="002E201E" w:rsidRPr="003E2BAC" w14:paraId="1D3505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7C35B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CA98A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1095,31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3BEB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81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08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F7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08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499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E6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C7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86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8D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F05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7F1C" w14:textId="15C909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3D65" w14:textId="4B2953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3F01" w14:textId="1533EE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F82E" w14:textId="105AA4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3EF6E" w14:textId="6CA95D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13,76</w:t>
            </w:r>
          </w:p>
        </w:tc>
      </w:tr>
      <w:tr w:rsidR="002E201E" w:rsidRPr="003E2BAC" w14:paraId="2DD8660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326E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7BD9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1096,37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F7081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E6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BF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8C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AF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DFD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8FB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F2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2B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BA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979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08BB" w14:textId="6446F9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B1E5" w14:textId="419928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6E5F" w14:textId="5BB631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E444" w14:textId="605018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5CF8F" w14:textId="4D4B6D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13,72</w:t>
            </w:r>
          </w:p>
        </w:tc>
      </w:tr>
      <w:tr w:rsidR="002E201E" w:rsidRPr="003E2BAC" w14:paraId="431575D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CF2C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F983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1097,40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40A9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CA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95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FA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4E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867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A8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89C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433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A6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574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C4D1" w14:textId="46FAEB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6D8D" w14:textId="737819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9C27" w14:textId="749E58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6D84" w14:textId="3F6186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049A1" w14:textId="3193ED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13,67</w:t>
            </w:r>
          </w:p>
        </w:tc>
      </w:tr>
      <w:tr w:rsidR="002E201E" w:rsidRPr="003E2BAC" w14:paraId="79143C2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557B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F7401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1098,25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728E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136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54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63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C2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CB7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F0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818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11F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B7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F55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FFE5" w14:textId="0E09F8D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B813" w14:textId="1D73995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A078" w14:textId="5FA0B5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0730" w14:textId="409D0B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4B659" w14:textId="2BBD426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13,64</w:t>
            </w:r>
          </w:p>
        </w:tc>
      </w:tr>
      <w:tr w:rsidR="002E201E" w:rsidRPr="003E2BAC" w14:paraId="1AD7D03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55DE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4D23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1098,39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63B1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BF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8A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D4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FD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F6F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1F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7BB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C0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56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0D1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C0B7" w14:textId="20D5255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E2E1" w14:textId="16A997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A6A3" w14:textId="3F7878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749D" w14:textId="734D5D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863C1" w14:textId="4FA3F7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13,62</w:t>
            </w:r>
          </w:p>
        </w:tc>
      </w:tr>
      <w:tr w:rsidR="002E201E" w:rsidRPr="003E2BAC" w14:paraId="15F4831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5B6D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2745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1099,31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BB10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F3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A3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3A3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7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395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0E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898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24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42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E5D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BB94" w14:textId="7E442F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066B" w14:textId="0E06C7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EEB2" w14:textId="2072C9E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E280" w14:textId="0CCEF1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33F69" w14:textId="1CEE58C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13,50</w:t>
            </w:r>
          </w:p>
        </w:tc>
      </w:tr>
      <w:tr w:rsidR="002E201E" w:rsidRPr="003E2BAC" w14:paraId="18DEB2D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563B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452D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1100,15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3F797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AB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FD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73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8F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80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A7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A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97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57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902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E9D7" w14:textId="148BBD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C0FC" w14:textId="1225D31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6DB9" w14:textId="03F5A7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1471" w14:textId="18A23E2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C22C6" w14:textId="6C62C8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13,39</w:t>
            </w:r>
          </w:p>
        </w:tc>
      </w:tr>
      <w:tr w:rsidR="002E201E" w:rsidRPr="003E2BAC" w14:paraId="1E4802A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27EA7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FF981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1100,94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1DC88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7C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FA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95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09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900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9C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30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0B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27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E00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D463" w14:textId="22F524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995A" w14:textId="38BA59D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052A" w14:textId="4BBD45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CC37" w14:textId="551A51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3170D" w14:textId="72532B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13,30</w:t>
            </w:r>
          </w:p>
        </w:tc>
      </w:tr>
      <w:tr w:rsidR="002E201E" w:rsidRPr="003E2BAC" w14:paraId="369F8C7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997C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403C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1101,30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D708B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71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6AB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AF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0F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5FA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A0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54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8D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443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647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6E20" w14:textId="272A88F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A880" w14:textId="7B2990C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1F67" w14:textId="335CEE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7149" w14:textId="3E533AD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9C035" w14:textId="360931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13,27</w:t>
            </w:r>
          </w:p>
        </w:tc>
      </w:tr>
      <w:tr w:rsidR="002E201E" w:rsidRPr="003E2BAC" w14:paraId="67AC641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DBA7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2A4EC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1101,68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C1B56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A9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625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BC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B2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88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CA5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F8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E2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63D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3C7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0E32" w14:textId="74B2B1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6FF3" w14:textId="67292C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AAAC" w14:textId="5520264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69D1" w14:textId="5F7E09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14EE3" w14:textId="1712DD5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13,22</w:t>
            </w:r>
          </w:p>
        </w:tc>
      </w:tr>
      <w:tr w:rsidR="002E201E" w:rsidRPr="003E2BAC" w14:paraId="1704E44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B8953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E57FA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1102,38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0277C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72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3E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A9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3E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BD9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AB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67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CE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82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277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CF2B" w14:textId="3A803F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90D2" w14:textId="14C1BFB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86DA" w14:textId="3812B1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4CBB" w14:textId="0CE361E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AA5BC" w14:textId="0167CC6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13,14</w:t>
            </w:r>
          </w:p>
        </w:tc>
      </w:tr>
      <w:tr w:rsidR="002E201E" w:rsidRPr="003E2BAC" w14:paraId="3C91587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1B56BF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1499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7FC31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1103,05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1374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D26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97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73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07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884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B80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43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2E8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B0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5B9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5B38" w14:textId="06CFC4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5F8B" w14:textId="6DFE9A2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160F" w14:textId="243BAE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30FD" w14:textId="7E9FD7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B3733" w14:textId="7B5688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13,07</w:t>
            </w:r>
          </w:p>
        </w:tc>
      </w:tr>
      <w:tr w:rsidR="002E201E" w:rsidRPr="003E2BAC" w14:paraId="1B0BAA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EFBF5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309A7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1103,71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47281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E3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9D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BE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19B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517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9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4B1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F4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99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67F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E043" w14:textId="5FC808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3A97" w14:textId="32EE1EA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7AEF" w14:textId="4EBD8AF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18FD" w14:textId="11BA3D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6669F" w14:textId="3A2E66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13,01</w:t>
            </w:r>
          </w:p>
        </w:tc>
      </w:tr>
      <w:tr w:rsidR="002E201E" w:rsidRPr="003E2BAC" w14:paraId="19D35EC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9A7D1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1B4D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1104,36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6C58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D2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572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23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41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8CC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2F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C9A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25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20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036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6FDD" w14:textId="55F1A66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6B1E" w14:textId="51D01C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453A" w14:textId="4D39A0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880D" w14:textId="1DEE165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E4D98" w14:textId="2585BE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12,96</w:t>
            </w:r>
          </w:p>
        </w:tc>
      </w:tr>
      <w:tr w:rsidR="002E201E" w:rsidRPr="003E2BAC" w14:paraId="5C4014D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E8496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65571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1104,37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6F5619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B7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C0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184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D5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93B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E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F7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A1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EE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B0D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6619" w14:textId="37072B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6D4E" w14:textId="67BBFC8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00DD" w14:textId="044A413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CDC1" w14:textId="6929F1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62E6E" w14:textId="24848D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12,95</w:t>
            </w:r>
          </w:p>
        </w:tc>
      </w:tr>
      <w:tr w:rsidR="002E201E" w:rsidRPr="003E2BAC" w14:paraId="2145369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6BE9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3EA91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1105,02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E52A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A3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80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10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ED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15C6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947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6F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4B7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8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3AC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9974" w14:textId="5350A1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DAF1" w14:textId="3533781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4DA9" w14:textId="42C8F2A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F47C" w14:textId="4A0C1F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5F358" w14:textId="29A2BA7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12,78</w:t>
            </w:r>
          </w:p>
        </w:tc>
      </w:tr>
      <w:tr w:rsidR="002E201E" w:rsidRPr="003E2BAC" w14:paraId="0EE0A3D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4BD4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3160C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1105,68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F0E0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AFD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8B9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76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EF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502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BAB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B7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8C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C3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F4C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6C06" w14:textId="47EA760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F7FA" w14:textId="1F40731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E47A" w14:textId="18BA09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C7B4" w14:textId="37518B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A24BF" w14:textId="728A60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12,61</w:t>
            </w:r>
          </w:p>
        </w:tc>
      </w:tr>
      <w:tr w:rsidR="002E201E" w:rsidRPr="003E2BAC" w14:paraId="41D35C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FAD4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3BE2C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1106,34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B9E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02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39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A18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A7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D9C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F1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E45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58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BC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BCE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E8C9" w14:textId="7B2D5C0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36AB" w14:textId="40E767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1B2F" w14:textId="379E5F4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A47B" w14:textId="7E5174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7C453" w14:textId="4BE677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12,45</w:t>
            </w:r>
          </w:p>
        </w:tc>
      </w:tr>
      <w:tr w:rsidR="002E201E" w:rsidRPr="003E2BAC" w14:paraId="147B6FB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48205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B161F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1107,00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ACBFE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16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0D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20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20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6DB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45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1F4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9C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B7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C88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7035" w14:textId="57CA71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5B7A" w14:textId="7EE8A5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0FF8" w14:textId="06472D3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5CDB" w14:textId="41891BC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12D81" w14:textId="476426B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12,30</w:t>
            </w:r>
          </w:p>
        </w:tc>
      </w:tr>
      <w:tr w:rsidR="002E201E" w:rsidRPr="003E2BAC" w14:paraId="4842902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79FF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949A0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1107,42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89341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4E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24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57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73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F70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E9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98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CF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C85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9F8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FA29" w14:textId="7A533C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A5DF" w14:textId="7C178B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57F1" w14:textId="117572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B169" w14:textId="4AC0A0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EE276" w14:textId="0C55EC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12,21</w:t>
            </w:r>
          </w:p>
        </w:tc>
      </w:tr>
      <w:tr w:rsidR="002E201E" w:rsidRPr="003E2BAC" w14:paraId="2ED1847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C9FEB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E1A59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1107,66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D91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53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B1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D5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DDC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A32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29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7C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F9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ED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B15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A0DC" w14:textId="2C8BE5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DDC1" w14:textId="5C79883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1A0B" w14:textId="44434D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E52B" w14:textId="4DD4C47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2A645" w14:textId="5906232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12,16</w:t>
            </w:r>
          </w:p>
        </w:tc>
      </w:tr>
      <w:tr w:rsidR="002E201E" w:rsidRPr="003E2BAC" w14:paraId="5704FC6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6D312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1509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A7514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1108,31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8B125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836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28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78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2A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1C1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27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4A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E4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7B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80F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D182" w14:textId="548A2C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3301" w14:textId="2A9948D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91D7" w14:textId="6B16F6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D533" w14:textId="23515B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ED52C" w14:textId="641760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12,04</w:t>
            </w:r>
          </w:p>
        </w:tc>
      </w:tr>
      <w:tr w:rsidR="002E201E" w:rsidRPr="003E2BAC" w14:paraId="6B0B845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55412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55E2C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1108,95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8E1E62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9B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A6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8A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87C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B14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D4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7B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CD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8D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714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5220" w14:textId="03706D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5FBB" w14:textId="470AB3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5510" w14:textId="2CE5AD3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0F46" w14:textId="6248778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39658" w14:textId="039419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11,93</w:t>
            </w:r>
          </w:p>
        </w:tc>
      </w:tr>
      <w:tr w:rsidR="002E201E" w:rsidRPr="003E2BAC" w14:paraId="7345F7F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3E1A7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2EFFA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1109,58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67315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BC4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6D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A8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2A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589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2C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40C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BE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CE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C2B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6820" w14:textId="6510C9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983F" w14:textId="25514E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9635" w14:textId="79453A8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49B1" w14:textId="1FFA755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5EE5C" w14:textId="08D6C38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11,85</w:t>
            </w:r>
          </w:p>
        </w:tc>
      </w:tr>
      <w:tr w:rsidR="002E201E" w:rsidRPr="003E2BAC" w14:paraId="1E8AD56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47AA6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6232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1110,21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2BB7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2F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E1B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2D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29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8D0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AE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2D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D2D0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B28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F7D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6CC5" w14:textId="6ED4A7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902A" w14:textId="0D3391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89DA" w14:textId="1CDBE3B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4DEE" w14:textId="461A2F0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58637" w14:textId="6CB3D7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11,80</w:t>
            </w:r>
          </w:p>
        </w:tc>
      </w:tr>
      <w:tr w:rsidR="002E201E" w:rsidRPr="003E2BAC" w14:paraId="3E6A8EC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F29C0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FB9F2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1110,48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8652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49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AD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F9C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1F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363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96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58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B2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11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151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15A5" w14:textId="12C7171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0DBF" w14:textId="3994D4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D11B4" w14:textId="5162053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24DE" w14:textId="140E792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C49DD" w14:textId="4C8DFEA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11,79</w:t>
            </w:r>
          </w:p>
        </w:tc>
      </w:tr>
      <w:tr w:rsidR="002E201E" w:rsidRPr="003E2BAC" w14:paraId="5D5863B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8F567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99B093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1110,82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BC9D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E0E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F9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44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24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9E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C4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4D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00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0F8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FE2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E55D" w14:textId="6C71E57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F60D" w14:textId="0BA985B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45B0" w14:textId="50C118C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393F" w14:textId="3FDB554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8E439" w14:textId="5713264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11,83</w:t>
            </w:r>
          </w:p>
        </w:tc>
      </w:tr>
      <w:tr w:rsidR="002E201E" w:rsidRPr="003E2BAC" w14:paraId="011E7A6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F5DA1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CBD6F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1111,42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A72950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B1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80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E9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D8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2EC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DC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10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A2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9B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1AC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4BDB" w14:textId="476139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0479" w14:textId="072130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6FBA" w14:textId="6D96383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D6EA" w14:textId="6B4B065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38628" w14:textId="4CB11DE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11,91</w:t>
            </w:r>
          </w:p>
        </w:tc>
      </w:tr>
      <w:tr w:rsidR="002E201E" w:rsidRPr="003E2BAC" w14:paraId="34D3206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949D0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FDF01F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1112,02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5AFE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DC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E3C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8A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BB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658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7E6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83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29B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61D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1A2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3550" w14:textId="427A1F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2C35" w14:textId="3E16EE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C7B0" w14:textId="267A27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B45C" w14:textId="38570E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BE5FE" w14:textId="7DD2652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12,01</w:t>
            </w:r>
          </w:p>
        </w:tc>
      </w:tr>
      <w:tr w:rsidR="002E201E" w:rsidRPr="003E2BAC" w14:paraId="62A32CC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29010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C39DE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1112,60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A8CA9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D7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E9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89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4F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805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7F9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A0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42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D7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306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4591" w14:textId="399FF26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8D9D" w14:textId="14481FD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93E2" w14:textId="04F91F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0264" w14:textId="01ED15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FA67F" w14:textId="46BB96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12,10</w:t>
            </w:r>
          </w:p>
        </w:tc>
      </w:tr>
      <w:tr w:rsidR="002E201E" w:rsidRPr="003E2BAC" w14:paraId="2E9E9EE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F8C1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A1300D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1113,17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1502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E2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A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91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37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C07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8AD1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F3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F6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6D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84F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04E0" w14:textId="540FCAF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D553" w14:textId="49C7F7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A3B9" w14:textId="6D5D3D7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D07E" w14:textId="43BED0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434E9" w14:textId="06BEF62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12,20</w:t>
            </w:r>
          </w:p>
        </w:tc>
      </w:tr>
      <w:tr w:rsidR="002E201E" w:rsidRPr="003E2BAC" w14:paraId="4C5BFB4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6427F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1519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19703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1113,54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AF34C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A10B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8BC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28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CD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474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FC5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98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F8B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393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EA7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5FE2" w14:textId="7469F96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43A2" w14:textId="767DDB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7239" w14:textId="68755E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BC6B" w14:textId="285A961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D01D4" w14:textId="3B91987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12,25</w:t>
            </w:r>
          </w:p>
        </w:tc>
      </w:tr>
      <w:tr w:rsidR="002E201E" w:rsidRPr="003E2BAC" w14:paraId="5D2823D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FC2D34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02FAB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1113,73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FDAB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2E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25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29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9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42D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8CD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60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493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4E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3E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AA1C" w14:textId="097890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E5C3" w14:textId="1A2480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51C3" w14:textId="3CD572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A392" w14:textId="23A33C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3EA16" w14:textId="33CB89D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12,27</w:t>
            </w:r>
          </w:p>
        </w:tc>
      </w:tr>
      <w:tr w:rsidR="002E201E" w:rsidRPr="003E2BAC" w14:paraId="3658A78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7F48E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C1B27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1114,27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D6D00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6F00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672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933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5F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8F6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EA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62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DE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D6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C82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5265" w14:textId="511B12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8E8F" w14:textId="179D5F8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E1B1" w14:textId="11553C7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F054" w14:textId="6A238AC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0CD17" w14:textId="735AC3B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12,31</w:t>
            </w:r>
          </w:p>
        </w:tc>
      </w:tr>
      <w:tr w:rsidR="002E201E" w:rsidRPr="003E2BAC" w14:paraId="2EF4CBF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1F9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07F7E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1114,81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62215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5B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35A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A9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79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1C7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3E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63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7F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B6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F3F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9943" w14:textId="6333224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8311" w14:textId="1A5751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1A50" w14:textId="330BF5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418E" w14:textId="6F46E1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FE443" w14:textId="03C6CC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12,34</w:t>
            </w:r>
          </w:p>
        </w:tc>
      </w:tr>
      <w:tr w:rsidR="002E201E" w:rsidRPr="003E2BAC" w14:paraId="14A9D62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0416C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E2522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1115,35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D757A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56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261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F8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FF5D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5EA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9E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66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89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41D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BC2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6FAC" w14:textId="1B94856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C086" w14:textId="32174F9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A081" w14:textId="3B9214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6E2C" w14:textId="5A11D8B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76AD2" w14:textId="6FE0D68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12,32</w:t>
            </w:r>
          </w:p>
        </w:tc>
      </w:tr>
      <w:tr w:rsidR="002E201E" w:rsidRPr="003E2BAC" w14:paraId="4E92621E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28964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D4A2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1115,91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7779DB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7B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8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3D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50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B19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548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C2B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DF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93F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E99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7D42" w14:textId="4FA527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0BC5" w14:textId="3BE4843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4049" w14:textId="321DC8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0171" w14:textId="7816D3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72C7B" w14:textId="371615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12,32</w:t>
            </w:r>
          </w:p>
        </w:tc>
      </w:tr>
      <w:tr w:rsidR="002E201E" w:rsidRPr="003E2BAC" w14:paraId="2CB7BE8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0CB07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7E86A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1116,52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4FD6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19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B7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79C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7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4D8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9A5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86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16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35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7DA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A8F4" w14:textId="04BEA7E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4CA5" w14:textId="7C08037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0BAA" w14:textId="1CC1D9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6729" w14:textId="22434F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87EDD" w14:textId="00AB398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12,32</w:t>
            </w:r>
          </w:p>
        </w:tc>
      </w:tr>
      <w:tr w:rsidR="002E201E" w:rsidRPr="003E2BAC" w14:paraId="5203241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01402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AB6857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1116,60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2A8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9B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C7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5A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06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A93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13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7B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2F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11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9F2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EF82" w14:textId="4FD618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1C9A" w14:textId="5F8A4F9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19A3" w14:textId="4674980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45F3" w14:textId="23168A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25CE8" w14:textId="7A4264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12,31</w:t>
            </w:r>
          </w:p>
        </w:tc>
      </w:tr>
      <w:tr w:rsidR="002E201E" w:rsidRPr="003E2BAC" w14:paraId="5EF446B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D8D8C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A42EA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1117,17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225C9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5F8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C8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AA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F7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0C5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B6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ED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F0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3DF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7F6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4370" w14:textId="452D19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FA80" w14:textId="36BF3D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E009" w14:textId="7B0000B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8373" w14:textId="1F7365C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10,72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CA5E0" w14:textId="0C45DE8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12,34</w:t>
            </w:r>
          </w:p>
        </w:tc>
      </w:tr>
      <w:tr w:rsidR="002E201E" w:rsidRPr="003E2BAC" w14:paraId="409A825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4980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DDD87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1117,91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BC516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45B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B5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4D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D9F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08B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C7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89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E2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4EE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C8AE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ADBB" w14:textId="41D3BB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D086" w14:textId="1D2CC2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8C9C" w14:textId="6F3840F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EDAD" w14:textId="17E6CB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DD7BF" w14:textId="7B42C6A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12,36</w:t>
            </w:r>
          </w:p>
        </w:tc>
      </w:tr>
      <w:tr w:rsidR="002E201E" w:rsidRPr="003E2BAC" w14:paraId="46578EA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28645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1529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2AE4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1118,73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C8E904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ADD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7C8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39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3B9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17D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01C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2A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28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CAD5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29D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C946" w14:textId="67EB9E7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5C32" w14:textId="598D514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B4DD" w14:textId="295B409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8629" w14:textId="79DFE5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4A0BF" w14:textId="3B0A30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12,39</w:t>
            </w:r>
          </w:p>
        </w:tc>
      </w:tr>
      <w:tr w:rsidR="002E201E" w:rsidRPr="003E2BAC" w14:paraId="27F29BB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808C9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4395AD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1119,67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5E5D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1E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6D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B3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B7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B57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39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EC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009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6F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A31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43B9" w14:textId="311588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F056" w14:textId="244A5A4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153E" w14:textId="570847D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CB0E" w14:textId="4383556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9C8A0" w14:textId="301142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12,41</w:t>
            </w:r>
          </w:p>
        </w:tc>
      </w:tr>
      <w:tr w:rsidR="002E201E" w:rsidRPr="003E2BAC" w14:paraId="7AD1A245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4D4DA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DA87E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1119,80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402D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E90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C45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57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99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4D4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23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7A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8D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157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592A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DB26" w14:textId="1E8BCD0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0990" w14:textId="46DBF78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9B1A" w14:textId="0A69965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FA5A" w14:textId="5A656F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13A98" w14:textId="5651C4B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12,63</w:t>
            </w:r>
          </w:p>
        </w:tc>
      </w:tr>
      <w:tr w:rsidR="002E201E" w:rsidRPr="003E2BAC" w14:paraId="2A04BC0D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74B35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B408F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1122,33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6C605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E8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93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F4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BF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756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77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A6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6D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DF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E15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8D4A" w14:textId="7E68853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0E60" w14:textId="3109881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3F15" w14:textId="7E70D4A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EA09" w14:textId="4900196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B3A34" w14:textId="0769E31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13,37</w:t>
            </w:r>
          </w:p>
        </w:tc>
      </w:tr>
      <w:tr w:rsidR="002E201E" w:rsidRPr="003E2BAC" w14:paraId="66C9513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AF0C6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07C72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1123,61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15223A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83,66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759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02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91B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D54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633A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4B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B6D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BA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1A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8AB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1530" w14:textId="24F6D6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CE12" w14:textId="11F7A5B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5749" w14:textId="163C63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880E" w14:textId="71831F1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1305D" w14:textId="5C1DC41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13,21</w:t>
            </w:r>
          </w:p>
        </w:tc>
      </w:tr>
      <w:tr w:rsidR="002E201E" w:rsidRPr="003E2BAC" w14:paraId="0733F0E4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43DF8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867F6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1125,90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773DF6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5BF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D0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9F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8E9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51E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DD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EB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88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68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50C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D59E" w14:textId="7B066AB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DD26" w14:textId="6F4435E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D0FA" w14:textId="519FC17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B5F3" w14:textId="308A05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00EC9" w14:textId="1DDD8D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14,58</w:t>
            </w:r>
          </w:p>
        </w:tc>
      </w:tr>
      <w:tr w:rsidR="002E201E" w:rsidRPr="003E2BAC" w14:paraId="53B7AA87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AD13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CB2F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1128,67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DE414D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509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31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8A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84C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1240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266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1612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513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41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A71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1581" w14:textId="2EA006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CE80" w14:textId="1ECAE79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0022" w14:textId="730E65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E71A" w14:textId="4997618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FA69D" w14:textId="325EFD3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15,09</w:t>
            </w:r>
          </w:p>
        </w:tc>
      </w:tr>
      <w:tr w:rsidR="002E201E" w:rsidRPr="003E2BAC" w14:paraId="7716195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15E0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A543D1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1129,47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CB87A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682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31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93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78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0AF0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64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7A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CD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C1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A1DC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61D6" w14:textId="14E522E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17B9" w14:textId="1D6683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EAE7" w14:textId="57F216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5976" w14:textId="628DF3F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0F0E3" w14:textId="09CA4D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15,20</w:t>
            </w:r>
          </w:p>
        </w:tc>
      </w:tr>
      <w:tr w:rsidR="002E201E" w:rsidRPr="003E2BAC" w14:paraId="70C5E59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25D6250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3562C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1130,17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E760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738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3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FBF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FA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927C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388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DC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4A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A069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C1EE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7A42" w14:textId="163D1A9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2219" w14:textId="487406F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F71E" w14:textId="4ACD88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122A" w14:textId="352AAB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12,68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4AE0D" w14:textId="4750C74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15,39</w:t>
            </w:r>
          </w:p>
        </w:tc>
      </w:tr>
      <w:tr w:rsidR="002E201E" w:rsidRPr="003E2BAC" w14:paraId="11F6C2D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04B2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162ECC5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1132,48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C6169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0C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A9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F41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D84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780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66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0D3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E6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7A6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44E5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0F8F" w14:textId="190BCE5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C460" w14:textId="361A79A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9880" w14:textId="09BBBE3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497C" w14:textId="0BCFBB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7CB7F" w14:textId="17F2930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14,68</w:t>
            </w:r>
          </w:p>
        </w:tc>
      </w:tr>
      <w:tr w:rsidR="002E201E" w:rsidRPr="003E2BAC" w14:paraId="745237E8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29DAE1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1539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62D59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1134,57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D3B60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E3C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8D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F696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99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85B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4B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92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F1E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BC1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615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4941" w14:textId="301DABA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FEB5" w14:textId="40807D5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3327" w14:textId="28A060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515C" w14:textId="57A711A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6095E" w14:textId="65EEF83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15,22</w:t>
            </w:r>
          </w:p>
        </w:tc>
      </w:tr>
      <w:tr w:rsidR="002E201E" w:rsidRPr="003E2BAC" w14:paraId="2DFD61E6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137BA8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1FC12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1135,19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E5804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95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50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E27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F3C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125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BE0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31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52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A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2C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A134" w14:textId="1C2D1BE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14D8" w14:textId="0BA9E51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6ADA" w14:textId="249C470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F280" w14:textId="33AB08E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F1961" w14:textId="426080A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15,16</w:t>
            </w:r>
          </w:p>
        </w:tc>
      </w:tr>
      <w:tr w:rsidR="002E201E" w:rsidRPr="003E2BAC" w14:paraId="38D0791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A18F3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D0028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1136,93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A2F780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3DA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DD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24A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19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A77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FD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EA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D8B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91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834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F914" w14:textId="1402B5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3EBF" w14:textId="066C7AF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EDFE" w14:textId="161BBDA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037D" w14:textId="7BD5CEC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11,03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4A08F" w14:textId="7E6C28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13,47</w:t>
            </w:r>
          </w:p>
        </w:tc>
      </w:tr>
      <w:tr w:rsidR="002E201E" w:rsidRPr="003E2BAC" w14:paraId="274BBE6C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0C284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155B93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1138,01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0AF71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A6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83,95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C2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AE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10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BD5C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82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D2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BC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762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854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9491" w14:textId="014127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52D2" w14:textId="0E822E4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1B74" w14:textId="1671CE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10D4" w14:textId="0A9225F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10,90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446C5" w14:textId="463CC9F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13,34</w:t>
            </w:r>
          </w:p>
        </w:tc>
      </w:tr>
      <w:tr w:rsidR="002E201E" w:rsidRPr="003E2BAC" w14:paraId="3ECB34F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FD4FA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4893E1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1140,19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3AD61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96C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391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58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70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77B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78B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CFC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F43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6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AAC8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EED7" w14:textId="3A0B03E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9D98" w14:textId="76BDC7D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5,32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DB36" w14:textId="14295FF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7E5B" w14:textId="2C8E4C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11,49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05DCC" w14:textId="7661FED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14,15</w:t>
            </w:r>
          </w:p>
        </w:tc>
      </w:tr>
      <w:tr w:rsidR="002E201E" w:rsidRPr="003E2BAC" w14:paraId="76E3C75A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4BB1FF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69C586A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1141,49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9CC1C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4E1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6D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A3F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825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F19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77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AB8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53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1A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74CC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7FE0" w14:textId="78AC4F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B1CF" w14:textId="0A90497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0860" w14:textId="6DE47A8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0ADC" w14:textId="6534AF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10,37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C9EC4" w14:textId="6650EAD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13,10</w:t>
            </w:r>
          </w:p>
        </w:tc>
      </w:tr>
      <w:tr w:rsidR="002E201E" w:rsidRPr="003E2BAC" w14:paraId="6D6632C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B63B52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B29F4A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1146,47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39AC5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EA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098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4D9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73E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1BE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A6E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F9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3B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86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2655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8189" w14:textId="5A676BA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2595" w14:textId="1D5ACE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A38A" w14:textId="1BD5BF7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B9E1" w14:textId="3CD458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9,87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EB0ED" w14:textId="377B833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12,77</w:t>
            </w:r>
          </w:p>
        </w:tc>
      </w:tr>
      <w:tr w:rsidR="002E201E" w:rsidRPr="003E2BAC" w14:paraId="30529BA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4B830A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1546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93031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1151,21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8F6D7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F40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C00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EC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1B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7558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BEC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360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6A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88A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276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5666" w14:textId="68A9845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4,30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4852" w14:textId="1F13D06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2D49" w14:textId="7F4ECE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058A" w14:textId="22097DB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10,42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D4591" w14:textId="4F05D41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13,65</w:t>
            </w:r>
          </w:p>
        </w:tc>
      </w:tr>
      <w:tr w:rsidR="002E201E" w:rsidRPr="003E2BAC" w14:paraId="27BB40E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C291BB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0185B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1153,60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18C3C7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5EA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18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D66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72D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106F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F4D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92C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B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132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0EA3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A735" w14:textId="0C5AC54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7,38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8AEC" w14:textId="10F106D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6470" w14:textId="3BE2A3D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FB52" w14:textId="052D0B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6626F" w14:textId="1BAEDA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15,71</w:t>
            </w:r>
          </w:p>
        </w:tc>
      </w:tr>
      <w:tr w:rsidR="002E201E" w:rsidRPr="003E2BAC" w14:paraId="0CF7EB1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B4914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B369B6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1156,41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8F477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25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21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6D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BB2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87A8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43F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0,32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93A0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6D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CF8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631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1,33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6D71" w14:textId="3CB505F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784A" w14:textId="48CAB84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B2D4" w14:textId="71CEBB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6A46" w14:textId="1C3D82B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4D18C" w14:textId="01EE6EC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16,26</w:t>
            </w:r>
          </w:p>
        </w:tc>
      </w:tr>
      <w:tr w:rsidR="002E201E" w:rsidRPr="003E2BAC" w14:paraId="6D7F3741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E017A6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1549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9C0FCE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1161,39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3BB435E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2A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D77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FA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EBC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4CB5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FD4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5E3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7B4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42C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5347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9C36" w14:textId="12AC4C9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9B70" w14:textId="38CFFF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C6AB" w14:textId="7CEE28A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63B0" w14:textId="0C51CD7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94168" w14:textId="7848D2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17,88</w:t>
            </w:r>
          </w:p>
        </w:tc>
      </w:tr>
      <w:tr w:rsidR="002E201E" w:rsidRPr="003E2BAC" w14:paraId="6D52577B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47797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3B0934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1162,19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B32D5F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B05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6E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42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4D7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AAFD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C4F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C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0,58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5DB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2D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3149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77F7" w14:textId="77663E9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FE7E" w14:textId="3237636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6,72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17B8" w14:textId="6A8426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11,77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AF8E" w14:textId="63FFB36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14,36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4BFE4" w14:textId="79DC822B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19,25</w:t>
            </w:r>
          </w:p>
        </w:tc>
      </w:tr>
      <w:tr w:rsidR="002E201E" w:rsidRPr="003E2BAC" w14:paraId="2EED7040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AF2F8B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263CD8E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1166,36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759ED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84,18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DA6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AEE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A55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11D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0DA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4E5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D33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0,46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CC7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9E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8164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1,55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8F76" w14:textId="4D9FBE12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5F3C" w14:textId="60F0D3C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4,12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5192" w14:textId="2CADD82E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2089" w14:textId="6FCFA690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17,02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30115" w14:textId="07C4705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22,19</w:t>
            </w:r>
          </w:p>
        </w:tc>
      </w:tr>
      <w:tr w:rsidR="002E201E" w:rsidRPr="003E2BAC" w14:paraId="43CEE0AF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5F8171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99BF23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1170,48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EA87F7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2E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AF7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989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88D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876B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70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2C9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1349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0E6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1551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4A3C" w14:textId="12A95F2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D091" w14:textId="4449859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0C50" w14:textId="0AE3B68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3766" w14:textId="619295A8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E11D4" w14:textId="1FD45B54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21,34</w:t>
            </w:r>
          </w:p>
        </w:tc>
      </w:tr>
      <w:tr w:rsidR="002E201E" w:rsidRPr="003E2BAC" w14:paraId="7F37DFA3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728E7E5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5F92284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1174,58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20D1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0A4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B021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CCE7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042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DF9E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D89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3CD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023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9FF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2ACF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1,64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4377" w14:textId="5EF4B08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0DDC" w14:textId="4192475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A4C2" w14:textId="6098D43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9FA3" w14:textId="4CF27BD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15,99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0FF1C" w14:textId="525E2A4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23,00</w:t>
            </w:r>
          </w:p>
        </w:tc>
      </w:tr>
      <w:tr w:rsidR="002E201E" w:rsidRPr="003E2BAC" w14:paraId="1CEB30C9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D8B63D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0781A05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1178,63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12F1322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CD8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1D4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8B27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1BA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CB04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9E9C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76D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5B2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669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DDDA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1,67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93AF" w14:textId="272CC72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5AA5" w14:textId="76FCCA2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3D03" w14:textId="6642CFE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8A75" w14:textId="28E06541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17,19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E99B2" w14:textId="65C8F1FF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23,88</w:t>
            </w:r>
          </w:p>
        </w:tc>
      </w:tr>
      <w:tr w:rsidR="002E201E" w:rsidRPr="003E2BAC" w14:paraId="40493F12" w14:textId="77777777" w:rsidTr="002E201E">
        <w:trPr>
          <w:trHeight w:val="299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05BB50E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center"/>
            <w:hideMark/>
          </w:tcPr>
          <w:p w14:paraId="7E1ABAF9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1179,52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6283F09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E7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181A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60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2481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45B6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5A7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2FFF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F5E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1FA0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4FC23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1,68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C1B4" w14:textId="2A7B00E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DAF3" w14:textId="36F1B699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7DD6" w14:textId="2636E425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4140" w14:textId="4A3AC9F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17,44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00B2A" w14:textId="2DCB206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24,03</w:t>
            </w:r>
          </w:p>
        </w:tc>
      </w:tr>
      <w:tr w:rsidR="002E201E" w:rsidRPr="003E2BAC" w14:paraId="1880E2DE" w14:textId="77777777" w:rsidTr="002E201E">
        <w:trPr>
          <w:trHeight w:val="314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5505763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1556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noWrap/>
            <w:vAlign w:val="center"/>
            <w:hideMark/>
          </w:tcPr>
          <w:p w14:paraId="4D944224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1184,40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noWrap/>
            <w:vAlign w:val="center"/>
            <w:hideMark/>
          </w:tcPr>
          <w:p w14:paraId="4BBA411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83,79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FB2F2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84,26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0D27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84,37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7164B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F06C6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3B75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85,86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E5808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3FE4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0,19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FB02E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6B73D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099E5" w14:textId="77777777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 w:rsidRPr="003E2BAC"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  <w:t>1,59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CAE0C" w14:textId="56C15803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DE39E" w14:textId="6F88884C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1F565" w14:textId="67C502C6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00B18" w14:textId="369F766A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14,93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664AC" w14:textId="611A2A9D" w:rsidR="002E201E" w:rsidRPr="003E2BAC" w:rsidRDefault="002E201E" w:rsidP="002E201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21,63</w:t>
            </w:r>
          </w:p>
        </w:tc>
      </w:tr>
    </w:tbl>
    <w:p w14:paraId="2D6EBE9B" w14:textId="77777777" w:rsidR="003E2BAC" w:rsidRPr="003E2BAC" w:rsidRDefault="003E2BAC" w:rsidP="003E2BAC">
      <w:pPr>
        <w:rPr>
          <w:lang w:eastAsia="zh-CN"/>
        </w:rPr>
      </w:pPr>
    </w:p>
    <w:sectPr w:rsidR="003E2BAC" w:rsidRPr="003E2BAC" w:rsidSect="00FF7F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7" w:right="1417" w:bottom="1134" w:left="1417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F5BE8" w14:textId="77777777" w:rsidR="00B54A84" w:rsidRDefault="00B54A84" w:rsidP="006D17FD">
      <w:r>
        <w:separator/>
      </w:r>
    </w:p>
  </w:endnote>
  <w:endnote w:type="continuationSeparator" w:id="0">
    <w:p w14:paraId="7C61B7D3" w14:textId="77777777" w:rsidR="00B54A84" w:rsidRDefault="00B54A84" w:rsidP="006D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1A9E" w14:textId="77777777" w:rsidR="00142C4F" w:rsidRDefault="00142C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Toc95706511"/>
  <w:p w14:paraId="7963A17A" w14:textId="5ED99000" w:rsidR="00CF6B9F" w:rsidRPr="00C1065C" w:rsidRDefault="009612BD" w:rsidP="00C1065C">
    <w:pPr>
      <w:pStyle w:val="Fuzeile"/>
      <w:tabs>
        <w:tab w:val="clear" w:pos="4536"/>
        <w:tab w:val="clear" w:pos="9072"/>
        <w:tab w:val="right" w:pos="9354"/>
      </w:tabs>
      <w:spacing w:after="0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\* MERGEFORMAT </w:instrText>
    </w:r>
    <w:r>
      <w:rPr>
        <w:sz w:val="18"/>
        <w:szCs w:val="18"/>
      </w:rPr>
      <w:fldChar w:fldCharType="separate"/>
    </w:r>
    <w:r w:rsidR="002C4F64">
      <w:rPr>
        <w:noProof/>
        <w:sz w:val="18"/>
        <w:szCs w:val="18"/>
      </w:rPr>
      <w:t>06466_Anlage 2_Ergebnistabelle.docx</w:t>
    </w:r>
    <w:r>
      <w:rPr>
        <w:sz w:val="18"/>
        <w:szCs w:val="18"/>
      </w:rPr>
      <w:fldChar w:fldCharType="end"/>
    </w:r>
    <w:r w:rsidR="00A4720F" w:rsidRPr="00C1065C">
      <w:rPr>
        <w:sz w:val="18"/>
        <w:szCs w:val="18"/>
      </w:rPr>
      <w:tab/>
    </w:r>
    <w:r w:rsidR="005B070E">
      <w:rPr>
        <w:sz w:val="18"/>
        <w:szCs w:val="18"/>
      </w:rPr>
      <w:tab/>
    </w:r>
    <w:r w:rsidR="005B070E">
      <w:rPr>
        <w:sz w:val="18"/>
        <w:szCs w:val="18"/>
      </w:rPr>
      <w:tab/>
    </w:r>
    <w:r w:rsidR="005B070E">
      <w:rPr>
        <w:sz w:val="18"/>
        <w:szCs w:val="18"/>
      </w:rPr>
      <w:tab/>
    </w:r>
    <w:r w:rsidR="005B070E">
      <w:rPr>
        <w:sz w:val="18"/>
        <w:szCs w:val="18"/>
      </w:rPr>
      <w:tab/>
    </w:r>
    <w:r w:rsidR="005B070E">
      <w:rPr>
        <w:sz w:val="18"/>
        <w:szCs w:val="18"/>
      </w:rPr>
      <w:tab/>
    </w:r>
    <w:r w:rsidR="005B070E">
      <w:rPr>
        <w:sz w:val="18"/>
        <w:szCs w:val="18"/>
      </w:rPr>
      <w:tab/>
    </w:r>
    <w:r w:rsidR="00A4720F" w:rsidRPr="00C1065C">
      <w:rPr>
        <w:rStyle w:val="Seitenzahl"/>
        <w:sz w:val="18"/>
        <w:szCs w:val="18"/>
      </w:rPr>
      <w:fldChar w:fldCharType="begin"/>
    </w:r>
    <w:r w:rsidR="00A4720F" w:rsidRPr="00C1065C">
      <w:rPr>
        <w:rStyle w:val="Seitenzahl"/>
        <w:sz w:val="18"/>
        <w:szCs w:val="18"/>
      </w:rPr>
      <w:instrText xml:space="preserve"> PAGE </w:instrText>
    </w:r>
    <w:r w:rsidR="00A4720F" w:rsidRPr="00C1065C">
      <w:rPr>
        <w:rStyle w:val="Seitenzahl"/>
        <w:sz w:val="18"/>
        <w:szCs w:val="18"/>
      </w:rPr>
      <w:fldChar w:fldCharType="separate"/>
    </w:r>
    <w:r w:rsidR="0093217A" w:rsidRPr="00C1065C">
      <w:rPr>
        <w:rStyle w:val="Seitenzahl"/>
        <w:noProof/>
        <w:sz w:val="18"/>
        <w:szCs w:val="18"/>
      </w:rPr>
      <w:t>1</w:t>
    </w:r>
    <w:r w:rsidR="00A4720F" w:rsidRPr="00C1065C">
      <w:rPr>
        <w:rStyle w:val="Seitenzahl"/>
        <w:sz w:val="18"/>
        <w:szCs w:val="18"/>
      </w:rPr>
      <w:fldChar w:fldCharType="end"/>
    </w:r>
    <w:r w:rsidR="00A4720F" w:rsidRPr="00C1065C">
      <w:rPr>
        <w:rStyle w:val="Seitenzahl"/>
        <w:sz w:val="18"/>
        <w:szCs w:val="18"/>
      </w:rPr>
      <w:t>/</w:t>
    </w:r>
    <w:bookmarkEnd w:id="0"/>
    <w:r w:rsidR="006B60BC" w:rsidRPr="00C1065C">
      <w:rPr>
        <w:rStyle w:val="Seitenzahl"/>
        <w:sz w:val="18"/>
        <w:szCs w:val="18"/>
      </w:rPr>
      <w:fldChar w:fldCharType="begin"/>
    </w:r>
    <w:r w:rsidR="006B60BC" w:rsidRPr="00C1065C">
      <w:rPr>
        <w:rStyle w:val="Seitenzahl"/>
        <w:sz w:val="18"/>
        <w:szCs w:val="18"/>
      </w:rPr>
      <w:instrText xml:space="preserve"> SECTIONPAGES   \* MERGEFORMAT </w:instrText>
    </w:r>
    <w:r w:rsidR="006B60BC" w:rsidRPr="00C1065C">
      <w:rPr>
        <w:rStyle w:val="Seitenzahl"/>
        <w:sz w:val="18"/>
        <w:szCs w:val="18"/>
      </w:rPr>
      <w:fldChar w:fldCharType="separate"/>
    </w:r>
    <w:r w:rsidR="00142C4F">
      <w:rPr>
        <w:rStyle w:val="Seitenzahl"/>
        <w:noProof/>
        <w:sz w:val="18"/>
        <w:szCs w:val="18"/>
      </w:rPr>
      <w:t>75</w:t>
    </w:r>
    <w:r w:rsidR="006B60BC" w:rsidRPr="00C1065C">
      <w:rPr>
        <w:rStyle w:val="Seitenzah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D7A6C" w14:textId="77777777" w:rsidR="00142C4F" w:rsidRDefault="00142C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A5F86" w14:textId="77777777" w:rsidR="00B54A84" w:rsidRDefault="00B54A84" w:rsidP="006D17FD">
      <w:r>
        <w:separator/>
      </w:r>
    </w:p>
  </w:footnote>
  <w:footnote w:type="continuationSeparator" w:id="0">
    <w:p w14:paraId="59574147" w14:textId="77777777" w:rsidR="00B54A84" w:rsidRDefault="00B54A84" w:rsidP="006D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82FE5" w14:textId="14F4C103" w:rsidR="00142C4F" w:rsidRDefault="00142C4F">
    <w:pPr>
      <w:pStyle w:val="Kopfzeile"/>
    </w:pPr>
    <w:r>
      <w:rPr>
        <w:noProof/>
      </w:rPr>
      <w:pict w14:anchorId="73E0DF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166188" o:spid="_x0000_s1026" type="#_x0000_t136" style="position:absolute;left:0;text-align:left;margin-left:0;margin-top:0;width:479.6pt;height:17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orabzug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4033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06"/>
      <w:gridCol w:w="4127"/>
    </w:tblGrid>
    <w:tr w:rsidR="000B3761" w:rsidRPr="00086F65" w14:paraId="18B1B320" w14:textId="77777777" w:rsidTr="005B070E">
      <w:trPr>
        <w:trHeight w:val="1212"/>
      </w:trPr>
      <w:tc>
        <w:tcPr>
          <w:tcW w:w="9906" w:type="dxa"/>
          <w:vAlign w:val="bottom"/>
        </w:tcPr>
        <w:p w14:paraId="7D513F28" w14:textId="77777777" w:rsidR="00AE4BB1" w:rsidRDefault="00AE4BB1" w:rsidP="000B3761">
          <w:pPr>
            <w:pStyle w:val="Kopfzeile"/>
            <w:tabs>
              <w:tab w:val="clear" w:pos="4536"/>
              <w:tab w:val="clear" w:pos="9072"/>
            </w:tabs>
            <w:rPr>
              <w:szCs w:val="20"/>
            </w:rPr>
          </w:pPr>
          <w:r w:rsidRPr="00AE4BB1">
            <w:rPr>
              <w:szCs w:val="20"/>
            </w:rPr>
            <w:t>Ingenieurgemeinschaft agwa GmbH</w:t>
          </w:r>
        </w:p>
        <w:p w14:paraId="2047B672" w14:textId="56F3F07C" w:rsidR="000B3761" w:rsidRPr="00715358" w:rsidRDefault="00AE4BB1" w:rsidP="000B3761">
          <w:pPr>
            <w:pStyle w:val="Kopfzeile"/>
            <w:tabs>
              <w:tab w:val="clear" w:pos="4536"/>
              <w:tab w:val="clear" w:pos="9072"/>
            </w:tabs>
            <w:rPr>
              <w:szCs w:val="20"/>
            </w:rPr>
          </w:pPr>
          <w:r>
            <w:rPr>
              <w:szCs w:val="20"/>
            </w:rPr>
            <w:t>Fuhse</w:t>
          </w:r>
          <w:r w:rsidR="000B3761">
            <w:rPr>
              <w:szCs w:val="20"/>
            </w:rPr>
            <w:t xml:space="preserve"> – </w:t>
          </w:r>
          <w:r w:rsidRPr="00AE4BB1">
            <w:rPr>
              <w:szCs w:val="20"/>
            </w:rPr>
            <w:t>Hydraulische 2D-Berechnungen</w:t>
          </w:r>
        </w:p>
        <w:p w14:paraId="7A2EFEB7" w14:textId="35DEB87C" w:rsidR="000B3761" w:rsidRPr="00E5399E" w:rsidRDefault="005B070E" w:rsidP="000B3761">
          <w:pPr>
            <w:pStyle w:val="Kopfzeile"/>
            <w:tabs>
              <w:tab w:val="clear" w:pos="4536"/>
              <w:tab w:val="clear" w:pos="9072"/>
            </w:tabs>
            <w:spacing w:after="60"/>
            <w:jc w:val="left"/>
            <w:rPr>
              <w:rFonts w:cs="Calibri"/>
              <w:szCs w:val="18"/>
            </w:rPr>
          </w:pPr>
          <w:r>
            <w:rPr>
              <w:szCs w:val="20"/>
            </w:rPr>
            <w:t>Ergebnistabelle</w:t>
          </w:r>
        </w:p>
      </w:tc>
      <w:tc>
        <w:tcPr>
          <w:tcW w:w="4127" w:type="dxa"/>
          <w:vAlign w:val="center"/>
        </w:tcPr>
        <w:p w14:paraId="77EEA15F" w14:textId="77777777" w:rsidR="000B3761" w:rsidRPr="00086F65" w:rsidRDefault="000B3761" w:rsidP="000B3761">
          <w:pPr>
            <w:spacing w:after="60"/>
            <w:jc w:val="right"/>
            <w:rPr>
              <w:rFonts w:cs="Calibr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4317E9B" wp14:editId="29D2F20D">
                <wp:extent cx="1619885" cy="474980"/>
                <wp:effectExtent l="0" t="0" r="0" b="1270"/>
                <wp:docPr id="508177334" name="Grafik 508177334" descr="Ein Bild, das Schrift, Text, Grafiken, Logo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8177334" name="Grafik 508177334" descr="Ein Bild, das Schrift, Text, Grafiken, Logo enthält.&#10;&#10;Automatisch generierte Beschreibu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885" cy="474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4FF2B6" w14:textId="068D087B" w:rsidR="00E2262F" w:rsidRDefault="00142C4F">
    <w:pPr>
      <w:pStyle w:val="Kopfzeile"/>
    </w:pPr>
    <w:r>
      <w:rPr>
        <w:noProof/>
      </w:rPr>
      <w:pict w14:anchorId="6586FC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166189" o:spid="_x0000_s1027" type="#_x0000_t136" style="position:absolute;left:0;text-align:left;margin-left:0;margin-top:0;width:479.6pt;height:17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orabzug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5985A" w14:textId="5F48EFC3" w:rsidR="00142C4F" w:rsidRDefault="00142C4F">
    <w:pPr>
      <w:pStyle w:val="Kopfzeile"/>
    </w:pPr>
    <w:r>
      <w:rPr>
        <w:noProof/>
      </w:rPr>
      <w:pict w14:anchorId="7A45B5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9166187" o:spid="_x0000_s1025" type="#_x0000_t136" style="position:absolute;left:0;text-align:left;margin-left:0;margin-top:0;width:479.6pt;height:17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orabzu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2581"/>
    <w:multiLevelType w:val="hybridMultilevel"/>
    <w:tmpl w:val="EC565E6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65E38"/>
    <w:multiLevelType w:val="hybridMultilevel"/>
    <w:tmpl w:val="A94674C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F7246"/>
    <w:multiLevelType w:val="hybridMultilevel"/>
    <w:tmpl w:val="79DEBD10"/>
    <w:lvl w:ilvl="0" w:tplc="EC7E3A4C">
      <w:start w:val="1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B2E7F"/>
    <w:multiLevelType w:val="hybridMultilevel"/>
    <w:tmpl w:val="DDE0953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D0C74"/>
    <w:multiLevelType w:val="hybridMultilevel"/>
    <w:tmpl w:val="5E4ACC42"/>
    <w:name w:val="WW8Num172"/>
    <w:lvl w:ilvl="0" w:tplc="DB7828C4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F90CC8F0">
      <w:start w:val="1"/>
      <w:numFmt w:val="decimal"/>
      <w:lvlText w:val="/%4/"/>
      <w:lvlJc w:val="left"/>
      <w:pPr>
        <w:ind w:left="72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5" w15:restartNumberingAfterBreak="0">
    <w:nsid w:val="1AE90549"/>
    <w:multiLevelType w:val="hybridMultilevel"/>
    <w:tmpl w:val="F300FF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D74CE"/>
    <w:multiLevelType w:val="hybridMultilevel"/>
    <w:tmpl w:val="C99051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D4C11"/>
    <w:multiLevelType w:val="hybridMultilevel"/>
    <w:tmpl w:val="F8E63B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15148"/>
    <w:multiLevelType w:val="multilevel"/>
    <w:tmpl w:val="210C271A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Theme="minorHAnsi" w:hAnsiTheme="minorHAnsi" w:cstheme="minorHAnsi" w:hint="default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Theme="minorHAnsi" w:hAnsiTheme="minorHAnsi" w:cstheme="minorHAnsi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vertAlign w:val="baseli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EC46136"/>
    <w:multiLevelType w:val="hybridMultilevel"/>
    <w:tmpl w:val="4C42F0A0"/>
    <w:lvl w:ilvl="0" w:tplc="1730026A">
      <w:start w:val="1"/>
      <w:numFmt w:val="bullet"/>
      <w:lvlText w:val="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F7A2B"/>
    <w:multiLevelType w:val="hybridMultilevel"/>
    <w:tmpl w:val="81AAF74A"/>
    <w:lvl w:ilvl="0" w:tplc="2F74D308">
      <w:start w:val="1"/>
      <w:numFmt w:val="bullet"/>
      <w:pStyle w:val="Sprechblasentex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070001">
      <w:start w:val="1"/>
      <w:numFmt w:val="bullet"/>
      <w:lvlText w:val="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2" w:tplc="0407001B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358D11E2"/>
    <w:multiLevelType w:val="hybridMultilevel"/>
    <w:tmpl w:val="A186FE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ECB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51F05"/>
    <w:multiLevelType w:val="hybridMultilevel"/>
    <w:tmpl w:val="800855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A7C23"/>
    <w:multiLevelType w:val="hybridMultilevel"/>
    <w:tmpl w:val="1BF6F61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524FB"/>
    <w:multiLevelType w:val="hybridMultilevel"/>
    <w:tmpl w:val="CE54ED06"/>
    <w:lvl w:ilvl="0" w:tplc="FE1E7FA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D67C7"/>
    <w:multiLevelType w:val="hybridMultilevel"/>
    <w:tmpl w:val="F252EC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82A8A"/>
    <w:multiLevelType w:val="hybridMultilevel"/>
    <w:tmpl w:val="67AA3E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67FCA"/>
    <w:multiLevelType w:val="hybridMultilevel"/>
    <w:tmpl w:val="99F6E5BA"/>
    <w:lvl w:ilvl="0" w:tplc="03BC83D6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8B7861"/>
    <w:multiLevelType w:val="hybridMultilevel"/>
    <w:tmpl w:val="04A20D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5432D1"/>
    <w:multiLevelType w:val="hybridMultilevel"/>
    <w:tmpl w:val="7F52E5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E2D96"/>
    <w:multiLevelType w:val="hybridMultilevel"/>
    <w:tmpl w:val="8DE06540"/>
    <w:lvl w:ilvl="0" w:tplc="13D67F70">
      <w:numFmt w:val="bullet"/>
      <w:lvlText w:val="-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001E0"/>
    <w:multiLevelType w:val="hybridMultilevel"/>
    <w:tmpl w:val="7BCEF9B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C2EA8"/>
    <w:multiLevelType w:val="hybridMultilevel"/>
    <w:tmpl w:val="5112ADE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563163">
    <w:abstractNumId w:val="9"/>
  </w:num>
  <w:num w:numId="2" w16cid:durableId="230391706">
    <w:abstractNumId w:val="2"/>
  </w:num>
  <w:num w:numId="3" w16cid:durableId="1426029962">
    <w:abstractNumId w:val="8"/>
  </w:num>
  <w:num w:numId="4" w16cid:durableId="1207987859">
    <w:abstractNumId w:val="10"/>
  </w:num>
  <w:num w:numId="5" w16cid:durableId="1038554708">
    <w:abstractNumId w:val="11"/>
  </w:num>
  <w:num w:numId="6" w16cid:durableId="1757945792">
    <w:abstractNumId w:val="18"/>
  </w:num>
  <w:num w:numId="7" w16cid:durableId="696587206">
    <w:abstractNumId w:val="12"/>
  </w:num>
  <w:num w:numId="8" w16cid:durableId="2126922415">
    <w:abstractNumId w:val="6"/>
  </w:num>
  <w:num w:numId="9" w16cid:durableId="1371296198">
    <w:abstractNumId w:val="8"/>
  </w:num>
  <w:num w:numId="10" w16cid:durableId="935407396">
    <w:abstractNumId w:val="4"/>
  </w:num>
  <w:num w:numId="11" w16cid:durableId="2096314527">
    <w:abstractNumId w:val="21"/>
  </w:num>
  <w:num w:numId="12" w16cid:durableId="87775310">
    <w:abstractNumId w:val="19"/>
  </w:num>
  <w:num w:numId="13" w16cid:durableId="1985889497">
    <w:abstractNumId w:val="0"/>
  </w:num>
  <w:num w:numId="14" w16cid:durableId="1796823876">
    <w:abstractNumId w:val="5"/>
  </w:num>
  <w:num w:numId="15" w16cid:durableId="81221000">
    <w:abstractNumId w:val="1"/>
  </w:num>
  <w:num w:numId="16" w16cid:durableId="1129086632">
    <w:abstractNumId w:val="15"/>
  </w:num>
  <w:num w:numId="17" w16cid:durableId="1819376431">
    <w:abstractNumId w:val="22"/>
  </w:num>
  <w:num w:numId="18" w16cid:durableId="330454857">
    <w:abstractNumId w:val="16"/>
  </w:num>
  <w:num w:numId="19" w16cid:durableId="247350558">
    <w:abstractNumId w:val="17"/>
  </w:num>
  <w:num w:numId="20" w16cid:durableId="1564290023">
    <w:abstractNumId w:val="14"/>
  </w:num>
  <w:num w:numId="21" w16cid:durableId="249898713">
    <w:abstractNumId w:val="17"/>
  </w:num>
  <w:num w:numId="22" w16cid:durableId="2043439392">
    <w:abstractNumId w:val="17"/>
  </w:num>
  <w:num w:numId="23" w16cid:durableId="1941791540">
    <w:abstractNumId w:val="3"/>
  </w:num>
  <w:num w:numId="24" w16cid:durableId="1452506158">
    <w:abstractNumId w:val="13"/>
  </w:num>
  <w:num w:numId="25" w16cid:durableId="913272526">
    <w:abstractNumId w:val="7"/>
  </w:num>
  <w:num w:numId="26" w16cid:durableId="101033441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09"/>
  <w:autoHyphenation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8A0"/>
    <w:rsid w:val="00002FB6"/>
    <w:rsid w:val="00016A1B"/>
    <w:rsid w:val="0002195C"/>
    <w:rsid w:val="00024B3E"/>
    <w:rsid w:val="00040103"/>
    <w:rsid w:val="00042903"/>
    <w:rsid w:val="000431BD"/>
    <w:rsid w:val="00045B30"/>
    <w:rsid w:val="00051AE3"/>
    <w:rsid w:val="00053A90"/>
    <w:rsid w:val="000550AF"/>
    <w:rsid w:val="00055183"/>
    <w:rsid w:val="0006783A"/>
    <w:rsid w:val="000679DB"/>
    <w:rsid w:val="0007104B"/>
    <w:rsid w:val="00072080"/>
    <w:rsid w:val="000720B1"/>
    <w:rsid w:val="00072530"/>
    <w:rsid w:val="00073CA6"/>
    <w:rsid w:val="00081466"/>
    <w:rsid w:val="0008179D"/>
    <w:rsid w:val="00082F51"/>
    <w:rsid w:val="000849AE"/>
    <w:rsid w:val="00085D69"/>
    <w:rsid w:val="000922FD"/>
    <w:rsid w:val="00092C6E"/>
    <w:rsid w:val="000935BD"/>
    <w:rsid w:val="00094452"/>
    <w:rsid w:val="00097C3A"/>
    <w:rsid w:val="000A32DF"/>
    <w:rsid w:val="000A377A"/>
    <w:rsid w:val="000A4C49"/>
    <w:rsid w:val="000A63D1"/>
    <w:rsid w:val="000A709B"/>
    <w:rsid w:val="000B3761"/>
    <w:rsid w:val="000B518F"/>
    <w:rsid w:val="000B5650"/>
    <w:rsid w:val="000C7079"/>
    <w:rsid w:val="000D2FAD"/>
    <w:rsid w:val="000E0F84"/>
    <w:rsid w:val="000E6A9F"/>
    <w:rsid w:val="000F0999"/>
    <w:rsid w:val="000F78FE"/>
    <w:rsid w:val="001014B6"/>
    <w:rsid w:val="00102B2A"/>
    <w:rsid w:val="001064DB"/>
    <w:rsid w:val="00125D1B"/>
    <w:rsid w:val="0013022B"/>
    <w:rsid w:val="00134C31"/>
    <w:rsid w:val="001363E0"/>
    <w:rsid w:val="00142C4F"/>
    <w:rsid w:val="00143518"/>
    <w:rsid w:val="00147EF7"/>
    <w:rsid w:val="00150478"/>
    <w:rsid w:val="001547B3"/>
    <w:rsid w:val="00155A83"/>
    <w:rsid w:val="00163B3D"/>
    <w:rsid w:val="0016520A"/>
    <w:rsid w:val="00166640"/>
    <w:rsid w:val="00167367"/>
    <w:rsid w:val="00170350"/>
    <w:rsid w:val="00170EBA"/>
    <w:rsid w:val="0018118B"/>
    <w:rsid w:val="001828C2"/>
    <w:rsid w:val="00182F24"/>
    <w:rsid w:val="00182F7D"/>
    <w:rsid w:val="001901A9"/>
    <w:rsid w:val="00190923"/>
    <w:rsid w:val="00191CC9"/>
    <w:rsid w:val="00194E1A"/>
    <w:rsid w:val="00195A7C"/>
    <w:rsid w:val="001973C6"/>
    <w:rsid w:val="001A3D81"/>
    <w:rsid w:val="001C1DA2"/>
    <w:rsid w:val="001C4DD3"/>
    <w:rsid w:val="001C7E41"/>
    <w:rsid w:val="001D2D44"/>
    <w:rsid w:val="001D3058"/>
    <w:rsid w:val="001D3116"/>
    <w:rsid w:val="001D7136"/>
    <w:rsid w:val="001E009B"/>
    <w:rsid w:val="001E4BB5"/>
    <w:rsid w:val="001F2952"/>
    <w:rsid w:val="00204545"/>
    <w:rsid w:val="00220193"/>
    <w:rsid w:val="002202FF"/>
    <w:rsid w:val="00220EEF"/>
    <w:rsid w:val="00233ED2"/>
    <w:rsid w:val="002368D6"/>
    <w:rsid w:val="00237224"/>
    <w:rsid w:val="002414A2"/>
    <w:rsid w:val="0025035F"/>
    <w:rsid w:val="002512B6"/>
    <w:rsid w:val="00252BED"/>
    <w:rsid w:val="00261497"/>
    <w:rsid w:val="00266B0A"/>
    <w:rsid w:val="00270B50"/>
    <w:rsid w:val="00277E87"/>
    <w:rsid w:val="002805C7"/>
    <w:rsid w:val="00281110"/>
    <w:rsid w:val="0028114B"/>
    <w:rsid w:val="00282BD5"/>
    <w:rsid w:val="00296091"/>
    <w:rsid w:val="002A41AB"/>
    <w:rsid w:val="002A5384"/>
    <w:rsid w:val="002B189D"/>
    <w:rsid w:val="002B348C"/>
    <w:rsid w:val="002B5EDD"/>
    <w:rsid w:val="002C45C0"/>
    <w:rsid w:val="002C4F64"/>
    <w:rsid w:val="002D1181"/>
    <w:rsid w:val="002D513F"/>
    <w:rsid w:val="002D58C6"/>
    <w:rsid w:val="002D6D02"/>
    <w:rsid w:val="002E201E"/>
    <w:rsid w:val="002E6B5D"/>
    <w:rsid w:val="002E6CB9"/>
    <w:rsid w:val="002F0DF9"/>
    <w:rsid w:val="002F373A"/>
    <w:rsid w:val="002F7917"/>
    <w:rsid w:val="00300004"/>
    <w:rsid w:val="00300490"/>
    <w:rsid w:val="00307A21"/>
    <w:rsid w:val="003111A0"/>
    <w:rsid w:val="00312EB9"/>
    <w:rsid w:val="00313407"/>
    <w:rsid w:val="003208A8"/>
    <w:rsid w:val="003277CB"/>
    <w:rsid w:val="00333CDC"/>
    <w:rsid w:val="003462BD"/>
    <w:rsid w:val="0035018F"/>
    <w:rsid w:val="00363AC0"/>
    <w:rsid w:val="00364007"/>
    <w:rsid w:val="00377A42"/>
    <w:rsid w:val="00384EFC"/>
    <w:rsid w:val="00387000"/>
    <w:rsid w:val="003B2A11"/>
    <w:rsid w:val="003B33C8"/>
    <w:rsid w:val="003B7D41"/>
    <w:rsid w:val="003C3C11"/>
    <w:rsid w:val="003C497D"/>
    <w:rsid w:val="003C58FE"/>
    <w:rsid w:val="003D58C6"/>
    <w:rsid w:val="003D65C0"/>
    <w:rsid w:val="003D7671"/>
    <w:rsid w:val="003E00C9"/>
    <w:rsid w:val="003E10C2"/>
    <w:rsid w:val="003E2BAC"/>
    <w:rsid w:val="003F01A4"/>
    <w:rsid w:val="003F7ACA"/>
    <w:rsid w:val="0040510D"/>
    <w:rsid w:val="00411441"/>
    <w:rsid w:val="00416C88"/>
    <w:rsid w:val="00416DCC"/>
    <w:rsid w:val="00423A03"/>
    <w:rsid w:val="004259DF"/>
    <w:rsid w:val="00427AEB"/>
    <w:rsid w:val="004332F4"/>
    <w:rsid w:val="004334E7"/>
    <w:rsid w:val="004341F3"/>
    <w:rsid w:val="00435EDF"/>
    <w:rsid w:val="0044079E"/>
    <w:rsid w:val="00445DD8"/>
    <w:rsid w:val="0045381F"/>
    <w:rsid w:val="00453E24"/>
    <w:rsid w:val="00462D8F"/>
    <w:rsid w:val="00467861"/>
    <w:rsid w:val="004704A1"/>
    <w:rsid w:val="0048042C"/>
    <w:rsid w:val="004849D1"/>
    <w:rsid w:val="004A501C"/>
    <w:rsid w:val="004A794D"/>
    <w:rsid w:val="004B12D8"/>
    <w:rsid w:val="004B225E"/>
    <w:rsid w:val="004B4485"/>
    <w:rsid w:val="004B6831"/>
    <w:rsid w:val="004B692B"/>
    <w:rsid w:val="004C6973"/>
    <w:rsid w:val="004E342F"/>
    <w:rsid w:val="004F766D"/>
    <w:rsid w:val="005038D1"/>
    <w:rsid w:val="005046A8"/>
    <w:rsid w:val="00512B12"/>
    <w:rsid w:val="00513D0E"/>
    <w:rsid w:val="0051507F"/>
    <w:rsid w:val="00515CE8"/>
    <w:rsid w:val="0051794F"/>
    <w:rsid w:val="00533BFB"/>
    <w:rsid w:val="005401A9"/>
    <w:rsid w:val="00541DA5"/>
    <w:rsid w:val="005449EF"/>
    <w:rsid w:val="00550AD2"/>
    <w:rsid w:val="00550ECE"/>
    <w:rsid w:val="00557814"/>
    <w:rsid w:val="00561BEE"/>
    <w:rsid w:val="005712F5"/>
    <w:rsid w:val="00572080"/>
    <w:rsid w:val="0057233C"/>
    <w:rsid w:val="00573082"/>
    <w:rsid w:val="0057510C"/>
    <w:rsid w:val="0059215E"/>
    <w:rsid w:val="00594A50"/>
    <w:rsid w:val="00596296"/>
    <w:rsid w:val="005A2661"/>
    <w:rsid w:val="005A5CAE"/>
    <w:rsid w:val="005B070E"/>
    <w:rsid w:val="005D3F01"/>
    <w:rsid w:val="005D5851"/>
    <w:rsid w:val="005E211F"/>
    <w:rsid w:val="005E3088"/>
    <w:rsid w:val="005E48A0"/>
    <w:rsid w:val="005E4BF9"/>
    <w:rsid w:val="005E7F1F"/>
    <w:rsid w:val="005F1746"/>
    <w:rsid w:val="005F518E"/>
    <w:rsid w:val="00605804"/>
    <w:rsid w:val="006102F1"/>
    <w:rsid w:val="0061278D"/>
    <w:rsid w:val="0061454E"/>
    <w:rsid w:val="0061790A"/>
    <w:rsid w:val="0062039D"/>
    <w:rsid w:val="006234BC"/>
    <w:rsid w:val="00623D4D"/>
    <w:rsid w:val="00632547"/>
    <w:rsid w:val="0063324C"/>
    <w:rsid w:val="00647F76"/>
    <w:rsid w:val="0065654F"/>
    <w:rsid w:val="006718A4"/>
    <w:rsid w:val="0067490F"/>
    <w:rsid w:val="006814E7"/>
    <w:rsid w:val="00694821"/>
    <w:rsid w:val="00697338"/>
    <w:rsid w:val="006A232D"/>
    <w:rsid w:val="006A2A12"/>
    <w:rsid w:val="006A7F24"/>
    <w:rsid w:val="006B60BC"/>
    <w:rsid w:val="006C224F"/>
    <w:rsid w:val="006C3C0B"/>
    <w:rsid w:val="006C443F"/>
    <w:rsid w:val="006C5C43"/>
    <w:rsid w:val="006C62DE"/>
    <w:rsid w:val="006C6F90"/>
    <w:rsid w:val="006D17FD"/>
    <w:rsid w:val="006D4762"/>
    <w:rsid w:val="006F3AB3"/>
    <w:rsid w:val="006F605B"/>
    <w:rsid w:val="006F7A88"/>
    <w:rsid w:val="0070182D"/>
    <w:rsid w:val="007038E7"/>
    <w:rsid w:val="00705127"/>
    <w:rsid w:val="00715358"/>
    <w:rsid w:val="0072518A"/>
    <w:rsid w:val="00726827"/>
    <w:rsid w:val="00727170"/>
    <w:rsid w:val="007431CD"/>
    <w:rsid w:val="0074452B"/>
    <w:rsid w:val="007463D6"/>
    <w:rsid w:val="0075131D"/>
    <w:rsid w:val="00751AC0"/>
    <w:rsid w:val="00751E29"/>
    <w:rsid w:val="007539E1"/>
    <w:rsid w:val="00757730"/>
    <w:rsid w:val="00757DE6"/>
    <w:rsid w:val="0076274D"/>
    <w:rsid w:val="00764AE3"/>
    <w:rsid w:val="00772198"/>
    <w:rsid w:val="00775226"/>
    <w:rsid w:val="00775D67"/>
    <w:rsid w:val="00777AA1"/>
    <w:rsid w:val="00780630"/>
    <w:rsid w:val="00786094"/>
    <w:rsid w:val="00786917"/>
    <w:rsid w:val="0079457F"/>
    <w:rsid w:val="0079798C"/>
    <w:rsid w:val="007A0E03"/>
    <w:rsid w:val="007A58C7"/>
    <w:rsid w:val="007A5EEB"/>
    <w:rsid w:val="007A7ADA"/>
    <w:rsid w:val="007B0368"/>
    <w:rsid w:val="007B25E5"/>
    <w:rsid w:val="007B2AB1"/>
    <w:rsid w:val="007B3BE8"/>
    <w:rsid w:val="007B55BD"/>
    <w:rsid w:val="007B6A1A"/>
    <w:rsid w:val="007B7187"/>
    <w:rsid w:val="007C03C2"/>
    <w:rsid w:val="007C2F4D"/>
    <w:rsid w:val="007E04D2"/>
    <w:rsid w:val="007E753E"/>
    <w:rsid w:val="007F0035"/>
    <w:rsid w:val="00807008"/>
    <w:rsid w:val="00811D4B"/>
    <w:rsid w:val="00812A08"/>
    <w:rsid w:val="00824F80"/>
    <w:rsid w:val="008252DF"/>
    <w:rsid w:val="00826B87"/>
    <w:rsid w:val="00832E0B"/>
    <w:rsid w:val="008354F4"/>
    <w:rsid w:val="00835BB7"/>
    <w:rsid w:val="00836488"/>
    <w:rsid w:val="008412C5"/>
    <w:rsid w:val="0084168D"/>
    <w:rsid w:val="0084359C"/>
    <w:rsid w:val="00845F3D"/>
    <w:rsid w:val="008475A2"/>
    <w:rsid w:val="00851FDD"/>
    <w:rsid w:val="0085638F"/>
    <w:rsid w:val="00860AF3"/>
    <w:rsid w:val="00863B16"/>
    <w:rsid w:val="00865910"/>
    <w:rsid w:val="00866E93"/>
    <w:rsid w:val="00873A0E"/>
    <w:rsid w:val="0087439C"/>
    <w:rsid w:val="00882444"/>
    <w:rsid w:val="008830FE"/>
    <w:rsid w:val="00885687"/>
    <w:rsid w:val="008857B6"/>
    <w:rsid w:val="008864C1"/>
    <w:rsid w:val="008866F6"/>
    <w:rsid w:val="00887BA2"/>
    <w:rsid w:val="0089570C"/>
    <w:rsid w:val="008A0995"/>
    <w:rsid w:val="008A128F"/>
    <w:rsid w:val="008B0EFF"/>
    <w:rsid w:val="008B31DC"/>
    <w:rsid w:val="008B5334"/>
    <w:rsid w:val="008B6306"/>
    <w:rsid w:val="008C1DDA"/>
    <w:rsid w:val="008C32DD"/>
    <w:rsid w:val="008C508E"/>
    <w:rsid w:val="008C55EF"/>
    <w:rsid w:val="008C7C5B"/>
    <w:rsid w:val="008D0903"/>
    <w:rsid w:val="008D2034"/>
    <w:rsid w:val="008D269D"/>
    <w:rsid w:val="008E1383"/>
    <w:rsid w:val="008E7A7B"/>
    <w:rsid w:val="008F63CA"/>
    <w:rsid w:val="00902D0D"/>
    <w:rsid w:val="009031F6"/>
    <w:rsid w:val="0090398F"/>
    <w:rsid w:val="00904228"/>
    <w:rsid w:val="00905837"/>
    <w:rsid w:val="009073D8"/>
    <w:rsid w:val="00911C74"/>
    <w:rsid w:val="0091335C"/>
    <w:rsid w:val="00924752"/>
    <w:rsid w:val="00924BD9"/>
    <w:rsid w:val="009317FA"/>
    <w:rsid w:val="0093217A"/>
    <w:rsid w:val="0093664B"/>
    <w:rsid w:val="00936C11"/>
    <w:rsid w:val="00937246"/>
    <w:rsid w:val="00952AA4"/>
    <w:rsid w:val="00953580"/>
    <w:rsid w:val="009560E8"/>
    <w:rsid w:val="00957B83"/>
    <w:rsid w:val="00960337"/>
    <w:rsid w:val="00960CB4"/>
    <w:rsid w:val="009612BD"/>
    <w:rsid w:val="0096405E"/>
    <w:rsid w:val="00964E7E"/>
    <w:rsid w:val="00980D14"/>
    <w:rsid w:val="00996EEB"/>
    <w:rsid w:val="009979F3"/>
    <w:rsid w:val="00997E5F"/>
    <w:rsid w:val="009A30AB"/>
    <w:rsid w:val="009A3FAD"/>
    <w:rsid w:val="009A41C0"/>
    <w:rsid w:val="009B22C6"/>
    <w:rsid w:val="009B3635"/>
    <w:rsid w:val="009C347A"/>
    <w:rsid w:val="009C6BA4"/>
    <w:rsid w:val="009D46D7"/>
    <w:rsid w:val="009D5106"/>
    <w:rsid w:val="009E57A8"/>
    <w:rsid w:val="009E6741"/>
    <w:rsid w:val="009F2C66"/>
    <w:rsid w:val="009F3A3C"/>
    <w:rsid w:val="009F7A40"/>
    <w:rsid w:val="00A04EBF"/>
    <w:rsid w:val="00A129EA"/>
    <w:rsid w:val="00A17FE0"/>
    <w:rsid w:val="00A42C97"/>
    <w:rsid w:val="00A4462B"/>
    <w:rsid w:val="00A447AF"/>
    <w:rsid w:val="00A47101"/>
    <w:rsid w:val="00A4720F"/>
    <w:rsid w:val="00A52D78"/>
    <w:rsid w:val="00A54996"/>
    <w:rsid w:val="00A56DD9"/>
    <w:rsid w:val="00A635F9"/>
    <w:rsid w:val="00A73B55"/>
    <w:rsid w:val="00A7641B"/>
    <w:rsid w:val="00A81FA3"/>
    <w:rsid w:val="00A85154"/>
    <w:rsid w:val="00A86D2C"/>
    <w:rsid w:val="00A92782"/>
    <w:rsid w:val="00A92D99"/>
    <w:rsid w:val="00A96894"/>
    <w:rsid w:val="00AA1C6D"/>
    <w:rsid w:val="00AA37CC"/>
    <w:rsid w:val="00AB0C9C"/>
    <w:rsid w:val="00AB217E"/>
    <w:rsid w:val="00AC01BD"/>
    <w:rsid w:val="00AC5176"/>
    <w:rsid w:val="00AC78B5"/>
    <w:rsid w:val="00AD6F4E"/>
    <w:rsid w:val="00AE1144"/>
    <w:rsid w:val="00AE35FA"/>
    <w:rsid w:val="00AE4143"/>
    <w:rsid w:val="00AE4BB1"/>
    <w:rsid w:val="00AE64DD"/>
    <w:rsid w:val="00B02A54"/>
    <w:rsid w:val="00B05D3F"/>
    <w:rsid w:val="00B21682"/>
    <w:rsid w:val="00B2200D"/>
    <w:rsid w:val="00B268B6"/>
    <w:rsid w:val="00B31124"/>
    <w:rsid w:val="00B42E02"/>
    <w:rsid w:val="00B44C7C"/>
    <w:rsid w:val="00B4646F"/>
    <w:rsid w:val="00B52DE4"/>
    <w:rsid w:val="00B54261"/>
    <w:rsid w:val="00B54A84"/>
    <w:rsid w:val="00B54FF4"/>
    <w:rsid w:val="00B67E30"/>
    <w:rsid w:val="00B72A8A"/>
    <w:rsid w:val="00B749FC"/>
    <w:rsid w:val="00B76563"/>
    <w:rsid w:val="00B82956"/>
    <w:rsid w:val="00B835C5"/>
    <w:rsid w:val="00B83CA7"/>
    <w:rsid w:val="00B87010"/>
    <w:rsid w:val="00B90AB8"/>
    <w:rsid w:val="00B90E6C"/>
    <w:rsid w:val="00B9272D"/>
    <w:rsid w:val="00B92EBF"/>
    <w:rsid w:val="00B9416B"/>
    <w:rsid w:val="00BA19EB"/>
    <w:rsid w:val="00BA2F4F"/>
    <w:rsid w:val="00BA35C5"/>
    <w:rsid w:val="00BA403A"/>
    <w:rsid w:val="00BA615D"/>
    <w:rsid w:val="00BB0AF1"/>
    <w:rsid w:val="00BB13C3"/>
    <w:rsid w:val="00BB2EBD"/>
    <w:rsid w:val="00BB309C"/>
    <w:rsid w:val="00BB3503"/>
    <w:rsid w:val="00BB7D08"/>
    <w:rsid w:val="00BC7368"/>
    <w:rsid w:val="00BD3877"/>
    <w:rsid w:val="00BE0362"/>
    <w:rsid w:val="00BE5A61"/>
    <w:rsid w:val="00C066D4"/>
    <w:rsid w:val="00C1065C"/>
    <w:rsid w:val="00C11B24"/>
    <w:rsid w:val="00C17D63"/>
    <w:rsid w:val="00C24B3D"/>
    <w:rsid w:val="00C3098D"/>
    <w:rsid w:val="00C41003"/>
    <w:rsid w:val="00C44A5E"/>
    <w:rsid w:val="00C44FFE"/>
    <w:rsid w:val="00C452CE"/>
    <w:rsid w:val="00C46C41"/>
    <w:rsid w:val="00C47842"/>
    <w:rsid w:val="00C57D23"/>
    <w:rsid w:val="00C626BD"/>
    <w:rsid w:val="00C64EF2"/>
    <w:rsid w:val="00C666C0"/>
    <w:rsid w:val="00C66DE5"/>
    <w:rsid w:val="00C7085B"/>
    <w:rsid w:val="00C71AE2"/>
    <w:rsid w:val="00C722D4"/>
    <w:rsid w:val="00C7296D"/>
    <w:rsid w:val="00C81BFF"/>
    <w:rsid w:val="00C92E32"/>
    <w:rsid w:val="00CA1ACD"/>
    <w:rsid w:val="00CA3D73"/>
    <w:rsid w:val="00CA59EB"/>
    <w:rsid w:val="00CB6EDF"/>
    <w:rsid w:val="00CB70F6"/>
    <w:rsid w:val="00CC2D1F"/>
    <w:rsid w:val="00CD3E05"/>
    <w:rsid w:val="00CE64F8"/>
    <w:rsid w:val="00CF0569"/>
    <w:rsid w:val="00CF5C90"/>
    <w:rsid w:val="00CF6387"/>
    <w:rsid w:val="00CF6B9F"/>
    <w:rsid w:val="00D05FA2"/>
    <w:rsid w:val="00D10CEA"/>
    <w:rsid w:val="00D22C57"/>
    <w:rsid w:val="00D23F94"/>
    <w:rsid w:val="00D37540"/>
    <w:rsid w:val="00D45AFD"/>
    <w:rsid w:val="00D70A41"/>
    <w:rsid w:val="00D76472"/>
    <w:rsid w:val="00D9318D"/>
    <w:rsid w:val="00DA5E2C"/>
    <w:rsid w:val="00DA7258"/>
    <w:rsid w:val="00DB3065"/>
    <w:rsid w:val="00DC2542"/>
    <w:rsid w:val="00DC5419"/>
    <w:rsid w:val="00DC64C1"/>
    <w:rsid w:val="00DC79FC"/>
    <w:rsid w:val="00DD12CA"/>
    <w:rsid w:val="00DD50AC"/>
    <w:rsid w:val="00DE071C"/>
    <w:rsid w:val="00DE1D72"/>
    <w:rsid w:val="00DF43FF"/>
    <w:rsid w:val="00DF4899"/>
    <w:rsid w:val="00E00481"/>
    <w:rsid w:val="00E0292A"/>
    <w:rsid w:val="00E117EA"/>
    <w:rsid w:val="00E129E4"/>
    <w:rsid w:val="00E15956"/>
    <w:rsid w:val="00E17874"/>
    <w:rsid w:val="00E2262F"/>
    <w:rsid w:val="00E22CAE"/>
    <w:rsid w:val="00E3295C"/>
    <w:rsid w:val="00E33E3D"/>
    <w:rsid w:val="00E37548"/>
    <w:rsid w:val="00E63223"/>
    <w:rsid w:val="00E64FBC"/>
    <w:rsid w:val="00E70D31"/>
    <w:rsid w:val="00E879AB"/>
    <w:rsid w:val="00E906C8"/>
    <w:rsid w:val="00E924E6"/>
    <w:rsid w:val="00E944EF"/>
    <w:rsid w:val="00EA0F8D"/>
    <w:rsid w:val="00EA3C92"/>
    <w:rsid w:val="00EB05DA"/>
    <w:rsid w:val="00EB1D09"/>
    <w:rsid w:val="00EB52DF"/>
    <w:rsid w:val="00EB5471"/>
    <w:rsid w:val="00EB62CF"/>
    <w:rsid w:val="00EC1363"/>
    <w:rsid w:val="00EC2365"/>
    <w:rsid w:val="00EC2762"/>
    <w:rsid w:val="00EC64A1"/>
    <w:rsid w:val="00ED18E7"/>
    <w:rsid w:val="00ED2111"/>
    <w:rsid w:val="00ED392B"/>
    <w:rsid w:val="00ED59CF"/>
    <w:rsid w:val="00EE1664"/>
    <w:rsid w:val="00EE3F98"/>
    <w:rsid w:val="00EE4661"/>
    <w:rsid w:val="00EE4B32"/>
    <w:rsid w:val="00EF7A42"/>
    <w:rsid w:val="00F04B57"/>
    <w:rsid w:val="00F07D8B"/>
    <w:rsid w:val="00F131DD"/>
    <w:rsid w:val="00F15E6C"/>
    <w:rsid w:val="00F225E4"/>
    <w:rsid w:val="00F30CC2"/>
    <w:rsid w:val="00F3237D"/>
    <w:rsid w:val="00F364A4"/>
    <w:rsid w:val="00F427AD"/>
    <w:rsid w:val="00F45995"/>
    <w:rsid w:val="00F475E4"/>
    <w:rsid w:val="00F509BE"/>
    <w:rsid w:val="00F54860"/>
    <w:rsid w:val="00F54ACD"/>
    <w:rsid w:val="00F55051"/>
    <w:rsid w:val="00F65F48"/>
    <w:rsid w:val="00F66DCA"/>
    <w:rsid w:val="00F77599"/>
    <w:rsid w:val="00F85DC5"/>
    <w:rsid w:val="00F908A0"/>
    <w:rsid w:val="00F92A56"/>
    <w:rsid w:val="00FA0D78"/>
    <w:rsid w:val="00FA2D73"/>
    <w:rsid w:val="00FB48CC"/>
    <w:rsid w:val="00FB7D54"/>
    <w:rsid w:val="00FC1517"/>
    <w:rsid w:val="00FC585B"/>
    <w:rsid w:val="00FC5B67"/>
    <w:rsid w:val="00FE1F2F"/>
    <w:rsid w:val="00FE72CB"/>
    <w:rsid w:val="00FF2A48"/>
    <w:rsid w:val="00FF2ADC"/>
    <w:rsid w:val="00FF3683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37A572"/>
  <w15:chartTrackingRefBased/>
  <w15:docId w15:val="{C40455B5-D249-4ECF-BF53-3785EECC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able of figures" w:uiPriority="99"/>
    <w:lsdException w:name="Hyperlink" w:uiPriority="99"/>
    <w:lsdException w:name="FollowedHyperlink" w:uiPriority="99"/>
    <w:lsdException w:name="Strong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64C1"/>
    <w:pPr>
      <w:spacing w:after="120"/>
      <w:jc w:val="both"/>
    </w:pPr>
    <w:rPr>
      <w:rFonts w:ascii="Calibri" w:hAnsi="Calibri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973C6"/>
    <w:pPr>
      <w:keepNext/>
      <w:numPr>
        <w:numId w:val="3"/>
      </w:numPr>
      <w:spacing w:before="360" w:after="240"/>
      <w:outlineLvl w:val="0"/>
    </w:pPr>
    <w:rPr>
      <w:rFonts w:asciiTheme="minorHAnsi" w:hAnsiTheme="minorHAnsi" w:cs="Arial"/>
      <w:b/>
      <w:bCs/>
      <w:kern w:val="32"/>
      <w:sz w:val="26"/>
      <w:szCs w:val="32"/>
    </w:rPr>
  </w:style>
  <w:style w:type="paragraph" w:styleId="berschrift2">
    <w:name w:val="heading 2"/>
    <w:basedOn w:val="berschrift1"/>
    <w:next w:val="Standard"/>
    <w:qFormat/>
    <w:rsid w:val="00541DA5"/>
    <w:pPr>
      <w:numPr>
        <w:ilvl w:val="1"/>
      </w:numPr>
      <w:outlineLvl w:val="1"/>
    </w:pPr>
    <w:rPr>
      <w:bCs w:val="0"/>
      <w:iCs/>
      <w:sz w:val="24"/>
      <w:szCs w:val="28"/>
    </w:rPr>
  </w:style>
  <w:style w:type="paragraph" w:styleId="berschrift3">
    <w:name w:val="heading 3"/>
    <w:basedOn w:val="berschrift1"/>
    <w:next w:val="Standard"/>
    <w:link w:val="berschrift3Zchn"/>
    <w:qFormat/>
    <w:rsid w:val="001973C6"/>
    <w:pPr>
      <w:numPr>
        <w:ilvl w:val="2"/>
      </w:numPr>
      <w:outlineLvl w:val="2"/>
    </w:pPr>
    <w:rPr>
      <w:bCs w:val="0"/>
      <w:sz w:val="22"/>
      <w:szCs w:val="26"/>
    </w:rPr>
  </w:style>
  <w:style w:type="paragraph" w:styleId="berschrift4">
    <w:name w:val="heading 4"/>
    <w:basedOn w:val="berschrift1"/>
    <w:next w:val="Standard"/>
    <w:qFormat/>
    <w:rsid w:val="001064DB"/>
    <w:pPr>
      <w:numPr>
        <w:ilvl w:val="3"/>
      </w:numPr>
      <w:outlineLvl w:val="3"/>
    </w:pPr>
    <w:rPr>
      <w:bCs w:val="0"/>
      <w:sz w:val="22"/>
      <w:szCs w:val="28"/>
    </w:rPr>
  </w:style>
  <w:style w:type="paragraph" w:styleId="berschrift5">
    <w:name w:val="heading 5"/>
    <w:basedOn w:val="berschrift1"/>
    <w:next w:val="Standard"/>
    <w:rsid w:val="0087439C"/>
    <w:pPr>
      <w:numPr>
        <w:ilvl w:val="4"/>
      </w:numPr>
      <w:ind w:left="1009" w:hanging="1009"/>
      <w:outlineLvl w:val="4"/>
    </w:pPr>
    <w:rPr>
      <w:bCs w:val="0"/>
      <w:iCs/>
      <w:sz w:val="22"/>
      <w:szCs w:val="22"/>
    </w:rPr>
  </w:style>
  <w:style w:type="paragraph" w:styleId="berschrift6">
    <w:name w:val="heading 6"/>
    <w:basedOn w:val="Standard"/>
    <w:next w:val="Standard"/>
    <w:rsid w:val="004E342F"/>
    <w:pPr>
      <w:numPr>
        <w:ilvl w:val="5"/>
        <w:numId w:val="3"/>
      </w:num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4E342F"/>
    <w:pPr>
      <w:numPr>
        <w:ilvl w:val="6"/>
        <w:numId w:val="3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4E342F"/>
    <w:pPr>
      <w:numPr>
        <w:ilvl w:val="7"/>
        <w:numId w:val="3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rsid w:val="004E342F"/>
    <w:pPr>
      <w:numPr>
        <w:ilvl w:val="8"/>
        <w:numId w:val="3"/>
      </w:numPr>
      <w:spacing w:before="240" w:after="60"/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57B83"/>
    <w:pPr>
      <w:tabs>
        <w:tab w:val="center" w:pos="4536"/>
        <w:tab w:val="right" w:pos="9072"/>
      </w:tabs>
      <w:spacing w:after="0"/>
    </w:pPr>
    <w:rPr>
      <w:sz w:val="18"/>
    </w:rPr>
  </w:style>
  <w:style w:type="paragraph" w:customStyle="1" w:styleId="Formatvorlage1">
    <w:name w:val="Formatvorlage1"/>
    <w:basedOn w:val="berschrift1"/>
    <w:next w:val="Standard"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Verzeichnis2">
    <w:name w:val="toc 2"/>
    <w:basedOn w:val="Standard"/>
    <w:next w:val="Standard"/>
    <w:autoRedefine/>
    <w:uiPriority w:val="39"/>
    <w:rsid w:val="00FF2ADC"/>
    <w:pPr>
      <w:tabs>
        <w:tab w:val="left" w:pos="879"/>
        <w:tab w:val="right" w:leader="dot" w:pos="9354"/>
      </w:tabs>
      <w:spacing w:after="40"/>
      <w:jc w:val="right"/>
    </w:pPr>
    <w:rPr>
      <w:noProof/>
      <w:szCs w:val="22"/>
    </w:rPr>
  </w:style>
  <w:style w:type="paragraph" w:styleId="Beschriftung">
    <w:name w:val="caption"/>
    <w:aliases w:val="Beschriftung Abbildung,Beschriftung Char,Überschrift,Abb.,Tab,Abb-Beschriftung,Tab."/>
    <w:basedOn w:val="Standard"/>
    <w:next w:val="Standard"/>
    <w:link w:val="BeschriftungZchn"/>
    <w:autoRedefine/>
    <w:qFormat/>
    <w:rsid w:val="00960337"/>
    <w:pPr>
      <w:keepNext/>
      <w:spacing w:before="240"/>
      <w:ind w:firstLine="709"/>
      <w:jc w:val="center"/>
    </w:pPr>
    <w:rPr>
      <w:bCs/>
      <w:i/>
      <w:sz w:val="19"/>
      <w:szCs w:val="19"/>
    </w:rPr>
  </w:style>
  <w:style w:type="paragraph" w:styleId="Verzeichnis1">
    <w:name w:val="toc 1"/>
    <w:basedOn w:val="Standard"/>
    <w:next w:val="Standard"/>
    <w:autoRedefine/>
    <w:uiPriority w:val="39"/>
    <w:rsid w:val="0063324C"/>
    <w:pPr>
      <w:tabs>
        <w:tab w:val="left" w:pos="880"/>
        <w:tab w:val="right" w:leader="dot" w:pos="9354"/>
      </w:tabs>
      <w:spacing w:after="40"/>
    </w:pPr>
    <w:rPr>
      <w:b/>
      <w:noProof/>
      <w:sz w:val="24"/>
      <w:szCs w:val="26"/>
    </w:rPr>
  </w:style>
  <w:style w:type="paragraph" w:styleId="Verzeichnis3">
    <w:name w:val="toc 3"/>
    <w:basedOn w:val="Standard"/>
    <w:next w:val="Standard"/>
    <w:autoRedefine/>
    <w:uiPriority w:val="39"/>
    <w:rsid w:val="0063324C"/>
    <w:pPr>
      <w:tabs>
        <w:tab w:val="left" w:pos="879"/>
        <w:tab w:val="left" w:pos="1320"/>
        <w:tab w:val="right" w:leader="dot" w:pos="9354"/>
      </w:tabs>
      <w:spacing w:after="40"/>
      <w:jc w:val="right"/>
    </w:pPr>
    <w:rPr>
      <w:noProof/>
      <w:szCs w:val="22"/>
    </w:rPr>
  </w:style>
  <w:style w:type="paragraph" w:styleId="Verzeichnis4">
    <w:name w:val="toc 4"/>
    <w:basedOn w:val="Standard"/>
    <w:next w:val="Standard"/>
    <w:autoRedefine/>
    <w:uiPriority w:val="39"/>
    <w:rsid w:val="00FF2ADC"/>
    <w:pPr>
      <w:tabs>
        <w:tab w:val="left" w:pos="879"/>
        <w:tab w:val="left" w:pos="1540"/>
        <w:tab w:val="right" w:leader="dot" w:pos="9354"/>
      </w:tabs>
      <w:spacing w:after="40"/>
      <w:jc w:val="right"/>
    </w:pPr>
    <w:rPr>
      <w:noProof/>
    </w:r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berschrift1Zchn">
    <w:name w:val="Überschrift 1 Zchn"/>
    <w:link w:val="berschrift1"/>
    <w:rsid w:val="001973C6"/>
    <w:rPr>
      <w:rFonts w:asciiTheme="minorHAnsi" w:hAnsiTheme="minorHAnsi" w:cs="Arial"/>
      <w:b/>
      <w:bCs/>
      <w:kern w:val="32"/>
      <w:sz w:val="26"/>
      <w:szCs w:val="32"/>
      <w:lang w:val="en-GB"/>
    </w:rPr>
  </w:style>
  <w:style w:type="paragraph" w:customStyle="1" w:styleId="Tabelle">
    <w:name w:val="Tabelle"/>
    <w:basedOn w:val="Standard"/>
    <w:pPr>
      <w:spacing w:before="40" w:after="40"/>
      <w:jc w:val="center"/>
    </w:pPr>
  </w:style>
  <w:style w:type="character" w:customStyle="1" w:styleId="berschrift3Zchn">
    <w:name w:val="Überschrift 3 Zchn"/>
    <w:link w:val="berschrift3"/>
    <w:rsid w:val="001973C6"/>
    <w:rPr>
      <w:rFonts w:asciiTheme="minorHAnsi" w:hAnsiTheme="minorHAnsi" w:cs="Arial"/>
      <w:b/>
      <w:kern w:val="32"/>
      <w:sz w:val="22"/>
      <w:szCs w:val="26"/>
      <w:lang w:val="en-GB"/>
    </w:rPr>
  </w:style>
  <w:style w:type="character" w:styleId="Kommentarzeichen">
    <w:name w:val="annotation reference"/>
    <w:semiHidden/>
    <w:rsid w:val="008354F4"/>
    <w:rPr>
      <w:sz w:val="16"/>
      <w:szCs w:val="16"/>
    </w:rPr>
  </w:style>
  <w:style w:type="paragraph" w:styleId="Kommentartext">
    <w:name w:val="annotation text"/>
    <w:basedOn w:val="Standard"/>
    <w:semiHidden/>
    <w:rsid w:val="008354F4"/>
    <w:pPr>
      <w:spacing w:after="0"/>
      <w:jc w:val="left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354F4"/>
    <w:rPr>
      <w:b/>
      <w:bCs/>
    </w:rPr>
  </w:style>
  <w:style w:type="paragraph" w:styleId="Sprechblasentext">
    <w:name w:val="Balloon Text"/>
    <w:basedOn w:val="Standard"/>
    <w:semiHidden/>
    <w:rsid w:val="008354F4"/>
    <w:pPr>
      <w:numPr>
        <w:numId w:val="4"/>
      </w:numPr>
      <w:tabs>
        <w:tab w:val="clear" w:pos="1712"/>
      </w:tabs>
      <w:spacing w:after="0"/>
      <w:ind w:left="0" w:firstLine="0"/>
      <w:jc w:val="left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835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bildungsverzeichnis">
    <w:name w:val="table of figures"/>
    <w:basedOn w:val="Standard"/>
    <w:next w:val="Standard"/>
    <w:uiPriority w:val="99"/>
    <w:rsid w:val="008354F4"/>
    <w:pPr>
      <w:spacing w:after="0"/>
      <w:jc w:val="left"/>
    </w:pPr>
  </w:style>
  <w:style w:type="character" w:customStyle="1" w:styleId="KopfzeileZchn">
    <w:name w:val="Kopfzeile Zchn"/>
    <w:link w:val="Kopfzeile"/>
    <w:rsid w:val="00957B83"/>
    <w:rPr>
      <w:rFonts w:ascii="Calibri" w:hAnsi="Calibri"/>
      <w:sz w:val="18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6C62DE"/>
    <w:pPr>
      <w:numPr>
        <w:numId w:val="19"/>
      </w:numPr>
      <w:contextualSpacing/>
    </w:pPr>
  </w:style>
  <w:style w:type="paragraph" w:styleId="KeinLeerraum">
    <w:name w:val="No Spacing"/>
    <w:uiPriority w:val="1"/>
    <w:qFormat/>
    <w:rsid w:val="00A85154"/>
    <w:pPr>
      <w:jc w:val="both"/>
    </w:pPr>
    <w:rPr>
      <w:rFonts w:ascii="Calibri" w:hAnsi="Calibri"/>
      <w:sz w:val="22"/>
      <w:szCs w:val="24"/>
      <w:lang w:val="en-GB"/>
    </w:rPr>
  </w:style>
  <w:style w:type="paragraph" w:styleId="Inhaltsverzeichnisberschrift">
    <w:name w:val="TOC Heading"/>
    <w:basedOn w:val="Verzeichnis3"/>
    <w:next w:val="Standard"/>
    <w:uiPriority w:val="39"/>
    <w:unhideWhenUsed/>
    <w:qFormat/>
    <w:rsid w:val="00780630"/>
    <w:pPr>
      <w:spacing w:after="240"/>
      <w:jc w:val="left"/>
    </w:pPr>
    <w:rPr>
      <w:b/>
      <w:sz w:val="28"/>
    </w:rPr>
  </w:style>
  <w:style w:type="character" w:styleId="Buchtitel">
    <w:name w:val="Book Title"/>
    <w:basedOn w:val="Absatz-Standardschriftart"/>
    <w:uiPriority w:val="33"/>
    <w:qFormat/>
    <w:rsid w:val="006C62DE"/>
    <w:rPr>
      <w:b/>
      <w:bCs/>
      <w:i/>
      <w:iCs/>
      <w:spacing w:val="5"/>
    </w:rPr>
  </w:style>
  <w:style w:type="character" w:customStyle="1" w:styleId="FuzeileZchn">
    <w:name w:val="Fußzeile Zchn"/>
    <w:basedOn w:val="Absatz-Standardschriftart"/>
    <w:link w:val="Fuzeile"/>
    <w:rsid w:val="00726827"/>
    <w:rPr>
      <w:rFonts w:ascii="Calibri" w:hAnsi="Calibri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DF43FF"/>
    <w:rPr>
      <w:color w:val="808080"/>
    </w:rPr>
  </w:style>
  <w:style w:type="paragraph" w:styleId="Textkrper-Zeileneinzug">
    <w:name w:val="Body Text Indent"/>
    <w:basedOn w:val="Standard"/>
    <w:link w:val="Textkrper-ZeileneinzugZchn"/>
    <w:unhideWhenUsed/>
    <w:rsid w:val="001D3058"/>
    <w:pPr>
      <w:tabs>
        <w:tab w:val="left" w:pos="2160"/>
        <w:tab w:val="left" w:pos="2880"/>
        <w:tab w:val="left" w:pos="7380"/>
      </w:tabs>
      <w:spacing w:after="0" w:line="360" w:lineRule="auto"/>
      <w:ind w:left="1418"/>
    </w:pPr>
    <w:rPr>
      <w:rFonts w:ascii="Times New Roman" w:hAnsi="Times New Roman"/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1D3058"/>
    <w:rPr>
      <w:sz w:val="24"/>
      <w:szCs w:val="24"/>
    </w:rPr>
  </w:style>
  <w:style w:type="character" w:styleId="Fett">
    <w:name w:val="Strong"/>
    <w:basedOn w:val="Absatz-Standardschriftart"/>
    <w:qFormat/>
    <w:rsid w:val="001D3058"/>
    <w:rPr>
      <w:b/>
      <w:bCs/>
    </w:rPr>
  </w:style>
  <w:style w:type="paragraph" w:customStyle="1" w:styleId="Aufzhlungipp2">
    <w:name w:val="Aufzählung ipp 2"/>
    <w:basedOn w:val="Standard"/>
    <w:rsid w:val="000A63D1"/>
    <w:pPr>
      <w:tabs>
        <w:tab w:val="num" w:pos="1474"/>
      </w:tabs>
      <w:spacing w:line="360" w:lineRule="auto"/>
      <w:ind w:left="1474" w:hanging="340"/>
    </w:pPr>
    <w:rPr>
      <w:rFonts w:ascii="Arial" w:hAnsi="Ari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4BB5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8C32DD"/>
    <w:rPr>
      <w:i/>
      <w:iCs/>
      <w:color w:val="404040" w:themeColor="text1" w:themeTint="BF"/>
    </w:rPr>
  </w:style>
  <w:style w:type="paragraph" w:styleId="berarbeitung">
    <w:name w:val="Revision"/>
    <w:hidden/>
    <w:uiPriority w:val="99"/>
    <w:semiHidden/>
    <w:rsid w:val="00515CE8"/>
    <w:rPr>
      <w:rFonts w:ascii="Calibri" w:hAnsi="Calibri"/>
      <w:sz w:val="22"/>
      <w:szCs w:val="24"/>
    </w:rPr>
  </w:style>
  <w:style w:type="character" w:customStyle="1" w:styleId="BeschriftungZchn">
    <w:name w:val="Beschriftung Zchn"/>
    <w:aliases w:val="Beschriftung Abbildung Zchn,Beschriftung Char Zchn,Überschrift Zchn,Abb. Zchn,Tab Zchn,Abb-Beschriftung Zchn,Tab. Zchn"/>
    <w:basedOn w:val="Absatz-Standardschriftart"/>
    <w:link w:val="Beschriftung"/>
    <w:locked/>
    <w:rsid w:val="00960337"/>
    <w:rPr>
      <w:rFonts w:ascii="Calibri" w:hAnsi="Calibri"/>
      <w:bCs/>
      <w:i/>
      <w:sz w:val="19"/>
      <w:szCs w:val="19"/>
    </w:rPr>
  </w:style>
  <w:style w:type="character" w:styleId="BesuchterLink">
    <w:name w:val="FollowedHyperlink"/>
    <w:basedOn w:val="Absatz-Standardschriftart"/>
    <w:uiPriority w:val="99"/>
    <w:unhideWhenUsed/>
    <w:rsid w:val="00FF7F97"/>
    <w:rPr>
      <w:color w:val="96607D"/>
      <w:u w:val="single"/>
    </w:rPr>
  </w:style>
  <w:style w:type="paragraph" w:customStyle="1" w:styleId="msonormal0">
    <w:name w:val="msonormal"/>
    <w:basedOn w:val="Standard"/>
    <w:rsid w:val="00FF7F9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zh-CN"/>
    </w:rPr>
  </w:style>
  <w:style w:type="paragraph" w:customStyle="1" w:styleId="xl65">
    <w:name w:val="xl65"/>
    <w:basedOn w:val="Standard"/>
    <w:rsid w:val="00FF7F9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66">
    <w:name w:val="xl66"/>
    <w:basedOn w:val="Standard"/>
    <w:rsid w:val="00FF7F9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67">
    <w:name w:val="xl67"/>
    <w:basedOn w:val="Standard"/>
    <w:rsid w:val="00FF7F97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68">
    <w:name w:val="xl68"/>
    <w:basedOn w:val="Standard"/>
    <w:rsid w:val="00FF7F9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69">
    <w:name w:val="xl69"/>
    <w:basedOn w:val="Standard"/>
    <w:rsid w:val="00FF7F9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70">
    <w:name w:val="xl70"/>
    <w:basedOn w:val="Standard"/>
    <w:rsid w:val="00FF7F9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71">
    <w:name w:val="xl71"/>
    <w:basedOn w:val="Standard"/>
    <w:rsid w:val="00FF7F97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72">
    <w:name w:val="xl72"/>
    <w:basedOn w:val="Standard"/>
    <w:rsid w:val="00FF7F9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73">
    <w:name w:val="xl73"/>
    <w:basedOn w:val="Standard"/>
    <w:rsid w:val="00FF7F9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74">
    <w:name w:val="xl74"/>
    <w:basedOn w:val="Standard"/>
    <w:rsid w:val="00FF7F9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AF2D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75">
    <w:name w:val="xl75"/>
    <w:basedOn w:val="Standard"/>
    <w:rsid w:val="00FF7F97"/>
    <w:pPr>
      <w:pBdr>
        <w:top w:val="single" w:sz="8" w:space="0" w:color="auto"/>
        <w:bottom w:val="single" w:sz="8" w:space="0" w:color="auto"/>
      </w:pBdr>
      <w:shd w:val="clear" w:color="000000" w:fill="DAF2D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76">
    <w:name w:val="xl76"/>
    <w:basedOn w:val="Standard"/>
    <w:rsid w:val="00FF7F9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AF2D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77">
    <w:name w:val="xl77"/>
    <w:basedOn w:val="Standard"/>
    <w:rsid w:val="00FF7F9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78">
    <w:name w:val="xl78"/>
    <w:basedOn w:val="Standard"/>
    <w:rsid w:val="00FF7F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79">
    <w:name w:val="xl79"/>
    <w:basedOn w:val="Standard"/>
    <w:rsid w:val="00FF7F9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80">
    <w:name w:val="xl80"/>
    <w:basedOn w:val="Standard"/>
    <w:rsid w:val="00FF7F9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81">
    <w:name w:val="xl81"/>
    <w:basedOn w:val="Standard"/>
    <w:rsid w:val="00FF7F97"/>
    <w:pPr>
      <w:pBdr>
        <w:top w:val="single" w:sz="8" w:space="0" w:color="auto"/>
        <w:bottom w:val="single" w:sz="4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82">
    <w:name w:val="xl82"/>
    <w:basedOn w:val="Standard"/>
    <w:rsid w:val="00FF7F9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83">
    <w:name w:val="xl83"/>
    <w:basedOn w:val="Standard"/>
    <w:rsid w:val="00FF7F9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84">
    <w:name w:val="xl84"/>
    <w:basedOn w:val="Standard"/>
    <w:rsid w:val="00FF7F9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85">
    <w:name w:val="xl85"/>
    <w:basedOn w:val="Standard"/>
    <w:rsid w:val="00FF7F9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86">
    <w:name w:val="xl86"/>
    <w:basedOn w:val="Standard"/>
    <w:rsid w:val="00FF7F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lang w:eastAsia="zh-CN"/>
    </w:rPr>
  </w:style>
  <w:style w:type="paragraph" w:customStyle="1" w:styleId="xl87">
    <w:name w:val="xl87"/>
    <w:basedOn w:val="Standard"/>
    <w:rsid w:val="00FF7F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88">
    <w:name w:val="xl88"/>
    <w:basedOn w:val="Standard"/>
    <w:rsid w:val="00FF7F97"/>
    <w:pPr>
      <w:pBdr>
        <w:top w:val="single" w:sz="8" w:space="0" w:color="auto"/>
        <w:lef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89">
    <w:name w:val="xl89"/>
    <w:basedOn w:val="Standard"/>
    <w:rsid w:val="00FF7F97"/>
    <w:pPr>
      <w:pBdr>
        <w:top w:val="single" w:sz="8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90">
    <w:name w:val="xl90"/>
    <w:basedOn w:val="Standard"/>
    <w:rsid w:val="00FF7F97"/>
    <w:pPr>
      <w:pBdr>
        <w:left w:val="single" w:sz="8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91">
    <w:name w:val="xl91"/>
    <w:basedOn w:val="Standard"/>
    <w:rsid w:val="00FF7F97"/>
    <w:pPr>
      <w:pBdr>
        <w:lef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92">
    <w:name w:val="xl92"/>
    <w:basedOn w:val="Standard"/>
    <w:rsid w:val="00FF7F97"/>
    <w:pPr>
      <w:pBdr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93">
    <w:name w:val="xl93"/>
    <w:basedOn w:val="Standard"/>
    <w:rsid w:val="00FF7F9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94">
    <w:name w:val="xl94"/>
    <w:basedOn w:val="Standard"/>
    <w:rsid w:val="00FF7F97"/>
    <w:pPr>
      <w:pBdr>
        <w:left w:val="single" w:sz="8" w:space="0" w:color="auto"/>
        <w:bottom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  <w:style w:type="paragraph" w:customStyle="1" w:styleId="xl95">
    <w:name w:val="xl95"/>
    <w:basedOn w:val="Standard"/>
    <w:rsid w:val="00FF7F97"/>
    <w:pPr>
      <w:pBdr>
        <w:bottom w:val="single" w:sz="8" w:space="0" w:color="auto"/>
        <w:right w:val="single" w:sz="8" w:space="0" w:color="auto"/>
      </w:pBdr>
      <w:shd w:val="clear" w:color="000000" w:fill="E8E8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gl\Downloads\Erl&#228;uterungsbericht-mit%20Deckblat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BB0C1-32DB-42B5-A55B-C6D2D133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Erläuterungsbericht-mit Deckblatt.dotx</Template>
  <TotalTime>0</TotalTime>
  <Pages>75</Pages>
  <Words>24834</Words>
  <Characters>156455</Characters>
  <Application>Microsoft Office Word</Application>
  <DocSecurity>0</DocSecurity>
  <Lines>1303</Lines>
  <Paragraphs>361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6437_ES_SiBe-DIN19700_Hydrol</vt:lpstr>
    </vt:vector>
  </TitlesOfParts>
  <Company/>
  <LinksUpToDate>false</LinksUpToDate>
  <CharactersWithSpaces>180928</CharactersWithSpaces>
  <SharedDoc>false</SharedDoc>
  <HLinks>
    <vt:vector size="24" baseType="variant"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_Toc230066781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_Toc230066780</vt:lpwstr>
      </vt:variant>
      <vt:variant>
        <vt:i4>1376307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_Toc230066779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_Toc230066778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6437_ES_SiBe-DIN19700_Hydrol</dc:title>
  <dc:subject/>
  <dc:creator>Stefan Glorius</dc:creator>
  <cp:keywords/>
  <dc:description/>
  <cp:lastModifiedBy>Shutian Tang</cp:lastModifiedBy>
  <cp:revision>9</cp:revision>
  <cp:lastPrinted>2024-03-20T09:57:00Z</cp:lastPrinted>
  <dcterms:created xsi:type="dcterms:W3CDTF">2024-03-20T08:50:00Z</dcterms:created>
  <dcterms:modified xsi:type="dcterms:W3CDTF">2024-03-20T13:37:00Z</dcterms:modified>
</cp:coreProperties>
</file>